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4FB68" w14:textId="12324CCE" w:rsidR="003662E5" w:rsidRPr="003662E5" w:rsidRDefault="003662E5" w:rsidP="003662E5">
      <w:pPr>
        <w:autoSpaceDE w:val="0"/>
        <w:autoSpaceDN w:val="0"/>
        <w:adjustRightInd w:val="0"/>
        <w:spacing w:before="40" w:after="60"/>
        <w:ind w:left="2160" w:firstLine="720"/>
        <w:jc w:val="right"/>
        <w:rPr>
          <w:rFonts w:cs="Open Sans"/>
          <w:b/>
          <w:bCs/>
          <w:sz w:val="32"/>
          <w:szCs w:val="32"/>
        </w:rPr>
      </w:pPr>
      <w:r w:rsidRPr="003662E5">
        <w:rPr>
          <w:rFonts w:cs="Open Sans"/>
          <w:b/>
          <w:bCs/>
          <w:sz w:val="32"/>
          <w:szCs w:val="32"/>
        </w:rPr>
        <w:t>Zintegrowany System Poboru Należności i Rozrachunków z UE i Budżetem ZEFIR 2</w:t>
      </w:r>
    </w:p>
    <w:p w14:paraId="0FDC7421" w14:textId="43B87321" w:rsidR="003662E5" w:rsidRPr="003662E5" w:rsidRDefault="003662E5" w:rsidP="003662E5">
      <w:pPr>
        <w:pStyle w:val="Tytu"/>
      </w:pPr>
      <w:r w:rsidRPr="003662E5">
        <w:t>Specyfikacja XML dla podmiotów w zakresie elektronicznej obsługi dokumentu wycofania wniosku WZZA/WZBO na wniosek podatnika (WZZA_WZBO_CANCEL)</w:t>
      </w:r>
    </w:p>
    <w:p w14:paraId="53149030" w14:textId="50376FA4" w:rsidR="003F3585" w:rsidRPr="003662E5" w:rsidRDefault="001D1ACD" w:rsidP="003662E5">
      <w:pPr>
        <w:autoSpaceDE w:val="0"/>
        <w:autoSpaceDN w:val="0"/>
        <w:adjustRightInd w:val="0"/>
        <w:spacing w:before="1560" w:after="60"/>
        <w:jc w:val="right"/>
        <w:rPr>
          <w:rFonts w:cs="Open Sans"/>
          <w:b/>
          <w:bCs/>
          <w:sz w:val="32"/>
          <w:szCs w:val="32"/>
        </w:rPr>
      </w:pPr>
      <w:r w:rsidRPr="003662E5">
        <w:rPr>
          <w:rFonts w:cs="Open Sans"/>
          <w:b/>
          <w:bCs/>
          <w:sz w:val="32"/>
          <w:szCs w:val="32"/>
        </w:rPr>
        <w:t>Wersja</w:t>
      </w:r>
      <w:r w:rsidR="002E6DF0" w:rsidRPr="002E6DF0">
        <w:rPr>
          <w:rFonts w:cs="Open Sans"/>
          <w:b/>
          <w:bCs/>
          <w:sz w:val="32"/>
          <w:szCs w:val="32"/>
        </w:rPr>
        <w:t xml:space="preserve"> 1.0</w:t>
      </w:r>
    </w:p>
    <w:p w14:paraId="4622D132" w14:textId="77777777" w:rsidR="0058798F" w:rsidRPr="003662E5" w:rsidRDefault="0058798F" w:rsidP="003662E5">
      <w:pPr>
        <w:rPr>
          <w:rFonts w:cs="Open Sans"/>
        </w:rPr>
      </w:pPr>
    </w:p>
    <w:p w14:paraId="40C04454" w14:textId="77777777" w:rsidR="00F6340E" w:rsidRPr="003662E5" w:rsidRDefault="00F6340E" w:rsidP="003662E5">
      <w:pPr>
        <w:rPr>
          <w:rFonts w:cs="Open Sans"/>
        </w:rPr>
        <w:sectPr w:rsidR="00F6340E" w:rsidRPr="003662E5" w:rsidSect="00030010">
          <w:footerReference w:type="even" r:id="rId8"/>
          <w:footerReference w:type="default" r:id="rId9"/>
          <w:headerReference w:type="first" r:id="rId10"/>
          <w:pgSz w:w="11900" w:h="16840" w:code="9"/>
          <w:pgMar w:top="1418" w:right="1418" w:bottom="1418" w:left="1418" w:header="709" w:footer="709" w:gutter="0"/>
          <w:cols w:space="708"/>
          <w:titlePg/>
          <w:docGrid w:linePitch="326"/>
        </w:sectPr>
      </w:pPr>
    </w:p>
    <w:p w14:paraId="2B0A2A33" w14:textId="04324440" w:rsidR="00BB6B75" w:rsidRPr="003662E5" w:rsidRDefault="00D15AD4" w:rsidP="003662E5">
      <w:pPr>
        <w:pStyle w:val="Z2PodpisRysunkuTabeli"/>
      </w:pPr>
      <w:bookmarkStart w:id="0" w:name="_Toc184813188"/>
      <w:r w:rsidRPr="003662E5">
        <w:lastRenderedPageBreak/>
        <w:t xml:space="preserve">Tabela </w:t>
      </w:r>
      <w:r w:rsidRPr="003662E5">
        <w:fldChar w:fldCharType="begin"/>
      </w:r>
      <w:r w:rsidRPr="003662E5">
        <w:instrText xml:space="preserve"> SEQ Tabela \* ARABIC </w:instrText>
      </w:r>
      <w:r w:rsidRPr="003662E5">
        <w:fldChar w:fldCharType="separate"/>
      </w:r>
      <w:r w:rsidR="002E6DF0">
        <w:rPr>
          <w:noProof/>
        </w:rPr>
        <w:t>1</w:t>
      </w:r>
      <w:r w:rsidRPr="003662E5">
        <w:fldChar w:fldCharType="end"/>
      </w:r>
      <w:r w:rsidRPr="003662E5">
        <w:t xml:space="preserve">. </w:t>
      </w:r>
      <w:r w:rsidR="00BB6B75" w:rsidRPr="003662E5">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3662E5" w14:paraId="56087931" w14:textId="77777777" w:rsidTr="003662E5">
        <w:trPr>
          <w:tblHeader/>
        </w:trPr>
        <w:tc>
          <w:tcPr>
            <w:tcW w:w="1800" w:type="dxa"/>
            <w:shd w:val="clear" w:color="auto" w:fill="D9D9D9" w:themeFill="background1" w:themeFillShade="D9"/>
          </w:tcPr>
          <w:p w14:paraId="4001BEA5" w14:textId="77777777" w:rsidR="00BB6B75" w:rsidRPr="003662E5" w:rsidRDefault="00BB6B75" w:rsidP="003662E5">
            <w:pPr>
              <w:pStyle w:val="Legenda"/>
            </w:pPr>
            <w:r w:rsidRPr="003662E5">
              <w:t>Projekt</w:t>
            </w:r>
          </w:p>
        </w:tc>
        <w:tc>
          <w:tcPr>
            <w:tcW w:w="7560" w:type="dxa"/>
            <w:shd w:val="clear" w:color="auto" w:fill="D9D9D9" w:themeFill="background1" w:themeFillShade="D9"/>
          </w:tcPr>
          <w:p w14:paraId="1DFB8ACC" w14:textId="77777777" w:rsidR="00BB6B75" w:rsidRPr="003662E5" w:rsidRDefault="00BB6B75" w:rsidP="003662E5">
            <w:pPr>
              <w:pStyle w:val="Legenda"/>
            </w:pPr>
            <w:r w:rsidRPr="003662E5">
              <w:t>ZEFIR 2</w:t>
            </w:r>
          </w:p>
        </w:tc>
      </w:tr>
      <w:tr w:rsidR="00BB6B75" w:rsidRPr="003662E5" w14:paraId="04F4112F" w14:textId="77777777" w:rsidTr="006E329F">
        <w:tc>
          <w:tcPr>
            <w:tcW w:w="1800" w:type="dxa"/>
          </w:tcPr>
          <w:p w14:paraId="1E1E38C6" w14:textId="77777777" w:rsidR="00BB6B75" w:rsidRPr="003662E5" w:rsidRDefault="00FF41D0" w:rsidP="003662E5">
            <w:pPr>
              <w:pStyle w:val="Tabelazwyky"/>
            </w:pPr>
            <w:r w:rsidRPr="003662E5">
              <w:t>Nazwa Wykonawcy</w:t>
            </w:r>
          </w:p>
        </w:tc>
        <w:tc>
          <w:tcPr>
            <w:tcW w:w="7560" w:type="dxa"/>
          </w:tcPr>
          <w:p w14:paraId="0874D3F5" w14:textId="77777777" w:rsidR="00BB6B75" w:rsidRPr="003662E5" w:rsidRDefault="001D1ACD" w:rsidP="003662E5">
            <w:pPr>
              <w:pStyle w:val="Tabelazwyky"/>
            </w:pPr>
            <w:r w:rsidRPr="003662E5">
              <w:t>Asseco Poland S.A.</w:t>
            </w:r>
          </w:p>
        </w:tc>
      </w:tr>
      <w:tr w:rsidR="00BB6B75" w:rsidRPr="003662E5" w14:paraId="3BC96A31" w14:textId="77777777" w:rsidTr="006E329F">
        <w:tc>
          <w:tcPr>
            <w:tcW w:w="1800" w:type="dxa"/>
          </w:tcPr>
          <w:p w14:paraId="2243EDE0" w14:textId="77777777" w:rsidR="00BB6B75" w:rsidRPr="003662E5" w:rsidRDefault="00FF41D0" w:rsidP="003662E5">
            <w:pPr>
              <w:pStyle w:val="Tabelazwyky"/>
            </w:pPr>
            <w:r w:rsidRPr="003662E5">
              <w:t>Nazwa p</w:t>
            </w:r>
            <w:r w:rsidR="00BB6B75" w:rsidRPr="003662E5">
              <w:t>rodukt</w:t>
            </w:r>
            <w:r w:rsidRPr="003662E5">
              <w:t>u</w:t>
            </w:r>
          </w:p>
        </w:tc>
        <w:tc>
          <w:tcPr>
            <w:tcW w:w="7560" w:type="dxa"/>
          </w:tcPr>
          <w:p w14:paraId="23096DE3" w14:textId="69F59FCC" w:rsidR="00BB6B75" w:rsidRPr="002E6DF0" w:rsidRDefault="002E6DF0" w:rsidP="002E6DF0">
            <w:pPr>
              <w:rPr>
                <w:rFonts w:cs="Arial"/>
                <w:sz w:val="20"/>
                <w:szCs w:val="20"/>
                <w:lang w:eastAsia="pl-PL"/>
              </w:rPr>
            </w:pPr>
            <w:r w:rsidRPr="002E6DF0">
              <w:rPr>
                <w:rFonts w:cs="Arial"/>
                <w:sz w:val="20"/>
                <w:szCs w:val="20"/>
                <w:lang w:eastAsia="pl-PL"/>
              </w:rPr>
              <w:t xml:space="preserve">Specyfikacja XML dla podmiotów w zakresie elektronicznej obsługi dokumentu wycofania wniosku WZZA/WZBO na wniosek podatnika (WZZA_WZBO_CANCEL) </w:t>
            </w:r>
          </w:p>
        </w:tc>
      </w:tr>
      <w:tr w:rsidR="00BB6B75" w:rsidRPr="003662E5" w14:paraId="579BDDCD" w14:textId="77777777" w:rsidTr="006E329F">
        <w:tc>
          <w:tcPr>
            <w:tcW w:w="1800" w:type="dxa"/>
          </w:tcPr>
          <w:p w14:paraId="38FBB3A4" w14:textId="77777777" w:rsidR="00BB6B75" w:rsidRPr="003662E5" w:rsidRDefault="00BB6B75" w:rsidP="003662E5">
            <w:pPr>
              <w:pStyle w:val="Tabelazwyky"/>
            </w:pPr>
            <w:r w:rsidRPr="003662E5">
              <w:t>Opis</w:t>
            </w:r>
            <w:r w:rsidR="00FF41D0" w:rsidRPr="003662E5">
              <w:t xml:space="preserve"> produktu</w:t>
            </w:r>
          </w:p>
        </w:tc>
        <w:tc>
          <w:tcPr>
            <w:tcW w:w="7560" w:type="dxa"/>
          </w:tcPr>
          <w:p w14:paraId="2B276C40" w14:textId="77777777" w:rsidR="002D5F51" w:rsidRPr="003662E5" w:rsidRDefault="002D5F51" w:rsidP="003662E5">
            <w:pPr>
              <w:pStyle w:val="Tabelazwyky"/>
            </w:pPr>
            <w:r w:rsidRPr="003662E5">
              <w:t xml:space="preserve">Dokument jest produktem zrealizowanym w ramach </w:t>
            </w:r>
            <w:r w:rsidR="007F2E59" w:rsidRPr="003662E5">
              <w:t>Umowy nr 1201-ILL-5.023.22.2021 z dnia 26.02.2021</w:t>
            </w:r>
            <w:r w:rsidR="00AC394A" w:rsidRPr="003662E5">
              <w:t>wraz z późniejszymi aneksami.</w:t>
            </w:r>
          </w:p>
          <w:p w14:paraId="2270ACA4" w14:textId="34D22EF2" w:rsidR="00004C2C" w:rsidRPr="003662E5" w:rsidRDefault="00004C2C" w:rsidP="003662E5">
            <w:pPr>
              <w:pStyle w:val="Tabelazwyky"/>
            </w:pPr>
            <w:r w:rsidRPr="003662E5">
              <w:t>Dokument zawiera</w:t>
            </w:r>
            <w:r w:rsidR="008A4189" w:rsidRPr="003662E5">
              <w:t xml:space="preserve"> specyfikacj</w:t>
            </w:r>
            <w:r w:rsidR="00695F77" w:rsidRPr="003662E5">
              <w:t>ę</w:t>
            </w:r>
            <w:r w:rsidR="000A71C7" w:rsidRPr="003662E5">
              <w:t xml:space="preserve"> </w:t>
            </w:r>
            <w:r w:rsidR="00AF1026" w:rsidRPr="003662E5">
              <w:t xml:space="preserve">XML dla podmiotów w zakresie elektronicznej obsługi </w:t>
            </w:r>
            <w:r w:rsidR="004A359D" w:rsidRPr="003662E5">
              <w:t>dokumentu wycofania wniosku WZZA/WZBO na wniosek podatnika</w:t>
            </w:r>
            <w:r w:rsidR="006353E5" w:rsidRPr="003662E5">
              <w:t xml:space="preserve"> </w:t>
            </w:r>
            <w:r w:rsidR="004A359D" w:rsidRPr="003662E5">
              <w:t>(</w:t>
            </w:r>
            <w:r w:rsidR="00E33A75" w:rsidRPr="003662E5">
              <w:t>WZZA_WZBO_CANCEL</w:t>
            </w:r>
            <w:r w:rsidR="004A359D" w:rsidRPr="003662E5">
              <w:t>)</w:t>
            </w:r>
          </w:p>
        </w:tc>
      </w:tr>
      <w:tr w:rsidR="00BB6B75" w:rsidRPr="003662E5" w14:paraId="4290D343" w14:textId="77777777" w:rsidTr="006E329F">
        <w:tc>
          <w:tcPr>
            <w:tcW w:w="1800" w:type="dxa"/>
          </w:tcPr>
          <w:p w14:paraId="1198F397" w14:textId="77777777" w:rsidR="00BB6B75" w:rsidRPr="003662E5" w:rsidRDefault="00FF41D0" w:rsidP="003662E5">
            <w:pPr>
              <w:pStyle w:val="Tabelazwyky"/>
            </w:pPr>
            <w:r w:rsidRPr="003662E5">
              <w:t>Autor/</w:t>
            </w:r>
            <w:proofErr w:type="spellStart"/>
            <w:r w:rsidRPr="003662E5">
              <w:t>rzy</w:t>
            </w:r>
            <w:proofErr w:type="spellEnd"/>
          </w:p>
        </w:tc>
        <w:tc>
          <w:tcPr>
            <w:tcW w:w="7560" w:type="dxa"/>
          </w:tcPr>
          <w:p w14:paraId="33C5B3D5" w14:textId="77777777" w:rsidR="00BB6B75" w:rsidRPr="003662E5" w:rsidRDefault="002D5F51" w:rsidP="003662E5">
            <w:pPr>
              <w:pStyle w:val="Tabelazwyky"/>
            </w:pPr>
            <w:r w:rsidRPr="003662E5">
              <w:t>Analityk - Bogdan Schmidt</w:t>
            </w:r>
          </w:p>
        </w:tc>
      </w:tr>
      <w:tr w:rsidR="006E329F" w:rsidRPr="003662E5" w14:paraId="05FB4335" w14:textId="77777777" w:rsidTr="00AE6726">
        <w:tc>
          <w:tcPr>
            <w:tcW w:w="1800" w:type="dxa"/>
          </w:tcPr>
          <w:p w14:paraId="143DD30F" w14:textId="77777777" w:rsidR="006E329F" w:rsidRPr="003662E5" w:rsidRDefault="006E329F" w:rsidP="003662E5">
            <w:pPr>
              <w:pStyle w:val="Tabelazwyky"/>
            </w:pPr>
            <w:r w:rsidRPr="003662E5">
              <w:t>Nazwa pliku</w:t>
            </w:r>
          </w:p>
        </w:tc>
        <w:tc>
          <w:tcPr>
            <w:tcW w:w="7560" w:type="dxa"/>
          </w:tcPr>
          <w:p w14:paraId="4A0A3E0D" w14:textId="61C5E6F9" w:rsidR="006E329F" w:rsidRPr="002E6DF0" w:rsidRDefault="002E6DF0" w:rsidP="002E6DF0">
            <w:pPr>
              <w:rPr>
                <w:rFonts w:cs="Arial"/>
                <w:sz w:val="20"/>
                <w:szCs w:val="20"/>
                <w:lang w:eastAsia="pl-PL"/>
              </w:rPr>
            </w:pPr>
            <w:r w:rsidRPr="002E6DF0">
              <w:rPr>
                <w:rFonts w:cs="Arial"/>
                <w:sz w:val="20"/>
                <w:szCs w:val="20"/>
                <w:lang w:eastAsia="pl-PL"/>
              </w:rPr>
              <w:t>ZF2-PWT-KXML-WZZA_WZBO_CANCEL_v1.0.docx</w:t>
            </w:r>
          </w:p>
        </w:tc>
      </w:tr>
      <w:tr w:rsidR="006E329F" w:rsidRPr="003662E5" w14:paraId="6F0475CB" w14:textId="77777777" w:rsidTr="00E81CC4">
        <w:tc>
          <w:tcPr>
            <w:tcW w:w="1800" w:type="dxa"/>
          </w:tcPr>
          <w:p w14:paraId="490585DC" w14:textId="09AAF877" w:rsidR="006E329F" w:rsidRPr="003662E5" w:rsidRDefault="006E329F" w:rsidP="003662E5">
            <w:pPr>
              <w:pStyle w:val="Tabelazwyky"/>
            </w:pPr>
            <w:r w:rsidRPr="003662E5">
              <w:t>Liczba stron</w:t>
            </w:r>
          </w:p>
        </w:tc>
        <w:tc>
          <w:tcPr>
            <w:tcW w:w="7560" w:type="dxa"/>
          </w:tcPr>
          <w:p w14:paraId="0CC4A541" w14:textId="75E3C753" w:rsidR="006E329F" w:rsidRPr="003662E5" w:rsidRDefault="00C32F24" w:rsidP="003662E5">
            <w:pPr>
              <w:pStyle w:val="Tabelazwyky"/>
            </w:pPr>
            <w:r w:rsidRPr="003662E5">
              <w:fldChar w:fldCharType="begin"/>
            </w:r>
            <w:r w:rsidRPr="003662E5">
              <w:instrText xml:space="preserve"> NUMPAGES   \* MERGEFORMAT </w:instrText>
            </w:r>
            <w:r w:rsidRPr="003662E5">
              <w:fldChar w:fldCharType="separate"/>
            </w:r>
            <w:r w:rsidR="002E6DF0">
              <w:rPr>
                <w:noProof/>
              </w:rPr>
              <w:t>15</w:t>
            </w:r>
            <w:r w:rsidRPr="003662E5">
              <w:fldChar w:fldCharType="end"/>
            </w:r>
          </w:p>
        </w:tc>
      </w:tr>
    </w:tbl>
    <w:p w14:paraId="29305541" w14:textId="52ADEE87" w:rsidR="00A45A2F" w:rsidRPr="003662E5" w:rsidRDefault="00D15AD4" w:rsidP="003662E5">
      <w:pPr>
        <w:pStyle w:val="Z2PodpisRysunkuTabeli"/>
      </w:pPr>
      <w:bookmarkStart w:id="1" w:name="_Toc184813189"/>
      <w:r w:rsidRPr="003662E5">
        <w:t xml:space="preserve">Tabela </w:t>
      </w:r>
      <w:r w:rsidRPr="003662E5">
        <w:fldChar w:fldCharType="begin"/>
      </w:r>
      <w:r w:rsidRPr="003662E5">
        <w:instrText xml:space="preserve"> SEQ Tabela \* ARABIC </w:instrText>
      </w:r>
      <w:r w:rsidRPr="003662E5">
        <w:fldChar w:fldCharType="separate"/>
      </w:r>
      <w:r w:rsidR="002E6DF0">
        <w:rPr>
          <w:noProof/>
        </w:rPr>
        <w:t>2</w:t>
      </w:r>
      <w:r w:rsidRPr="003662E5">
        <w:fldChar w:fldCharType="end"/>
      </w:r>
      <w:r w:rsidRPr="003662E5">
        <w:t xml:space="preserve">. </w:t>
      </w:r>
      <w:r w:rsidR="00A45A2F" w:rsidRPr="003662E5">
        <w:t>Historia zmian dokumentu</w:t>
      </w:r>
      <w:bookmarkEnd w:id="1"/>
    </w:p>
    <w:tbl>
      <w:tblPr>
        <w:tblStyle w:val="Tabela-Siatka"/>
        <w:tblW w:w="9441" w:type="dxa"/>
        <w:tblLayout w:type="fixed"/>
        <w:tblLook w:val="01E0" w:firstRow="1" w:lastRow="1" w:firstColumn="1" w:lastColumn="1" w:noHBand="0" w:noVBand="0"/>
      </w:tblPr>
      <w:tblGrid>
        <w:gridCol w:w="797"/>
        <w:gridCol w:w="877"/>
        <w:gridCol w:w="1326"/>
        <w:gridCol w:w="2400"/>
        <w:gridCol w:w="720"/>
        <w:gridCol w:w="1080"/>
        <w:gridCol w:w="1305"/>
        <w:gridCol w:w="936"/>
      </w:tblGrid>
      <w:tr w:rsidR="005366D3" w:rsidRPr="003662E5" w14:paraId="7003C67B" w14:textId="77777777" w:rsidTr="003662E5">
        <w:trPr>
          <w:tblHeader/>
        </w:trPr>
        <w:tc>
          <w:tcPr>
            <w:tcW w:w="797" w:type="dxa"/>
            <w:shd w:val="clear" w:color="auto" w:fill="D9D9D9" w:themeFill="background1" w:themeFillShade="D9"/>
          </w:tcPr>
          <w:p w14:paraId="3E43633F" w14:textId="77777777" w:rsidR="00A45A2F" w:rsidRPr="003662E5" w:rsidRDefault="005366D3" w:rsidP="003662E5">
            <w:pPr>
              <w:pStyle w:val="Legenda"/>
            </w:pPr>
            <w:r w:rsidRPr="003662E5">
              <w:t>E</w:t>
            </w:r>
            <w:r w:rsidR="00A45A2F" w:rsidRPr="003662E5">
              <w:t>dycj</w:t>
            </w:r>
            <w:r w:rsidRPr="003662E5">
              <w:t>a</w:t>
            </w:r>
          </w:p>
        </w:tc>
        <w:tc>
          <w:tcPr>
            <w:tcW w:w="877" w:type="dxa"/>
            <w:shd w:val="clear" w:color="auto" w:fill="D9D9D9" w:themeFill="background1" w:themeFillShade="D9"/>
          </w:tcPr>
          <w:p w14:paraId="3A43506A" w14:textId="77777777" w:rsidR="00A45A2F" w:rsidRPr="003662E5" w:rsidRDefault="005366D3" w:rsidP="003662E5">
            <w:pPr>
              <w:pStyle w:val="Legenda"/>
            </w:pPr>
            <w:r w:rsidRPr="003662E5">
              <w:t>Rewizja</w:t>
            </w:r>
          </w:p>
        </w:tc>
        <w:tc>
          <w:tcPr>
            <w:tcW w:w="1326" w:type="dxa"/>
            <w:shd w:val="clear" w:color="auto" w:fill="D9D9D9" w:themeFill="background1" w:themeFillShade="D9"/>
          </w:tcPr>
          <w:p w14:paraId="4370B4E5" w14:textId="77777777" w:rsidR="00A45A2F" w:rsidRPr="003662E5" w:rsidRDefault="00A45A2F" w:rsidP="003662E5">
            <w:pPr>
              <w:pStyle w:val="Legenda"/>
            </w:pPr>
            <w:r w:rsidRPr="003662E5">
              <w:t>Data wydania</w:t>
            </w:r>
          </w:p>
        </w:tc>
        <w:tc>
          <w:tcPr>
            <w:tcW w:w="2400" w:type="dxa"/>
            <w:shd w:val="clear" w:color="auto" w:fill="D9D9D9" w:themeFill="background1" w:themeFillShade="D9"/>
          </w:tcPr>
          <w:p w14:paraId="55D88C7B" w14:textId="77777777" w:rsidR="00A45A2F" w:rsidRPr="003662E5" w:rsidRDefault="00A45A2F" w:rsidP="003662E5">
            <w:pPr>
              <w:pStyle w:val="Legenda"/>
            </w:pPr>
            <w:r w:rsidRPr="003662E5">
              <w:t>Opis</w:t>
            </w:r>
          </w:p>
        </w:tc>
        <w:tc>
          <w:tcPr>
            <w:tcW w:w="720" w:type="dxa"/>
            <w:shd w:val="clear" w:color="auto" w:fill="D9D9D9" w:themeFill="background1" w:themeFillShade="D9"/>
          </w:tcPr>
          <w:p w14:paraId="6F923BF9" w14:textId="77777777" w:rsidR="00A45A2F" w:rsidRPr="003662E5" w:rsidRDefault="005366D3" w:rsidP="003662E5">
            <w:pPr>
              <w:pStyle w:val="Legenda"/>
            </w:pPr>
            <w:r w:rsidRPr="003662E5">
              <w:t>A</w:t>
            </w:r>
            <w:r w:rsidR="00A45A2F" w:rsidRPr="003662E5">
              <w:t>kcja (*)</w:t>
            </w:r>
          </w:p>
        </w:tc>
        <w:tc>
          <w:tcPr>
            <w:tcW w:w="1080" w:type="dxa"/>
            <w:shd w:val="clear" w:color="auto" w:fill="D9D9D9" w:themeFill="background1" w:themeFillShade="D9"/>
          </w:tcPr>
          <w:p w14:paraId="5813B1DF" w14:textId="77777777" w:rsidR="00A45A2F" w:rsidRPr="003662E5" w:rsidRDefault="00A45A2F" w:rsidP="003662E5">
            <w:pPr>
              <w:pStyle w:val="Legenda"/>
            </w:pPr>
            <w:r w:rsidRPr="003662E5">
              <w:t>Rozdzi</w:t>
            </w:r>
            <w:r w:rsidR="00FF41D0" w:rsidRPr="003662E5">
              <w:t>ały</w:t>
            </w:r>
            <w:r w:rsidR="005366D3" w:rsidRPr="003662E5">
              <w:t xml:space="preserve"> </w:t>
            </w:r>
            <w:r w:rsidRPr="003662E5">
              <w:t>(**)</w:t>
            </w:r>
          </w:p>
        </w:tc>
        <w:tc>
          <w:tcPr>
            <w:tcW w:w="1305" w:type="dxa"/>
            <w:shd w:val="clear" w:color="auto" w:fill="D9D9D9" w:themeFill="background1" w:themeFillShade="D9"/>
          </w:tcPr>
          <w:p w14:paraId="069B9FF1" w14:textId="77777777" w:rsidR="00A45A2F" w:rsidRPr="003662E5" w:rsidRDefault="00A45A2F" w:rsidP="003662E5">
            <w:pPr>
              <w:pStyle w:val="Legenda"/>
            </w:pPr>
            <w:r w:rsidRPr="003662E5">
              <w:t>Autor</w:t>
            </w:r>
            <w:r w:rsidR="00FF41D0" w:rsidRPr="003662E5">
              <w:t>/</w:t>
            </w:r>
            <w:proofErr w:type="spellStart"/>
            <w:r w:rsidR="00FF41D0" w:rsidRPr="003662E5">
              <w:t>rzy</w:t>
            </w:r>
            <w:proofErr w:type="spellEnd"/>
            <w:r w:rsidR="00FF41D0" w:rsidRPr="003662E5">
              <w:t xml:space="preserve"> </w:t>
            </w:r>
            <w:r w:rsidRPr="003662E5">
              <w:t>(***)</w:t>
            </w:r>
          </w:p>
        </w:tc>
        <w:tc>
          <w:tcPr>
            <w:tcW w:w="936" w:type="dxa"/>
            <w:shd w:val="clear" w:color="auto" w:fill="D9D9D9" w:themeFill="background1" w:themeFillShade="D9"/>
          </w:tcPr>
          <w:p w14:paraId="1B53918E" w14:textId="77777777" w:rsidR="00A45A2F" w:rsidRPr="003662E5" w:rsidRDefault="00A45A2F" w:rsidP="003662E5">
            <w:pPr>
              <w:pStyle w:val="Legenda"/>
            </w:pPr>
            <w:r w:rsidRPr="003662E5">
              <w:t xml:space="preserve">Data </w:t>
            </w:r>
            <w:r w:rsidR="005366D3" w:rsidRPr="003662E5">
              <w:t>KJ</w:t>
            </w:r>
          </w:p>
        </w:tc>
      </w:tr>
      <w:tr w:rsidR="004A359D" w:rsidRPr="003662E5" w14:paraId="3EF72D81" w14:textId="77777777" w:rsidTr="006E329F">
        <w:tc>
          <w:tcPr>
            <w:tcW w:w="797" w:type="dxa"/>
          </w:tcPr>
          <w:p w14:paraId="5BE24AFA" w14:textId="77777777" w:rsidR="004A359D" w:rsidRPr="003662E5" w:rsidRDefault="004A359D" w:rsidP="003662E5">
            <w:pPr>
              <w:pStyle w:val="Tabelazwyky"/>
            </w:pPr>
            <w:r w:rsidRPr="003662E5">
              <w:t>1</w:t>
            </w:r>
          </w:p>
        </w:tc>
        <w:tc>
          <w:tcPr>
            <w:tcW w:w="877" w:type="dxa"/>
          </w:tcPr>
          <w:p w14:paraId="1363410C" w14:textId="77777777" w:rsidR="004A359D" w:rsidRPr="003662E5" w:rsidRDefault="004A359D" w:rsidP="003662E5">
            <w:pPr>
              <w:pStyle w:val="Tabelazwyky"/>
            </w:pPr>
            <w:r w:rsidRPr="003662E5">
              <w:t>0</w:t>
            </w:r>
          </w:p>
        </w:tc>
        <w:tc>
          <w:tcPr>
            <w:tcW w:w="1326" w:type="dxa"/>
          </w:tcPr>
          <w:p w14:paraId="61C3363C" w14:textId="6D213E66" w:rsidR="004A359D" w:rsidRPr="003662E5" w:rsidRDefault="004A359D" w:rsidP="003662E5">
            <w:pPr>
              <w:pStyle w:val="Tabelazwyky"/>
            </w:pPr>
            <w:r w:rsidRPr="003662E5">
              <w:t>2022-09-04</w:t>
            </w:r>
          </w:p>
        </w:tc>
        <w:tc>
          <w:tcPr>
            <w:tcW w:w="2400" w:type="dxa"/>
          </w:tcPr>
          <w:p w14:paraId="19048393" w14:textId="77777777" w:rsidR="004A359D" w:rsidRPr="003662E5" w:rsidRDefault="004A359D" w:rsidP="003662E5">
            <w:pPr>
              <w:pStyle w:val="Tabelazwyky"/>
            </w:pPr>
            <w:r w:rsidRPr="003662E5">
              <w:t>Utworzenie dokumentu</w:t>
            </w:r>
          </w:p>
        </w:tc>
        <w:tc>
          <w:tcPr>
            <w:tcW w:w="720" w:type="dxa"/>
          </w:tcPr>
          <w:p w14:paraId="5D3867D5" w14:textId="77777777" w:rsidR="004A359D" w:rsidRPr="003662E5" w:rsidRDefault="004A359D" w:rsidP="003662E5">
            <w:pPr>
              <w:pStyle w:val="Tabelazwyky"/>
            </w:pPr>
            <w:r w:rsidRPr="003662E5">
              <w:t>N</w:t>
            </w:r>
          </w:p>
        </w:tc>
        <w:tc>
          <w:tcPr>
            <w:tcW w:w="1080" w:type="dxa"/>
          </w:tcPr>
          <w:p w14:paraId="57F43084" w14:textId="77777777" w:rsidR="004A359D" w:rsidRPr="003662E5" w:rsidRDefault="004A359D" w:rsidP="003662E5">
            <w:pPr>
              <w:pStyle w:val="Tabelazwyky"/>
            </w:pPr>
            <w:r w:rsidRPr="003662E5">
              <w:t>W</w:t>
            </w:r>
          </w:p>
        </w:tc>
        <w:tc>
          <w:tcPr>
            <w:tcW w:w="1305" w:type="dxa"/>
          </w:tcPr>
          <w:p w14:paraId="4DF6257F" w14:textId="77777777" w:rsidR="004A359D" w:rsidRPr="003662E5" w:rsidRDefault="004A359D" w:rsidP="003662E5">
            <w:pPr>
              <w:pStyle w:val="Tabelazwyky"/>
            </w:pPr>
            <w:r w:rsidRPr="003662E5">
              <w:t>Bogdan Schmidt</w:t>
            </w:r>
          </w:p>
        </w:tc>
        <w:tc>
          <w:tcPr>
            <w:tcW w:w="936" w:type="dxa"/>
          </w:tcPr>
          <w:p w14:paraId="77096867" w14:textId="77777777" w:rsidR="004A359D" w:rsidRPr="003662E5" w:rsidRDefault="004A359D" w:rsidP="003662E5">
            <w:pPr>
              <w:pStyle w:val="Tabelazwyky"/>
            </w:pPr>
            <w:proofErr w:type="spellStart"/>
            <w:r w:rsidRPr="003662E5">
              <w:t>nd</w:t>
            </w:r>
            <w:proofErr w:type="spellEnd"/>
          </w:p>
        </w:tc>
      </w:tr>
      <w:tr w:rsidR="00AB5D68" w:rsidRPr="003662E5" w14:paraId="4F071122" w14:textId="77777777" w:rsidTr="006E329F">
        <w:tc>
          <w:tcPr>
            <w:tcW w:w="797" w:type="dxa"/>
          </w:tcPr>
          <w:p w14:paraId="2B9991E5" w14:textId="77777777" w:rsidR="00AB5D68" w:rsidRPr="003662E5" w:rsidRDefault="00AB5D68" w:rsidP="003662E5">
            <w:pPr>
              <w:pStyle w:val="Tabelazwyky"/>
            </w:pPr>
            <w:r w:rsidRPr="003662E5">
              <w:t>1</w:t>
            </w:r>
          </w:p>
        </w:tc>
        <w:tc>
          <w:tcPr>
            <w:tcW w:w="877" w:type="dxa"/>
          </w:tcPr>
          <w:p w14:paraId="3D7EC47A" w14:textId="77777777" w:rsidR="00AB5D68" w:rsidRPr="003662E5" w:rsidRDefault="00AB5D68" w:rsidP="003662E5">
            <w:pPr>
              <w:pStyle w:val="Tabelazwyky"/>
            </w:pPr>
            <w:r w:rsidRPr="003662E5">
              <w:t>0</w:t>
            </w:r>
          </w:p>
        </w:tc>
        <w:tc>
          <w:tcPr>
            <w:tcW w:w="1326" w:type="dxa"/>
          </w:tcPr>
          <w:p w14:paraId="43443E55" w14:textId="77777777" w:rsidR="00AB5D68" w:rsidRPr="003662E5" w:rsidRDefault="00AB5D68" w:rsidP="003662E5">
            <w:pPr>
              <w:pStyle w:val="Tabelazwyky"/>
            </w:pPr>
            <w:proofErr w:type="spellStart"/>
            <w:r w:rsidRPr="003662E5">
              <w:t>nd</w:t>
            </w:r>
            <w:proofErr w:type="spellEnd"/>
            <w:r w:rsidRPr="003662E5">
              <w:t>.</w:t>
            </w:r>
          </w:p>
        </w:tc>
        <w:tc>
          <w:tcPr>
            <w:tcW w:w="2400" w:type="dxa"/>
          </w:tcPr>
          <w:p w14:paraId="2C181DB2" w14:textId="3DC61433" w:rsidR="00AB5D68" w:rsidRPr="003662E5" w:rsidRDefault="00AB5D68" w:rsidP="003662E5">
            <w:pPr>
              <w:pStyle w:val="Tabelazwyky"/>
            </w:pPr>
            <w:r w:rsidRPr="003662E5">
              <w:t>Wewnętrzna kontrola jakości po stronie Wykonawcy oraz przekazanie do kontroli po stronie Zamawiającego</w:t>
            </w:r>
          </w:p>
        </w:tc>
        <w:tc>
          <w:tcPr>
            <w:tcW w:w="720" w:type="dxa"/>
          </w:tcPr>
          <w:p w14:paraId="3437EED6" w14:textId="77777777" w:rsidR="00AB5D68" w:rsidRPr="003662E5" w:rsidRDefault="00AB5D68" w:rsidP="003662E5">
            <w:pPr>
              <w:pStyle w:val="Tabelazwyky"/>
            </w:pPr>
            <w:r w:rsidRPr="003662E5">
              <w:t>We</w:t>
            </w:r>
          </w:p>
        </w:tc>
        <w:tc>
          <w:tcPr>
            <w:tcW w:w="1080" w:type="dxa"/>
          </w:tcPr>
          <w:p w14:paraId="60D251EB" w14:textId="77777777" w:rsidR="00AB5D68" w:rsidRPr="003662E5" w:rsidRDefault="00AB5D68" w:rsidP="003662E5">
            <w:pPr>
              <w:pStyle w:val="Tabelazwyky"/>
            </w:pPr>
            <w:r w:rsidRPr="003662E5">
              <w:t>W</w:t>
            </w:r>
          </w:p>
        </w:tc>
        <w:tc>
          <w:tcPr>
            <w:tcW w:w="1305" w:type="dxa"/>
          </w:tcPr>
          <w:p w14:paraId="7F9D9DD4" w14:textId="77777777" w:rsidR="00AB5D68" w:rsidRPr="003662E5" w:rsidRDefault="00AB5D68" w:rsidP="003662E5">
            <w:pPr>
              <w:pStyle w:val="Tabelazwyky"/>
            </w:pPr>
            <w:r w:rsidRPr="003662E5">
              <w:t>Katarzyna Roszak</w:t>
            </w:r>
          </w:p>
        </w:tc>
        <w:tc>
          <w:tcPr>
            <w:tcW w:w="936" w:type="dxa"/>
          </w:tcPr>
          <w:p w14:paraId="5CBCB8B6" w14:textId="487DFA05" w:rsidR="00AB5D68" w:rsidRPr="003662E5" w:rsidRDefault="00AB5D68" w:rsidP="003662E5">
            <w:pPr>
              <w:pStyle w:val="Tabelazwyky"/>
            </w:pPr>
            <w:r w:rsidRPr="003662E5">
              <w:t>2022-10-31</w:t>
            </w:r>
          </w:p>
        </w:tc>
      </w:tr>
    </w:tbl>
    <w:p w14:paraId="3C2F7FA4" w14:textId="77777777" w:rsidR="00A45A2F" w:rsidRPr="003662E5" w:rsidRDefault="000C7901" w:rsidP="002E6DF0">
      <w:r w:rsidRPr="003662E5">
        <w:t xml:space="preserve"> </w:t>
      </w:r>
      <w:r w:rsidR="00A45A2F" w:rsidRPr="003662E5">
        <w:t>(*) Akcje: W = Wstaw, Z = Zamień, We = Weryfikuj, N = Nowy</w:t>
      </w:r>
    </w:p>
    <w:p w14:paraId="05408D59" w14:textId="77777777" w:rsidR="00A45A2F" w:rsidRPr="003662E5" w:rsidRDefault="00A45A2F" w:rsidP="002E6DF0">
      <w:r w:rsidRPr="003662E5">
        <w:t>(**) Rozdziały: W = Wszystkie</w:t>
      </w:r>
    </w:p>
    <w:p w14:paraId="187B4FD9" w14:textId="77777777" w:rsidR="00561FE8" w:rsidRPr="003662E5" w:rsidRDefault="00A45A2F" w:rsidP="002E6DF0">
      <w:r w:rsidRPr="003662E5">
        <w:t>(***) Autorzy: patrz metryka dokumentu</w:t>
      </w:r>
    </w:p>
    <w:p w14:paraId="4DB2FA5E" w14:textId="77777777" w:rsidR="003B59A0" w:rsidRPr="003662E5" w:rsidRDefault="00561FE8" w:rsidP="003662E5">
      <w:pPr>
        <w:pStyle w:val="spis"/>
        <w:spacing w:line="276" w:lineRule="auto"/>
      </w:pPr>
      <w:r w:rsidRPr="003662E5">
        <w:br w:type="page"/>
      </w:r>
      <w:r w:rsidR="003B59A0" w:rsidRPr="003662E5">
        <w:lastRenderedPageBreak/>
        <w:t>SPIS TREŚCI</w:t>
      </w:r>
    </w:p>
    <w:p w14:paraId="595C0BEA" w14:textId="23BC0561" w:rsidR="002E6DF0" w:rsidRDefault="00035695">
      <w:pPr>
        <w:pStyle w:val="Spistreci1"/>
        <w:rPr>
          <w:rFonts w:asciiTheme="minorHAnsi" w:eastAsiaTheme="minorEastAsia" w:hAnsiTheme="minorHAnsi" w:cstheme="minorBidi"/>
          <w:b w:val="0"/>
          <w:bCs w:val="0"/>
          <w:noProof/>
          <w:sz w:val="22"/>
          <w:szCs w:val="22"/>
          <w:lang w:eastAsia="pl-PL"/>
        </w:rPr>
      </w:pPr>
      <w:r w:rsidRPr="003662E5">
        <w:rPr>
          <w:rFonts w:cs="Open Sans"/>
        </w:rPr>
        <w:fldChar w:fldCharType="begin"/>
      </w:r>
      <w:r w:rsidRPr="003662E5">
        <w:rPr>
          <w:rFonts w:cs="Open Sans"/>
        </w:rPr>
        <w:instrText xml:space="preserve"> TOC \o "1-3" \h \z \u </w:instrText>
      </w:r>
      <w:r w:rsidRPr="003662E5">
        <w:rPr>
          <w:rFonts w:cs="Open Sans"/>
        </w:rPr>
        <w:fldChar w:fldCharType="separate"/>
      </w:r>
      <w:hyperlink w:anchor="_Toc184813170" w:history="1">
        <w:r w:rsidR="002E6DF0" w:rsidRPr="00F67EDB">
          <w:rPr>
            <w:rStyle w:val="Hipercze"/>
            <w:noProof/>
          </w:rPr>
          <w:t>1.</w:t>
        </w:r>
        <w:r w:rsidR="002E6DF0">
          <w:rPr>
            <w:rFonts w:asciiTheme="minorHAnsi" w:eastAsiaTheme="minorEastAsia" w:hAnsiTheme="minorHAnsi" w:cstheme="minorBidi"/>
            <w:b w:val="0"/>
            <w:bCs w:val="0"/>
            <w:noProof/>
            <w:sz w:val="22"/>
            <w:szCs w:val="22"/>
            <w:lang w:eastAsia="pl-PL"/>
          </w:rPr>
          <w:tab/>
        </w:r>
        <w:r w:rsidR="002E6DF0" w:rsidRPr="00F67EDB">
          <w:rPr>
            <w:rStyle w:val="Hipercze"/>
            <w:rFonts w:cs="Open Sans"/>
            <w:noProof/>
          </w:rPr>
          <w:t>Opis dokumentu</w:t>
        </w:r>
        <w:r w:rsidR="002E6DF0">
          <w:rPr>
            <w:noProof/>
            <w:webHidden/>
          </w:rPr>
          <w:tab/>
        </w:r>
        <w:r w:rsidR="002E6DF0">
          <w:rPr>
            <w:noProof/>
            <w:webHidden/>
          </w:rPr>
          <w:fldChar w:fldCharType="begin"/>
        </w:r>
        <w:r w:rsidR="002E6DF0">
          <w:rPr>
            <w:noProof/>
            <w:webHidden/>
          </w:rPr>
          <w:instrText xml:space="preserve"> PAGEREF _Toc184813170 \h </w:instrText>
        </w:r>
        <w:r w:rsidR="002E6DF0">
          <w:rPr>
            <w:noProof/>
            <w:webHidden/>
          </w:rPr>
        </w:r>
        <w:r w:rsidR="002E6DF0">
          <w:rPr>
            <w:noProof/>
            <w:webHidden/>
          </w:rPr>
          <w:fldChar w:fldCharType="separate"/>
        </w:r>
        <w:r w:rsidR="002E6DF0">
          <w:rPr>
            <w:noProof/>
            <w:webHidden/>
          </w:rPr>
          <w:t>5</w:t>
        </w:r>
        <w:r w:rsidR="002E6DF0">
          <w:rPr>
            <w:noProof/>
            <w:webHidden/>
          </w:rPr>
          <w:fldChar w:fldCharType="end"/>
        </w:r>
      </w:hyperlink>
    </w:p>
    <w:p w14:paraId="3B41E667" w14:textId="26C074CC"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1" w:history="1">
        <w:r w:rsidRPr="00F67EDB">
          <w:rPr>
            <w:rStyle w:val="Hipercze"/>
            <w:noProof/>
          </w:rPr>
          <w:t>1.1.</w:t>
        </w:r>
        <w:r>
          <w:rPr>
            <w:rFonts w:asciiTheme="minorHAnsi" w:eastAsiaTheme="minorEastAsia" w:hAnsiTheme="minorHAnsi" w:cstheme="minorBidi"/>
            <w:noProof/>
            <w:sz w:val="22"/>
            <w:szCs w:val="22"/>
            <w:lang w:eastAsia="pl-PL"/>
          </w:rPr>
          <w:tab/>
        </w:r>
        <w:r w:rsidRPr="00F67EDB">
          <w:rPr>
            <w:rStyle w:val="Hipercze"/>
            <w:rFonts w:cs="Open Sans"/>
            <w:noProof/>
          </w:rPr>
          <w:t>Cel dokumentu</w:t>
        </w:r>
        <w:r>
          <w:rPr>
            <w:noProof/>
            <w:webHidden/>
          </w:rPr>
          <w:tab/>
        </w:r>
        <w:r>
          <w:rPr>
            <w:noProof/>
            <w:webHidden/>
          </w:rPr>
          <w:fldChar w:fldCharType="begin"/>
        </w:r>
        <w:r>
          <w:rPr>
            <w:noProof/>
            <w:webHidden/>
          </w:rPr>
          <w:instrText xml:space="preserve"> PAGEREF _Toc184813171 \h </w:instrText>
        </w:r>
        <w:r>
          <w:rPr>
            <w:noProof/>
            <w:webHidden/>
          </w:rPr>
        </w:r>
        <w:r>
          <w:rPr>
            <w:noProof/>
            <w:webHidden/>
          </w:rPr>
          <w:fldChar w:fldCharType="separate"/>
        </w:r>
        <w:r>
          <w:rPr>
            <w:noProof/>
            <w:webHidden/>
          </w:rPr>
          <w:t>5</w:t>
        </w:r>
        <w:r>
          <w:rPr>
            <w:noProof/>
            <w:webHidden/>
          </w:rPr>
          <w:fldChar w:fldCharType="end"/>
        </w:r>
      </w:hyperlink>
    </w:p>
    <w:p w14:paraId="6A30C173" w14:textId="4FA86001"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2" w:history="1">
        <w:r w:rsidRPr="00F67EDB">
          <w:rPr>
            <w:rStyle w:val="Hipercze"/>
            <w:noProof/>
          </w:rPr>
          <w:t>1.2.</w:t>
        </w:r>
        <w:r>
          <w:rPr>
            <w:rFonts w:asciiTheme="minorHAnsi" w:eastAsiaTheme="minorEastAsia" w:hAnsiTheme="minorHAnsi" w:cstheme="minorBidi"/>
            <w:noProof/>
            <w:sz w:val="22"/>
            <w:szCs w:val="22"/>
            <w:lang w:eastAsia="pl-PL"/>
          </w:rPr>
          <w:tab/>
        </w:r>
        <w:r w:rsidRPr="00F67EDB">
          <w:rPr>
            <w:rStyle w:val="Hipercze"/>
            <w:rFonts w:cs="Open Sans"/>
            <w:noProof/>
          </w:rPr>
          <w:t>Komunikat WZZA_WZBO_CANCEL</w:t>
        </w:r>
        <w:r>
          <w:rPr>
            <w:noProof/>
            <w:webHidden/>
          </w:rPr>
          <w:tab/>
        </w:r>
        <w:r>
          <w:rPr>
            <w:noProof/>
            <w:webHidden/>
          </w:rPr>
          <w:fldChar w:fldCharType="begin"/>
        </w:r>
        <w:r>
          <w:rPr>
            <w:noProof/>
            <w:webHidden/>
          </w:rPr>
          <w:instrText xml:space="preserve"> PAGEREF _Toc184813172 \h </w:instrText>
        </w:r>
        <w:r>
          <w:rPr>
            <w:noProof/>
            <w:webHidden/>
          </w:rPr>
        </w:r>
        <w:r>
          <w:rPr>
            <w:noProof/>
            <w:webHidden/>
          </w:rPr>
          <w:fldChar w:fldCharType="separate"/>
        </w:r>
        <w:r>
          <w:rPr>
            <w:noProof/>
            <w:webHidden/>
          </w:rPr>
          <w:t>5</w:t>
        </w:r>
        <w:r>
          <w:rPr>
            <w:noProof/>
            <w:webHidden/>
          </w:rPr>
          <w:fldChar w:fldCharType="end"/>
        </w:r>
      </w:hyperlink>
    </w:p>
    <w:p w14:paraId="6B7A5648" w14:textId="0514C309"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3" w:history="1">
        <w:r w:rsidRPr="00F67EDB">
          <w:rPr>
            <w:rStyle w:val="Hipercze"/>
            <w:noProof/>
          </w:rPr>
          <w:t>1.3.</w:t>
        </w:r>
        <w:r>
          <w:rPr>
            <w:rFonts w:asciiTheme="minorHAnsi" w:eastAsiaTheme="minorEastAsia" w:hAnsiTheme="minorHAnsi" w:cstheme="minorBidi"/>
            <w:noProof/>
            <w:sz w:val="22"/>
            <w:szCs w:val="22"/>
            <w:lang w:eastAsia="pl-PL"/>
          </w:rPr>
          <w:tab/>
        </w:r>
        <w:r w:rsidRPr="00F67EDB">
          <w:rPr>
            <w:rStyle w:val="Hipercze"/>
            <w:rFonts w:cs="Open Sans"/>
            <w:noProof/>
          </w:rPr>
          <w:t>Zastosowanie</w:t>
        </w:r>
        <w:r>
          <w:rPr>
            <w:noProof/>
            <w:webHidden/>
          </w:rPr>
          <w:tab/>
        </w:r>
        <w:r>
          <w:rPr>
            <w:noProof/>
            <w:webHidden/>
          </w:rPr>
          <w:fldChar w:fldCharType="begin"/>
        </w:r>
        <w:r>
          <w:rPr>
            <w:noProof/>
            <w:webHidden/>
          </w:rPr>
          <w:instrText xml:space="preserve"> PAGEREF _Toc184813173 \h </w:instrText>
        </w:r>
        <w:r>
          <w:rPr>
            <w:noProof/>
            <w:webHidden/>
          </w:rPr>
        </w:r>
        <w:r>
          <w:rPr>
            <w:noProof/>
            <w:webHidden/>
          </w:rPr>
          <w:fldChar w:fldCharType="separate"/>
        </w:r>
        <w:r>
          <w:rPr>
            <w:noProof/>
            <w:webHidden/>
          </w:rPr>
          <w:t>5</w:t>
        </w:r>
        <w:r>
          <w:rPr>
            <w:noProof/>
            <w:webHidden/>
          </w:rPr>
          <w:fldChar w:fldCharType="end"/>
        </w:r>
      </w:hyperlink>
    </w:p>
    <w:p w14:paraId="4F4CEB83" w14:textId="431E1B9C"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4" w:history="1">
        <w:r w:rsidRPr="00F67EDB">
          <w:rPr>
            <w:rStyle w:val="Hipercze"/>
            <w:noProof/>
          </w:rPr>
          <w:t>1.4.</w:t>
        </w:r>
        <w:r>
          <w:rPr>
            <w:rFonts w:asciiTheme="minorHAnsi" w:eastAsiaTheme="minorEastAsia" w:hAnsiTheme="minorHAnsi" w:cstheme="minorBidi"/>
            <w:noProof/>
            <w:sz w:val="22"/>
            <w:szCs w:val="22"/>
            <w:lang w:eastAsia="pl-PL"/>
          </w:rPr>
          <w:tab/>
        </w:r>
        <w:r w:rsidRPr="00F67EDB">
          <w:rPr>
            <w:rStyle w:val="Hipercze"/>
            <w:rFonts w:cs="Open Sans"/>
            <w:noProof/>
          </w:rPr>
          <w:t>Obowiązywanie</w:t>
        </w:r>
        <w:r>
          <w:rPr>
            <w:noProof/>
            <w:webHidden/>
          </w:rPr>
          <w:tab/>
        </w:r>
        <w:r>
          <w:rPr>
            <w:noProof/>
            <w:webHidden/>
          </w:rPr>
          <w:fldChar w:fldCharType="begin"/>
        </w:r>
        <w:r>
          <w:rPr>
            <w:noProof/>
            <w:webHidden/>
          </w:rPr>
          <w:instrText xml:space="preserve"> PAGEREF _Toc184813174 \h </w:instrText>
        </w:r>
        <w:r>
          <w:rPr>
            <w:noProof/>
            <w:webHidden/>
          </w:rPr>
        </w:r>
        <w:r>
          <w:rPr>
            <w:noProof/>
            <w:webHidden/>
          </w:rPr>
          <w:fldChar w:fldCharType="separate"/>
        </w:r>
        <w:r>
          <w:rPr>
            <w:noProof/>
            <w:webHidden/>
          </w:rPr>
          <w:t>5</w:t>
        </w:r>
        <w:r>
          <w:rPr>
            <w:noProof/>
            <w:webHidden/>
          </w:rPr>
          <w:fldChar w:fldCharType="end"/>
        </w:r>
      </w:hyperlink>
    </w:p>
    <w:p w14:paraId="54F3D508" w14:textId="7037DF7D"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5" w:history="1">
        <w:r w:rsidRPr="00F67EDB">
          <w:rPr>
            <w:rStyle w:val="Hipercze"/>
            <w:noProof/>
          </w:rPr>
          <w:t>1.5.</w:t>
        </w:r>
        <w:r>
          <w:rPr>
            <w:rFonts w:asciiTheme="minorHAnsi" w:eastAsiaTheme="minorEastAsia" w:hAnsiTheme="minorHAnsi" w:cstheme="minorBidi"/>
            <w:noProof/>
            <w:sz w:val="22"/>
            <w:szCs w:val="22"/>
            <w:lang w:eastAsia="pl-PL"/>
          </w:rPr>
          <w:tab/>
        </w:r>
        <w:r w:rsidRPr="00F67EDB">
          <w:rPr>
            <w:rStyle w:val="Hipercze"/>
            <w:rFonts w:cs="Open Sans"/>
            <w:noProof/>
          </w:rPr>
          <w:t>Dokumenty obowiązujące i pomocnicze</w:t>
        </w:r>
        <w:r>
          <w:rPr>
            <w:noProof/>
            <w:webHidden/>
          </w:rPr>
          <w:tab/>
        </w:r>
        <w:r>
          <w:rPr>
            <w:noProof/>
            <w:webHidden/>
          </w:rPr>
          <w:fldChar w:fldCharType="begin"/>
        </w:r>
        <w:r>
          <w:rPr>
            <w:noProof/>
            <w:webHidden/>
          </w:rPr>
          <w:instrText xml:space="preserve"> PAGEREF _Toc184813175 \h </w:instrText>
        </w:r>
        <w:r>
          <w:rPr>
            <w:noProof/>
            <w:webHidden/>
          </w:rPr>
        </w:r>
        <w:r>
          <w:rPr>
            <w:noProof/>
            <w:webHidden/>
          </w:rPr>
          <w:fldChar w:fldCharType="separate"/>
        </w:r>
        <w:r>
          <w:rPr>
            <w:noProof/>
            <w:webHidden/>
          </w:rPr>
          <w:t>6</w:t>
        </w:r>
        <w:r>
          <w:rPr>
            <w:noProof/>
            <w:webHidden/>
          </w:rPr>
          <w:fldChar w:fldCharType="end"/>
        </w:r>
      </w:hyperlink>
    </w:p>
    <w:p w14:paraId="294088F2" w14:textId="5A389773" w:rsidR="002E6DF0" w:rsidRDefault="002E6DF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13176" w:history="1">
        <w:r w:rsidRPr="00F67EDB">
          <w:rPr>
            <w:rStyle w:val="Hipercze"/>
            <w:noProof/>
          </w:rPr>
          <w:t>1.5.1.</w:t>
        </w:r>
        <w:r>
          <w:rPr>
            <w:rFonts w:asciiTheme="minorHAnsi" w:eastAsiaTheme="minorEastAsia" w:hAnsiTheme="minorHAnsi" w:cstheme="minorBidi"/>
            <w:iCs w:val="0"/>
            <w:noProof/>
            <w:sz w:val="22"/>
            <w:szCs w:val="22"/>
            <w:lang w:eastAsia="pl-PL"/>
          </w:rPr>
          <w:tab/>
        </w:r>
        <w:r w:rsidRPr="00F67EDB">
          <w:rPr>
            <w:rStyle w:val="Hipercze"/>
            <w:rFonts w:cs="Open Sans"/>
            <w:noProof/>
          </w:rPr>
          <w:t>Dokumenty obowiązujące</w:t>
        </w:r>
        <w:r>
          <w:rPr>
            <w:noProof/>
            <w:webHidden/>
          </w:rPr>
          <w:tab/>
        </w:r>
        <w:r>
          <w:rPr>
            <w:noProof/>
            <w:webHidden/>
          </w:rPr>
          <w:fldChar w:fldCharType="begin"/>
        </w:r>
        <w:r>
          <w:rPr>
            <w:noProof/>
            <w:webHidden/>
          </w:rPr>
          <w:instrText xml:space="preserve"> PAGEREF _Toc184813176 \h </w:instrText>
        </w:r>
        <w:r>
          <w:rPr>
            <w:noProof/>
            <w:webHidden/>
          </w:rPr>
        </w:r>
        <w:r>
          <w:rPr>
            <w:noProof/>
            <w:webHidden/>
          </w:rPr>
          <w:fldChar w:fldCharType="separate"/>
        </w:r>
        <w:r>
          <w:rPr>
            <w:noProof/>
            <w:webHidden/>
          </w:rPr>
          <w:t>6</w:t>
        </w:r>
        <w:r>
          <w:rPr>
            <w:noProof/>
            <w:webHidden/>
          </w:rPr>
          <w:fldChar w:fldCharType="end"/>
        </w:r>
      </w:hyperlink>
    </w:p>
    <w:p w14:paraId="2BD27B1D" w14:textId="05C67395" w:rsidR="002E6DF0" w:rsidRDefault="002E6DF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13177" w:history="1">
        <w:r w:rsidRPr="00F67EDB">
          <w:rPr>
            <w:rStyle w:val="Hipercze"/>
            <w:noProof/>
          </w:rPr>
          <w:t>1.5.2.</w:t>
        </w:r>
        <w:r>
          <w:rPr>
            <w:rFonts w:asciiTheme="minorHAnsi" w:eastAsiaTheme="minorEastAsia" w:hAnsiTheme="minorHAnsi" w:cstheme="minorBidi"/>
            <w:iCs w:val="0"/>
            <w:noProof/>
            <w:sz w:val="22"/>
            <w:szCs w:val="22"/>
            <w:lang w:eastAsia="pl-PL"/>
          </w:rPr>
          <w:tab/>
        </w:r>
        <w:r w:rsidRPr="00F67EDB">
          <w:rPr>
            <w:rStyle w:val="Hipercze"/>
            <w:rFonts w:cs="Open Sans"/>
            <w:noProof/>
          </w:rPr>
          <w:t>Dokumenty pomocnicze</w:t>
        </w:r>
        <w:r>
          <w:rPr>
            <w:noProof/>
            <w:webHidden/>
          </w:rPr>
          <w:tab/>
        </w:r>
        <w:r>
          <w:rPr>
            <w:noProof/>
            <w:webHidden/>
          </w:rPr>
          <w:fldChar w:fldCharType="begin"/>
        </w:r>
        <w:r>
          <w:rPr>
            <w:noProof/>
            <w:webHidden/>
          </w:rPr>
          <w:instrText xml:space="preserve"> PAGEREF _Toc184813177 \h </w:instrText>
        </w:r>
        <w:r>
          <w:rPr>
            <w:noProof/>
            <w:webHidden/>
          </w:rPr>
        </w:r>
        <w:r>
          <w:rPr>
            <w:noProof/>
            <w:webHidden/>
          </w:rPr>
          <w:fldChar w:fldCharType="separate"/>
        </w:r>
        <w:r>
          <w:rPr>
            <w:noProof/>
            <w:webHidden/>
          </w:rPr>
          <w:t>6</w:t>
        </w:r>
        <w:r>
          <w:rPr>
            <w:noProof/>
            <w:webHidden/>
          </w:rPr>
          <w:fldChar w:fldCharType="end"/>
        </w:r>
      </w:hyperlink>
    </w:p>
    <w:p w14:paraId="44C9E126" w14:textId="5053AEE8"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78" w:history="1">
        <w:r w:rsidRPr="00F67EDB">
          <w:rPr>
            <w:rStyle w:val="Hipercze"/>
            <w:noProof/>
          </w:rPr>
          <w:t>1.6.</w:t>
        </w:r>
        <w:r>
          <w:rPr>
            <w:rFonts w:asciiTheme="minorHAnsi" w:eastAsiaTheme="minorEastAsia" w:hAnsiTheme="minorHAnsi" w:cstheme="minorBidi"/>
            <w:noProof/>
            <w:sz w:val="22"/>
            <w:szCs w:val="22"/>
            <w:lang w:eastAsia="pl-PL"/>
          </w:rPr>
          <w:tab/>
        </w:r>
        <w:r w:rsidRPr="00F67EDB">
          <w:rPr>
            <w:rStyle w:val="Hipercze"/>
            <w:rFonts w:cs="Open Sans"/>
            <w:noProof/>
          </w:rPr>
          <w:t>Słownik przyjętych skrótów i terminów</w:t>
        </w:r>
        <w:r>
          <w:rPr>
            <w:noProof/>
            <w:webHidden/>
          </w:rPr>
          <w:tab/>
        </w:r>
        <w:r>
          <w:rPr>
            <w:noProof/>
            <w:webHidden/>
          </w:rPr>
          <w:fldChar w:fldCharType="begin"/>
        </w:r>
        <w:r>
          <w:rPr>
            <w:noProof/>
            <w:webHidden/>
          </w:rPr>
          <w:instrText xml:space="preserve"> PAGEREF _Toc184813178 \h </w:instrText>
        </w:r>
        <w:r>
          <w:rPr>
            <w:noProof/>
            <w:webHidden/>
          </w:rPr>
        </w:r>
        <w:r>
          <w:rPr>
            <w:noProof/>
            <w:webHidden/>
          </w:rPr>
          <w:fldChar w:fldCharType="separate"/>
        </w:r>
        <w:r>
          <w:rPr>
            <w:noProof/>
            <w:webHidden/>
          </w:rPr>
          <w:t>6</w:t>
        </w:r>
        <w:r>
          <w:rPr>
            <w:noProof/>
            <w:webHidden/>
          </w:rPr>
          <w:fldChar w:fldCharType="end"/>
        </w:r>
      </w:hyperlink>
    </w:p>
    <w:p w14:paraId="0FCF51F0" w14:textId="46008AD3" w:rsidR="002E6DF0" w:rsidRDefault="002E6DF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13179" w:history="1">
        <w:r w:rsidRPr="00F67EDB">
          <w:rPr>
            <w:rStyle w:val="Hipercze"/>
            <w:noProof/>
          </w:rPr>
          <w:t>1.6.1.</w:t>
        </w:r>
        <w:r>
          <w:rPr>
            <w:rFonts w:asciiTheme="minorHAnsi" w:eastAsiaTheme="minorEastAsia" w:hAnsiTheme="minorHAnsi" w:cstheme="minorBidi"/>
            <w:iCs w:val="0"/>
            <w:noProof/>
            <w:sz w:val="22"/>
            <w:szCs w:val="22"/>
            <w:lang w:eastAsia="pl-PL"/>
          </w:rPr>
          <w:tab/>
        </w:r>
        <w:r w:rsidRPr="00F67EDB">
          <w:rPr>
            <w:rStyle w:val="Hipercze"/>
            <w:rFonts w:cs="Open Sans"/>
            <w:noProof/>
          </w:rPr>
          <w:t>Skróty i akronimy</w:t>
        </w:r>
        <w:r>
          <w:rPr>
            <w:noProof/>
            <w:webHidden/>
          </w:rPr>
          <w:tab/>
        </w:r>
        <w:r>
          <w:rPr>
            <w:noProof/>
            <w:webHidden/>
          </w:rPr>
          <w:fldChar w:fldCharType="begin"/>
        </w:r>
        <w:r>
          <w:rPr>
            <w:noProof/>
            <w:webHidden/>
          </w:rPr>
          <w:instrText xml:space="preserve"> PAGEREF _Toc184813179 \h </w:instrText>
        </w:r>
        <w:r>
          <w:rPr>
            <w:noProof/>
            <w:webHidden/>
          </w:rPr>
        </w:r>
        <w:r>
          <w:rPr>
            <w:noProof/>
            <w:webHidden/>
          </w:rPr>
          <w:fldChar w:fldCharType="separate"/>
        </w:r>
        <w:r>
          <w:rPr>
            <w:noProof/>
            <w:webHidden/>
          </w:rPr>
          <w:t>6</w:t>
        </w:r>
        <w:r>
          <w:rPr>
            <w:noProof/>
            <w:webHidden/>
          </w:rPr>
          <w:fldChar w:fldCharType="end"/>
        </w:r>
      </w:hyperlink>
    </w:p>
    <w:p w14:paraId="1F872394" w14:textId="278DAF29" w:rsidR="002E6DF0" w:rsidRDefault="002E6DF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13180" w:history="1">
        <w:r w:rsidRPr="00F67EDB">
          <w:rPr>
            <w:rStyle w:val="Hipercze"/>
            <w:noProof/>
          </w:rPr>
          <w:t>1.6.2.</w:t>
        </w:r>
        <w:r>
          <w:rPr>
            <w:rFonts w:asciiTheme="minorHAnsi" w:eastAsiaTheme="minorEastAsia" w:hAnsiTheme="minorHAnsi" w:cstheme="minorBidi"/>
            <w:iCs w:val="0"/>
            <w:noProof/>
            <w:sz w:val="22"/>
            <w:szCs w:val="22"/>
            <w:lang w:eastAsia="pl-PL"/>
          </w:rPr>
          <w:tab/>
        </w:r>
        <w:r w:rsidRPr="00F67EDB">
          <w:rPr>
            <w:rStyle w:val="Hipercze"/>
            <w:rFonts w:cs="Open Sans"/>
            <w:noProof/>
          </w:rPr>
          <w:t>Terminy</w:t>
        </w:r>
        <w:r>
          <w:rPr>
            <w:noProof/>
            <w:webHidden/>
          </w:rPr>
          <w:tab/>
        </w:r>
        <w:r>
          <w:rPr>
            <w:noProof/>
            <w:webHidden/>
          </w:rPr>
          <w:fldChar w:fldCharType="begin"/>
        </w:r>
        <w:r>
          <w:rPr>
            <w:noProof/>
            <w:webHidden/>
          </w:rPr>
          <w:instrText xml:space="preserve"> PAGEREF _Toc184813180 \h </w:instrText>
        </w:r>
        <w:r>
          <w:rPr>
            <w:noProof/>
            <w:webHidden/>
          </w:rPr>
        </w:r>
        <w:r>
          <w:rPr>
            <w:noProof/>
            <w:webHidden/>
          </w:rPr>
          <w:fldChar w:fldCharType="separate"/>
        </w:r>
        <w:r>
          <w:rPr>
            <w:noProof/>
            <w:webHidden/>
          </w:rPr>
          <w:t>9</w:t>
        </w:r>
        <w:r>
          <w:rPr>
            <w:noProof/>
            <w:webHidden/>
          </w:rPr>
          <w:fldChar w:fldCharType="end"/>
        </w:r>
      </w:hyperlink>
    </w:p>
    <w:p w14:paraId="1E6CB1DF" w14:textId="120287B1" w:rsidR="002E6DF0" w:rsidRDefault="002E6DF0">
      <w:pPr>
        <w:pStyle w:val="Spistreci1"/>
        <w:rPr>
          <w:rFonts w:asciiTheme="minorHAnsi" w:eastAsiaTheme="minorEastAsia" w:hAnsiTheme="minorHAnsi" w:cstheme="minorBidi"/>
          <w:b w:val="0"/>
          <w:bCs w:val="0"/>
          <w:noProof/>
          <w:sz w:val="22"/>
          <w:szCs w:val="22"/>
          <w:lang w:eastAsia="pl-PL"/>
        </w:rPr>
      </w:pPr>
      <w:hyperlink w:anchor="_Toc184813181" w:history="1">
        <w:r w:rsidRPr="00F67EDB">
          <w:rPr>
            <w:rStyle w:val="Hipercze"/>
            <w:noProof/>
          </w:rPr>
          <w:t>2.</w:t>
        </w:r>
        <w:r>
          <w:rPr>
            <w:rFonts w:asciiTheme="minorHAnsi" w:eastAsiaTheme="minorEastAsia" w:hAnsiTheme="minorHAnsi" w:cstheme="minorBidi"/>
            <w:b w:val="0"/>
            <w:bCs w:val="0"/>
            <w:noProof/>
            <w:sz w:val="22"/>
            <w:szCs w:val="22"/>
            <w:lang w:eastAsia="pl-PL"/>
          </w:rPr>
          <w:tab/>
        </w:r>
        <w:r w:rsidRPr="00F67EDB">
          <w:rPr>
            <w:rStyle w:val="Hipercze"/>
            <w:rFonts w:cs="Open Sans"/>
            <w:noProof/>
          </w:rPr>
          <w:t>Zawartość merytoryczna dokumentu</w:t>
        </w:r>
        <w:r>
          <w:rPr>
            <w:noProof/>
            <w:webHidden/>
          </w:rPr>
          <w:tab/>
        </w:r>
        <w:r>
          <w:rPr>
            <w:noProof/>
            <w:webHidden/>
          </w:rPr>
          <w:fldChar w:fldCharType="begin"/>
        </w:r>
        <w:r>
          <w:rPr>
            <w:noProof/>
            <w:webHidden/>
          </w:rPr>
          <w:instrText xml:space="preserve"> PAGEREF _Toc184813181 \h </w:instrText>
        </w:r>
        <w:r>
          <w:rPr>
            <w:noProof/>
            <w:webHidden/>
          </w:rPr>
        </w:r>
        <w:r>
          <w:rPr>
            <w:noProof/>
            <w:webHidden/>
          </w:rPr>
          <w:fldChar w:fldCharType="separate"/>
        </w:r>
        <w:r>
          <w:rPr>
            <w:noProof/>
            <w:webHidden/>
          </w:rPr>
          <w:t>10</w:t>
        </w:r>
        <w:r>
          <w:rPr>
            <w:noProof/>
            <w:webHidden/>
          </w:rPr>
          <w:fldChar w:fldCharType="end"/>
        </w:r>
      </w:hyperlink>
    </w:p>
    <w:p w14:paraId="4AF067F7" w14:textId="5D1C187B" w:rsidR="002E6DF0" w:rsidRDefault="002E6DF0">
      <w:pPr>
        <w:pStyle w:val="Spistreci1"/>
        <w:rPr>
          <w:rFonts w:asciiTheme="minorHAnsi" w:eastAsiaTheme="minorEastAsia" w:hAnsiTheme="minorHAnsi" w:cstheme="minorBidi"/>
          <w:b w:val="0"/>
          <w:bCs w:val="0"/>
          <w:noProof/>
          <w:sz w:val="22"/>
          <w:szCs w:val="22"/>
          <w:lang w:eastAsia="pl-PL"/>
        </w:rPr>
      </w:pPr>
      <w:hyperlink w:anchor="_Toc184813182" w:history="1">
        <w:r w:rsidRPr="00F67EDB">
          <w:rPr>
            <w:rStyle w:val="Hipercze"/>
            <w:noProof/>
          </w:rPr>
          <w:t>3.</w:t>
        </w:r>
        <w:r>
          <w:rPr>
            <w:rFonts w:asciiTheme="minorHAnsi" w:eastAsiaTheme="minorEastAsia" w:hAnsiTheme="minorHAnsi" w:cstheme="minorBidi"/>
            <w:b w:val="0"/>
            <w:bCs w:val="0"/>
            <w:noProof/>
            <w:sz w:val="22"/>
            <w:szCs w:val="22"/>
            <w:lang w:eastAsia="pl-PL"/>
          </w:rPr>
          <w:tab/>
        </w:r>
        <w:r w:rsidRPr="00F67EDB">
          <w:rPr>
            <w:rStyle w:val="Hipercze"/>
            <w:rFonts w:cs="Open Sans"/>
            <w:noProof/>
          </w:rPr>
          <w:t>Specyfikacja wniosku WZZA_WZBO_CANCEL</w:t>
        </w:r>
        <w:r>
          <w:rPr>
            <w:noProof/>
            <w:webHidden/>
          </w:rPr>
          <w:tab/>
        </w:r>
        <w:r>
          <w:rPr>
            <w:noProof/>
            <w:webHidden/>
          </w:rPr>
          <w:fldChar w:fldCharType="begin"/>
        </w:r>
        <w:r>
          <w:rPr>
            <w:noProof/>
            <w:webHidden/>
          </w:rPr>
          <w:instrText xml:space="preserve"> PAGEREF _Toc184813182 \h </w:instrText>
        </w:r>
        <w:r>
          <w:rPr>
            <w:noProof/>
            <w:webHidden/>
          </w:rPr>
        </w:r>
        <w:r>
          <w:rPr>
            <w:noProof/>
            <w:webHidden/>
          </w:rPr>
          <w:fldChar w:fldCharType="separate"/>
        </w:r>
        <w:r>
          <w:rPr>
            <w:noProof/>
            <w:webHidden/>
          </w:rPr>
          <w:t>11</w:t>
        </w:r>
        <w:r>
          <w:rPr>
            <w:noProof/>
            <w:webHidden/>
          </w:rPr>
          <w:fldChar w:fldCharType="end"/>
        </w:r>
      </w:hyperlink>
    </w:p>
    <w:p w14:paraId="03D1522A" w14:textId="0E494220"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83" w:history="1">
        <w:r w:rsidRPr="00F67EDB">
          <w:rPr>
            <w:rStyle w:val="Hipercze"/>
            <w:noProof/>
          </w:rPr>
          <w:t>3.1.</w:t>
        </w:r>
        <w:r>
          <w:rPr>
            <w:rFonts w:asciiTheme="minorHAnsi" w:eastAsiaTheme="minorEastAsia" w:hAnsiTheme="minorHAnsi" w:cstheme="minorBidi"/>
            <w:noProof/>
            <w:sz w:val="22"/>
            <w:szCs w:val="22"/>
            <w:lang w:eastAsia="pl-PL"/>
          </w:rPr>
          <w:tab/>
        </w:r>
        <w:r w:rsidRPr="00F67EDB">
          <w:rPr>
            <w:rStyle w:val="Hipercze"/>
            <w:rFonts w:cs="Open Sans"/>
            <w:noProof/>
          </w:rPr>
          <w:t>Struktura komunikatu XML wniosku WZZA_WZBO_CANCEL</w:t>
        </w:r>
        <w:r>
          <w:rPr>
            <w:noProof/>
            <w:webHidden/>
          </w:rPr>
          <w:tab/>
        </w:r>
        <w:r>
          <w:rPr>
            <w:noProof/>
            <w:webHidden/>
          </w:rPr>
          <w:fldChar w:fldCharType="begin"/>
        </w:r>
        <w:r>
          <w:rPr>
            <w:noProof/>
            <w:webHidden/>
          </w:rPr>
          <w:instrText xml:space="preserve"> PAGEREF _Toc184813183 \h </w:instrText>
        </w:r>
        <w:r>
          <w:rPr>
            <w:noProof/>
            <w:webHidden/>
          </w:rPr>
        </w:r>
        <w:r>
          <w:rPr>
            <w:noProof/>
            <w:webHidden/>
          </w:rPr>
          <w:fldChar w:fldCharType="separate"/>
        </w:r>
        <w:r>
          <w:rPr>
            <w:noProof/>
            <w:webHidden/>
          </w:rPr>
          <w:t>11</w:t>
        </w:r>
        <w:r>
          <w:rPr>
            <w:noProof/>
            <w:webHidden/>
          </w:rPr>
          <w:fldChar w:fldCharType="end"/>
        </w:r>
      </w:hyperlink>
    </w:p>
    <w:p w14:paraId="1049CA29" w14:textId="2F621158" w:rsidR="002E6DF0" w:rsidRDefault="002E6DF0">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4813184" w:history="1">
        <w:r w:rsidRPr="00F67EDB">
          <w:rPr>
            <w:rStyle w:val="Hipercze"/>
            <w:noProof/>
          </w:rPr>
          <w:t>3.1.1.</w:t>
        </w:r>
        <w:r>
          <w:rPr>
            <w:rFonts w:asciiTheme="minorHAnsi" w:eastAsiaTheme="minorEastAsia" w:hAnsiTheme="minorHAnsi" w:cstheme="minorBidi"/>
            <w:iCs w:val="0"/>
            <w:noProof/>
            <w:sz w:val="22"/>
            <w:szCs w:val="22"/>
            <w:lang w:eastAsia="pl-PL"/>
          </w:rPr>
          <w:tab/>
        </w:r>
        <w:r w:rsidRPr="00F67EDB">
          <w:rPr>
            <w:rStyle w:val="Hipercze"/>
            <w:noProof/>
          </w:rPr>
          <w:t>Struktura danych wniosku WZZA_WZBO_CANCEL</w:t>
        </w:r>
        <w:r>
          <w:rPr>
            <w:noProof/>
            <w:webHidden/>
          </w:rPr>
          <w:tab/>
        </w:r>
        <w:r>
          <w:rPr>
            <w:noProof/>
            <w:webHidden/>
          </w:rPr>
          <w:fldChar w:fldCharType="begin"/>
        </w:r>
        <w:r>
          <w:rPr>
            <w:noProof/>
            <w:webHidden/>
          </w:rPr>
          <w:instrText xml:space="preserve"> PAGEREF _Toc184813184 \h </w:instrText>
        </w:r>
        <w:r>
          <w:rPr>
            <w:noProof/>
            <w:webHidden/>
          </w:rPr>
        </w:r>
        <w:r>
          <w:rPr>
            <w:noProof/>
            <w:webHidden/>
          </w:rPr>
          <w:fldChar w:fldCharType="separate"/>
        </w:r>
        <w:r>
          <w:rPr>
            <w:noProof/>
            <w:webHidden/>
          </w:rPr>
          <w:t>11</w:t>
        </w:r>
        <w:r>
          <w:rPr>
            <w:noProof/>
            <w:webHidden/>
          </w:rPr>
          <w:fldChar w:fldCharType="end"/>
        </w:r>
      </w:hyperlink>
    </w:p>
    <w:p w14:paraId="79DD4382" w14:textId="28FCABF2"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85" w:history="1">
        <w:r w:rsidRPr="00F67EDB">
          <w:rPr>
            <w:rStyle w:val="Hipercze"/>
            <w:noProof/>
          </w:rPr>
          <w:t>3.2.</w:t>
        </w:r>
        <w:r>
          <w:rPr>
            <w:rFonts w:asciiTheme="minorHAnsi" w:eastAsiaTheme="minorEastAsia" w:hAnsiTheme="minorHAnsi" w:cstheme="minorBidi"/>
            <w:noProof/>
            <w:sz w:val="22"/>
            <w:szCs w:val="22"/>
            <w:lang w:eastAsia="pl-PL"/>
          </w:rPr>
          <w:tab/>
        </w:r>
        <w:r w:rsidRPr="00F67EDB">
          <w:rPr>
            <w:rStyle w:val="Hipercze"/>
            <w:rFonts w:cs="Open Sans"/>
            <w:noProof/>
          </w:rPr>
          <w:t>Reguły</w:t>
        </w:r>
        <w:r>
          <w:rPr>
            <w:noProof/>
            <w:webHidden/>
          </w:rPr>
          <w:tab/>
        </w:r>
        <w:r>
          <w:rPr>
            <w:noProof/>
            <w:webHidden/>
          </w:rPr>
          <w:fldChar w:fldCharType="begin"/>
        </w:r>
        <w:r>
          <w:rPr>
            <w:noProof/>
            <w:webHidden/>
          </w:rPr>
          <w:instrText xml:space="preserve"> PAGEREF _Toc184813185 \h </w:instrText>
        </w:r>
        <w:r>
          <w:rPr>
            <w:noProof/>
            <w:webHidden/>
          </w:rPr>
        </w:r>
        <w:r>
          <w:rPr>
            <w:noProof/>
            <w:webHidden/>
          </w:rPr>
          <w:fldChar w:fldCharType="separate"/>
        </w:r>
        <w:r>
          <w:rPr>
            <w:noProof/>
            <w:webHidden/>
          </w:rPr>
          <w:t>14</w:t>
        </w:r>
        <w:r>
          <w:rPr>
            <w:noProof/>
            <w:webHidden/>
          </w:rPr>
          <w:fldChar w:fldCharType="end"/>
        </w:r>
      </w:hyperlink>
    </w:p>
    <w:p w14:paraId="3873D068" w14:textId="798A17B9" w:rsidR="002E6DF0" w:rsidRDefault="002E6DF0">
      <w:pPr>
        <w:pStyle w:val="Spistreci1"/>
        <w:rPr>
          <w:rFonts w:asciiTheme="minorHAnsi" w:eastAsiaTheme="minorEastAsia" w:hAnsiTheme="minorHAnsi" w:cstheme="minorBidi"/>
          <w:b w:val="0"/>
          <w:bCs w:val="0"/>
          <w:noProof/>
          <w:sz w:val="22"/>
          <w:szCs w:val="22"/>
          <w:lang w:eastAsia="pl-PL"/>
        </w:rPr>
      </w:pPr>
      <w:hyperlink w:anchor="_Toc184813186" w:history="1">
        <w:r w:rsidRPr="00F67EDB">
          <w:rPr>
            <w:rStyle w:val="Hipercze"/>
            <w:noProof/>
          </w:rPr>
          <w:t>4.</w:t>
        </w:r>
        <w:r>
          <w:rPr>
            <w:rFonts w:asciiTheme="minorHAnsi" w:eastAsiaTheme="minorEastAsia" w:hAnsiTheme="minorHAnsi" w:cstheme="minorBidi"/>
            <w:b w:val="0"/>
            <w:bCs w:val="0"/>
            <w:noProof/>
            <w:sz w:val="22"/>
            <w:szCs w:val="22"/>
            <w:lang w:eastAsia="pl-PL"/>
          </w:rPr>
          <w:tab/>
        </w:r>
        <w:r w:rsidRPr="00F67EDB">
          <w:rPr>
            <w:rStyle w:val="Hipercze"/>
            <w:noProof/>
          </w:rPr>
          <w:t>Załączniki</w:t>
        </w:r>
        <w:r>
          <w:rPr>
            <w:noProof/>
            <w:webHidden/>
          </w:rPr>
          <w:tab/>
        </w:r>
        <w:r>
          <w:rPr>
            <w:noProof/>
            <w:webHidden/>
          </w:rPr>
          <w:fldChar w:fldCharType="begin"/>
        </w:r>
        <w:r>
          <w:rPr>
            <w:noProof/>
            <w:webHidden/>
          </w:rPr>
          <w:instrText xml:space="preserve"> PAGEREF _Toc184813186 \h </w:instrText>
        </w:r>
        <w:r>
          <w:rPr>
            <w:noProof/>
            <w:webHidden/>
          </w:rPr>
        </w:r>
        <w:r>
          <w:rPr>
            <w:noProof/>
            <w:webHidden/>
          </w:rPr>
          <w:fldChar w:fldCharType="separate"/>
        </w:r>
        <w:r>
          <w:rPr>
            <w:noProof/>
            <w:webHidden/>
          </w:rPr>
          <w:t>15</w:t>
        </w:r>
        <w:r>
          <w:rPr>
            <w:noProof/>
            <w:webHidden/>
          </w:rPr>
          <w:fldChar w:fldCharType="end"/>
        </w:r>
      </w:hyperlink>
    </w:p>
    <w:p w14:paraId="4E0EFB20" w14:textId="499B7272" w:rsidR="002E6DF0" w:rsidRDefault="002E6DF0">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4813187" w:history="1">
        <w:r w:rsidRPr="00F67EDB">
          <w:rPr>
            <w:rStyle w:val="Hipercze"/>
            <w:noProof/>
          </w:rPr>
          <w:t>4.1.</w:t>
        </w:r>
        <w:r>
          <w:rPr>
            <w:rFonts w:asciiTheme="minorHAnsi" w:eastAsiaTheme="minorEastAsia" w:hAnsiTheme="minorHAnsi" w:cstheme="minorBidi"/>
            <w:noProof/>
            <w:sz w:val="22"/>
            <w:szCs w:val="22"/>
            <w:lang w:eastAsia="pl-PL"/>
          </w:rPr>
          <w:tab/>
        </w:r>
        <w:r w:rsidRPr="00F67EDB">
          <w:rPr>
            <w:rStyle w:val="Hipercze"/>
            <w:noProof/>
          </w:rPr>
          <w:t>Pliki wniosku WZZA_WZBO_CANCEL</w:t>
        </w:r>
        <w:r>
          <w:rPr>
            <w:noProof/>
            <w:webHidden/>
          </w:rPr>
          <w:tab/>
        </w:r>
        <w:r>
          <w:rPr>
            <w:noProof/>
            <w:webHidden/>
          </w:rPr>
          <w:fldChar w:fldCharType="begin"/>
        </w:r>
        <w:r>
          <w:rPr>
            <w:noProof/>
            <w:webHidden/>
          </w:rPr>
          <w:instrText xml:space="preserve"> PAGEREF _Toc184813187 \h </w:instrText>
        </w:r>
        <w:r>
          <w:rPr>
            <w:noProof/>
            <w:webHidden/>
          </w:rPr>
        </w:r>
        <w:r>
          <w:rPr>
            <w:noProof/>
            <w:webHidden/>
          </w:rPr>
          <w:fldChar w:fldCharType="separate"/>
        </w:r>
        <w:r>
          <w:rPr>
            <w:noProof/>
            <w:webHidden/>
          </w:rPr>
          <w:t>15</w:t>
        </w:r>
        <w:r>
          <w:rPr>
            <w:noProof/>
            <w:webHidden/>
          </w:rPr>
          <w:fldChar w:fldCharType="end"/>
        </w:r>
      </w:hyperlink>
    </w:p>
    <w:p w14:paraId="45A22678" w14:textId="2FC4D032" w:rsidR="008304F5" w:rsidRPr="003662E5" w:rsidRDefault="00035695" w:rsidP="003662E5">
      <w:pPr>
        <w:rPr>
          <w:rFonts w:cs="Open Sans"/>
        </w:rPr>
      </w:pPr>
      <w:r w:rsidRPr="003662E5">
        <w:rPr>
          <w:rFonts w:cs="Open Sans"/>
        </w:rPr>
        <w:fldChar w:fldCharType="end"/>
      </w:r>
    </w:p>
    <w:p w14:paraId="78AA9126" w14:textId="77777777" w:rsidR="00764E48" w:rsidRPr="003662E5" w:rsidRDefault="003F030F" w:rsidP="003662E5">
      <w:pPr>
        <w:pStyle w:val="spis"/>
        <w:spacing w:line="276" w:lineRule="auto"/>
      </w:pPr>
      <w:bookmarkStart w:id="2" w:name="_Toc349568549"/>
      <w:r w:rsidRPr="003662E5">
        <w:t>SPIS TABEL</w:t>
      </w:r>
      <w:bookmarkEnd w:id="2"/>
    </w:p>
    <w:p w14:paraId="699CA818" w14:textId="55CD1C3D" w:rsidR="002E6DF0"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3662E5">
        <w:rPr>
          <w:rFonts w:cs="Open Sans"/>
        </w:rPr>
        <w:fldChar w:fldCharType="begin"/>
      </w:r>
      <w:r w:rsidR="00836DD7" w:rsidRPr="003662E5">
        <w:rPr>
          <w:rFonts w:cs="Open Sans"/>
        </w:rPr>
        <w:instrText xml:space="preserve"> TOC \h \z \c "Tabela" </w:instrText>
      </w:r>
      <w:r w:rsidRPr="003662E5">
        <w:rPr>
          <w:rFonts w:cs="Open Sans"/>
        </w:rPr>
        <w:fldChar w:fldCharType="separate"/>
      </w:r>
      <w:hyperlink w:anchor="_Toc184813188" w:history="1">
        <w:r w:rsidR="002E6DF0" w:rsidRPr="00DB79ED">
          <w:rPr>
            <w:rStyle w:val="Hipercze"/>
            <w:noProof/>
          </w:rPr>
          <w:t>Tabela 1. Metryka dokumentu</w:t>
        </w:r>
        <w:r w:rsidR="002E6DF0">
          <w:rPr>
            <w:noProof/>
            <w:webHidden/>
          </w:rPr>
          <w:tab/>
        </w:r>
        <w:r w:rsidR="002E6DF0">
          <w:rPr>
            <w:noProof/>
            <w:webHidden/>
          </w:rPr>
          <w:fldChar w:fldCharType="begin"/>
        </w:r>
        <w:r w:rsidR="002E6DF0">
          <w:rPr>
            <w:noProof/>
            <w:webHidden/>
          </w:rPr>
          <w:instrText xml:space="preserve"> PAGEREF _Toc184813188 \h </w:instrText>
        </w:r>
        <w:r w:rsidR="002E6DF0">
          <w:rPr>
            <w:noProof/>
            <w:webHidden/>
          </w:rPr>
        </w:r>
        <w:r w:rsidR="002E6DF0">
          <w:rPr>
            <w:noProof/>
            <w:webHidden/>
          </w:rPr>
          <w:fldChar w:fldCharType="separate"/>
        </w:r>
        <w:r w:rsidR="002E6DF0">
          <w:rPr>
            <w:noProof/>
            <w:webHidden/>
          </w:rPr>
          <w:t>2</w:t>
        </w:r>
        <w:r w:rsidR="002E6DF0">
          <w:rPr>
            <w:noProof/>
            <w:webHidden/>
          </w:rPr>
          <w:fldChar w:fldCharType="end"/>
        </w:r>
      </w:hyperlink>
    </w:p>
    <w:p w14:paraId="39E9990E" w14:textId="0684E735"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89" w:history="1">
        <w:r w:rsidRPr="00DB79ED">
          <w:rPr>
            <w:rStyle w:val="Hipercze"/>
            <w:noProof/>
          </w:rPr>
          <w:t>Tabela 2. Historia zmian dokumentu</w:t>
        </w:r>
        <w:r>
          <w:rPr>
            <w:noProof/>
            <w:webHidden/>
          </w:rPr>
          <w:tab/>
        </w:r>
        <w:r>
          <w:rPr>
            <w:noProof/>
            <w:webHidden/>
          </w:rPr>
          <w:fldChar w:fldCharType="begin"/>
        </w:r>
        <w:r>
          <w:rPr>
            <w:noProof/>
            <w:webHidden/>
          </w:rPr>
          <w:instrText xml:space="preserve"> PAGEREF _Toc184813189 \h </w:instrText>
        </w:r>
        <w:r>
          <w:rPr>
            <w:noProof/>
            <w:webHidden/>
          </w:rPr>
        </w:r>
        <w:r>
          <w:rPr>
            <w:noProof/>
            <w:webHidden/>
          </w:rPr>
          <w:fldChar w:fldCharType="separate"/>
        </w:r>
        <w:r>
          <w:rPr>
            <w:noProof/>
            <w:webHidden/>
          </w:rPr>
          <w:t>2</w:t>
        </w:r>
        <w:r>
          <w:rPr>
            <w:noProof/>
            <w:webHidden/>
          </w:rPr>
          <w:fldChar w:fldCharType="end"/>
        </w:r>
      </w:hyperlink>
    </w:p>
    <w:p w14:paraId="51A17CFC" w14:textId="646D0496"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0" w:history="1">
        <w:r w:rsidRPr="00DB79ED">
          <w:rPr>
            <w:rStyle w:val="Hipercze"/>
            <w:noProof/>
          </w:rPr>
          <w:t>Tabela 3. Wykaz dokumentów obowiązujących</w:t>
        </w:r>
        <w:r>
          <w:rPr>
            <w:noProof/>
            <w:webHidden/>
          </w:rPr>
          <w:tab/>
        </w:r>
        <w:r>
          <w:rPr>
            <w:noProof/>
            <w:webHidden/>
          </w:rPr>
          <w:fldChar w:fldCharType="begin"/>
        </w:r>
        <w:r>
          <w:rPr>
            <w:noProof/>
            <w:webHidden/>
          </w:rPr>
          <w:instrText xml:space="preserve"> PAGEREF _Toc184813190 \h </w:instrText>
        </w:r>
        <w:r>
          <w:rPr>
            <w:noProof/>
            <w:webHidden/>
          </w:rPr>
        </w:r>
        <w:r>
          <w:rPr>
            <w:noProof/>
            <w:webHidden/>
          </w:rPr>
          <w:fldChar w:fldCharType="separate"/>
        </w:r>
        <w:r>
          <w:rPr>
            <w:noProof/>
            <w:webHidden/>
          </w:rPr>
          <w:t>6</w:t>
        </w:r>
        <w:r>
          <w:rPr>
            <w:noProof/>
            <w:webHidden/>
          </w:rPr>
          <w:fldChar w:fldCharType="end"/>
        </w:r>
      </w:hyperlink>
    </w:p>
    <w:p w14:paraId="3B44B3A7" w14:textId="056BFF63"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1" w:history="1">
        <w:r w:rsidRPr="00DB79ED">
          <w:rPr>
            <w:rStyle w:val="Hipercze"/>
            <w:noProof/>
          </w:rPr>
          <w:t>Tabela 4. Wykaz dokumentów pomocniczych</w:t>
        </w:r>
        <w:r>
          <w:rPr>
            <w:noProof/>
            <w:webHidden/>
          </w:rPr>
          <w:tab/>
        </w:r>
        <w:r>
          <w:rPr>
            <w:noProof/>
            <w:webHidden/>
          </w:rPr>
          <w:fldChar w:fldCharType="begin"/>
        </w:r>
        <w:r>
          <w:rPr>
            <w:noProof/>
            <w:webHidden/>
          </w:rPr>
          <w:instrText xml:space="preserve"> PAGEREF _Toc184813191 \h </w:instrText>
        </w:r>
        <w:r>
          <w:rPr>
            <w:noProof/>
            <w:webHidden/>
          </w:rPr>
        </w:r>
        <w:r>
          <w:rPr>
            <w:noProof/>
            <w:webHidden/>
          </w:rPr>
          <w:fldChar w:fldCharType="separate"/>
        </w:r>
        <w:r>
          <w:rPr>
            <w:noProof/>
            <w:webHidden/>
          </w:rPr>
          <w:t>6</w:t>
        </w:r>
        <w:r>
          <w:rPr>
            <w:noProof/>
            <w:webHidden/>
          </w:rPr>
          <w:fldChar w:fldCharType="end"/>
        </w:r>
      </w:hyperlink>
    </w:p>
    <w:p w14:paraId="55ACDAEB" w14:textId="38B2A443"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2" w:history="1">
        <w:r w:rsidRPr="00DB79ED">
          <w:rPr>
            <w:rStyle w:val="Hipercze"/>
            <w:noProof/>
          </w:rPr>
          <w:t>Tabela 5. Wykaz skrótów i akronimów</w:t>
        </w:r>
        <w:r>
          <w:rPr>
            <w:noProof/>
            <w:webHidden/>
          </w:rPr>
          <w:tab/>
        </w:r>
        <w:r>
          <w:rPr>
            <w:noProof/>
            <w:webHidden/>
          </w:rPr>
          <w:fldChar w:fldCharType="begin"/>
        </w:r>
        <w:r>
          <w:rPr>
            <w:noProof/>
            <w:webHidden/>
          </w:rPr>
          <w:instrText xml:space="preserve"> PAGEREF _Toc184813192 \h </w:instrText>
        </w:r>
        <w:r>
          <w:rPr>
            <w:noProof/>
            <w:webHidden/>
          </w:rPr>
        </w:r>
        <w:r>
          <w:rPr>
            <w:noProof/>
            <w:webHidden/>
          </w:rPr>
          <w:fldChar w:fldCharType="separate"/>
        </w:r>
        <w:r>
          <w:rPr>
            <w:noProof/>
            <w:webHidden/>
          </w:rPr>
          <w:t>6</w:t>
        </w:r>
        <w:r>
          <w:rPr>
            <w:noProof/>
            <w:webHidden/>
          </w:rPr>
          <w:fldChar w:fldCharType="end"/>
        </w:r>
      </w:hyperlink>
    </w:p>
    <w:p w14:paraId="63574DA0" w14:textId="27892319"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3" w:history="1">
        <w:r w:rsidRPr="00DB79ED">
          <w:rPr>
            <w:rStyle w:val="Hipercze"/>
            <w:noProof/>
          </w:rPr>
          <w:t>Tabela 6. Wykaz definicji</w:t>
        </w:r>
        <w:r>
          <w:rPr>
            <w:noProof/>
            <w:webHidden/>
          </w:rPr>
          <w:tab/>
        </w:r>
        <w:r>
          <w:rPr>
            <w:noProof/>
            <w:webHidden/>
          </w:rPr>
          <w:fldChar w:fldCharType="begin"/>
        </w:r>
        <w:r>
          <w:rPr>
            <w:noProof/>
            <w:webHidden/>
          </w:rPr>
          <w:instrText xml:space="preserve"> PAGEREF _Toc184813193 \h </w:instrText>
        </w:r>
        <w:r>
          <w:rPr>
            <w:noProof/>
            <w:webHidden/>
          </w:rPr>
        </w:r>
        <w:r>
          <w:rPr>
            <w:noProof/>
            <w:webHidden/>
          </w:rPr>
          <w:fldChar w:fldCharType="separate"/>
        </w:r>
        <w:r>
          <w:rPr>
            <w:noProof/>
            <w:webHidden/>
          </w:rPr>
          <w:t>9</w:t>
        </w:r>
        <w:r>
          <w:rPr>
            <w:noProof/>
            <w:webHidden/>
          </w:rPr>
          <w:fldChar w:fldCharType="end"/>
        </w:r>
      </w:hyperlink>
    </w:p>
    <w:p w14:paraId="2749CE51" w14:textId="147D5184"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4" w:history="1">
        <w:r w:rsidRPr="00DB79ED">
          <w:rPr>
            <w:rStyle w:val="Hipercze"/>
            <w:noProof/>
          </w:rPr>
          <w:t>Tabela 7. Powiązanie plików XSD</w:t>
        </w:r>
        <w:r>
          <w:rPr>
            <w:noProof/>
            <w:webHidden/>
          </w:rPr>
          <w:tab/>
        </w:r>
        <w:r>
          <w:rPr>
            <w:noProof/>
            <w:webHidden/>
          </w:rPr>
          <w:fldChar w:fldCharType="begin"/>
        </w:r>
        <w:r>
          <w:rPr>
            <w:noProof/>
            <w:webHidden/>
          </w:rPr>
          <w:instrText xml:space="preserve"> PAGEREF _Toc184813194 \h </w:instrText>
        </w:r>
        <w:r>
          <w:rPr>
            <w:noProof/>
            <w:webHidden/>
          </w:rPr>
        </w:r>
        <w:r>
          <w:rPr>
            <w:noProof/>
            <w:webHidden/>
          </w:rPr>
          <w:fldChar w:fldCharType="separate"/>
        </w:r>
        <w:r>
          <w:rPr>
            <w:noProof/>
            <w:webHidden/>
          </w:rPr>
          <w:t>10</w:t>
        </w:r>
        <w:r>
          <w:rPr>
            <w:noProof/>
            <w:webHidden/>
          </w:rPr>
          <w:fldChar w:fldCharType="end"/>
        </w:r>
      </w:hyperlink>
    </w:p>
    <w:p w14:paraId="557CAF13" w14:textId="64A726DE"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5" w:history="1">
        <w:r w:rsidRPr="00DB79ED">
          <w:rPr>
            <w:rStyle w:val="Hipercze"/>
            <w:noProof/>
          </w:rPr>
          <w:t>Tabela 8. Dane ogólne w ramach struktury wniosku WZZA_WZBO_CANCEL</w:t>
        </w:r>
        <w:r>
          <w:rPr>
            <w:noProof/>
            <w:webHidden/>
          </w:rPr>
          <w:tab/>
        </w:r>
        <w:r>
          <w:rPr>
            <w:noProof/>
            <w:webHidden/>
          </w:rPr>
          <w:fldChar w:fldCharType="begin"/>
        </w:r>
        <w:r>
          <w:rPr>
            <w:noProof/>
            <w:webHidden/>
          </w:rPr>
          <w:instrText xml:space="preserve"> PAGEREF _Toc184813195 \h </w:instrText>
        </w:r>
        <w:r>
          <w:rPr>
            <w:noProof/>
            <w:webHidden/>
          </w:rPr>
        </w:r>
        <w:r>
          <w:rPr>
            <w:noProof/>
            <w:webHidden/>
          </w:rPr>
          <w:fldChar w:fldCharType="separate"/>
        </w:r>
        <w:r>
          <w:rPr>
            <w:noProof/>
            <w:webHidden/>
          </w:rPr>
          <w:t>11</w:t>
        </w:r>
        <w:r>
          <w:rPr>
            <w:noProof/>
            <w:webHidden/>
          </w:rPr>
          <w:fldChar w:fldCharType="end"/>
        </w:r>
      </w:hyperlink>
    </w:p>
    <w:p w14:paraId="2B5547D7" w14:textId="0F96CD98"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6" w:history="1">
        <w:r w:rsidRPr="00DB79ED">
          <w:rPr>
            <w:rStyle w:val="Hipercze"/>
            <w:noProof/>
          </w:rPr>
          <w:t>Tabela 10. Struktura komunikatu XML wniosku WZZA_WZBO_CANCEL – typy danych</w:t>
        </w:r>
        <w:r>
          <w:rPr>
            <w:noProof/>
            <w:webHidden/>
          </w:rPr>
          <w:tab/>
        </w:r>
        <w:r>
          <w:rPr>
            <w:noProof/>
            <w:webHidden/>
          </w:rPr>
          <w:fldChar w:fldCharType="begin"/>
        </w:r>
        <w:r>
          <w:rPr>
            <w:noProof/>
            <w:webHidden/>
          </w:rPr>
          <w:instrText xml:space="preserve"> PAGEREF _Toc184813196 \h </w:instrText>
        </w:r>
        <w:r>
          <w:rPr>
            <w:noProof/>
            <w:webHidden/>
          </w:rPr>
        </w:r>
        <w:r>
          <w:rPr>
            <w:noProof/>
            <w:webHidden/>
          </w:rPr>
          <w:fldChar w:fldCharType="separate"/>
        </w:r>
        <w:r>
          <w:rPr>
            <w:noProof/>
            <w:webHidden/>
          </w:rPr>
          <w:t>12</w:t>
        </w:r>
        <w:r>
          <w:rPr>
            <w:noProof/>
            <w:webHidden/>
          </w:rPr>
          <w:fldChar w:fldCharType="end"/>
        </w:r>
      </w:hyperlink>
    </w:p>
    <w:p w14:paraId="01B1D814" w14:textId="39188B46"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7" w:history="1">
        <w:r w:rsidRPr="00DB79ED">
          <w:rPr>
            <w:rStyle w:val="Hipercze"/>
            <w:noProof/>
          </w:rPr>
          <w:t>Tabela 11. Struktura &lt;HeaderType&gt;, nagłówka wniosku WZZA_WZBO_CANCEL</w:t>
        </w:r>
        <w:r>
          <w:rPr>
            <w:noProof/>
            <w:webHidden/>
          </w:rPr>
          <w:tab/>
        </w:r>
        <w:r>
          <w:rPr>
            <w:noProof/>
            <w:webHidden/>
          </w:rPr>
          <w:fldChar w:fldCharType="begin"/>
        </w:r>
        <w:r>
          <w:rPr>
            <w:noProof/>
            <w:webHidden/>
          </w:rPr>
          <w:instrText xml:space="preserve"> PAGEREF _Toc184813197 \h </w:instrText>
        </w:r>
        <w:r>
          <w:rPr>
            <w:noProof/>
            <w:webHidden/>
          </w:rPr>
        </w:r>
        <w:r>
          <w:rPr>
            <w:noProof/>
            <w:webHidden/>
          </w:rPr>
          <w:fldChar w:fldCharType="separate"/>
        </w:r>
        <w:r>
          <w:rPr>
            <w:noProof/>
            <w:webHidden/>
          </w:rPr>
          <w:t>12</w:t>
        </w:r>
        <w:r>
          <w:rPr>
            <w:noProof/>
            <w:webHidden/>
          </w:rPr>
          <w:fldChar w:fldCharType="end"/>
        </w:r>
      </w:hyperlink>
    </w:p>
    <w:p w14:paraId="1EBB29FF" w14:textId="78BB24AB"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8" w:history="1">
        <w:r w:rsidRPr="00DB79ED">
          <w:rPr>
            <w:rStyle w:val="Hipercze"/>
            <w:noProof/>
          </w:rPr>
          <w:t>Tabela 12. Struktura &lt; InfoCancelType</w:t>
        </w:r>
        <w:r w:rsidRPr="00DB79ED">
          <w:rPr>
            <w:rStyle w:val="Hipercze"/>
            <w:b/>
            <w:noProof/>
          </w:rPr>
          <w:t xml:space="preserve"> </w:t>
        </w:r>
        <w:r w:rsidRPr="00DB79ED">
          <w:rPr>
            <w:rStyle w:val="Hipercze"/>
            <w:noProof/>
          </w:rPr>
          <w:t>&gt;, Dane dokumentu do wycofania</w:t>
        </w:r>
        <w:r>
          <w:rPr>
            <w:noProof/>
            <w:webHidden/>
          </w:rPr>
          <w:tab/>
        </w:r>
        <w:r>
          <w:rPr>
            <w:noProof/>
            <w:webHidden/>
          </w:rPr>
          <w:fldChar w:fldCharType="begin"/>
        </w:r>
        <w:r>
          <w:rPr>
            <w:noProof/>
            <w:webHidden/>
          </w:rPr>
          <w:instrText xml:space="preserve"> PAGEREF _Toc184813198 \h </w:instrText>
        </w:r>
        <w:r>
          <w:rPr>
            <w:noProof/>
            <w:webHidden/>
          </w:rPr>
        </w:r>
        <w:r>
          <w:rPr>
            <w:noProof/>
            <w:webHidden/>
          </w:rPr>
          <w:fldChar w:fldCharType="separate"/>
        </w:r>
        <w:r>
          <w:rPr>
            <w:noProof/>
            <w:webHidden/>
          </w:rPr>
          <w:t>13</w:t>
        </w:r>
        <w:r>
          <w:rPr>
            <w:noProof/>
            <w:webHidden/>
          </w:rPr>
          <w:fldChar w:fldCharType="end"/>
        </w:r>
      </w:hyperlink>
    </w:p>
    <w:p w14:paraId="0D46CDFF" w14:textId="19824CED"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199" w:history="1">
        <w:r w:rsidRPr="00DB79ED">
          <w:rPr>
            <w:rStyle w:val="Hipercze"/>
            <w:noProof/>
          </w:rPr>
          <w:t>Tabela 13. Reguły</w:t>
        </w:r>
        <w:r>
          <w:rPr>
            <w:noProof/>
            <w:webHidden/>
          </w:rPr>
          <w:tab/>
        </w:r>
        <w:r>
          <w:rPr>
            <w:noProof/>
            <w:webHidden/>
          </w:rPr>
          <w:fldChar w:fldCharType="begin"/>
        </w:r>
        <w:r>
          <w:rPr>
            <w:noProof/>
            <w:webHidden/>
          </w:rPr>
          <w:instrText xml:space="preserve"> PAGEREF _Toc184813199 \h </w:instrText>
        </w:r>
        <w:r>
          <w:rPr>
            <w:noProof/>
            <w:webHidden/>
          </w:rPr>
        </w:r>
        <w:r>
          <w:rPr>
            <w:noProof/>
            <w:webHidden/>
          </w:rPr>
          <w:fldChar w:fldCharType="separate"/>
        </w:r>
        <w:r>
          <w:rPr>
            <w:noProof/>
            <w:webHidden/>
          </w:rPr>
          <w:t>14</w:t>
        </w:r>
        <w:r>
          <w:rPr>
            <w:noProof/>
            <w:webHidden/>
          </w:rPr>
          <w:fldChar w:fldCharType="end"/>
        </w:r>
      </w:hyperlink>
    </w:p>
    <w:p w14:paraId="336CB723" w14:textId="70595626" w:rsidR="00C43119" w:rsidRPr="003662E5" w:rsidRDefault="0006207D" w:rsidP="003662E5">
      <w:pPr>
        <w:rPr>
          <w:rFonts w:cs="Open Sans"/>
        </w:rPr>
      </w:pPr>
      <w:r w:rsidRPr="003662E5">
        <w:rPr>
          <w:rFonts w:cs="Open Sans"/>
        </w:rPr>
        <w:fldChar w:fldCharType="end"/>
      </w:r>
    </w:p>
    <w:p w14:paraId="6CBA8B16" w14:textId="77777777" w:rsidR="00836DD7" w:rsidRPr="003662E5" w:rsidRDefault="00836DD7" w:rsidP="003662E5">
      <w:pPr>
        <w:pStyle w:val="spis"/>
        <w:spacing w:line="276" w:lineRule="auto"/>
        <w:rPr>
          <w:bCs/>
        </w:rPr>
      </w:pPr>
      <w:bookmarkStart w:id="3" w:name="_Toc349568550"/>
      <w:r w:rsidRPr="003662E5">
        <w:t>SPIS RYSUNKÓW</w:t>
      </w:r>
      <w:bookmarkEnd w:id="3"/>
    </w:p>
    <w:p w14:paraId="7A78E925" w14:textId="2C1A5833" w:rsidR="002E6DF0" w:rsidRDefault="00834F3C">
      <w:pPr>
        <w:pStyle w:val="Spisilustracji"/>
        <w:tabs>
          <w:tab w:val="right" w:leader="dot" w:pos="9054"/>
        </w:tabs>
        <w:rPr>
          <w:rFonts w:asciiTheme="minorHAnsi" w:eastAsiaTheme="minorEastAsia" w:hAnsiTheme="minorHAnsi" w:cstheme="minorBidi"/>
          <w:noProof/>
          <w:sz w:val="22"/>
          <w:szCs w:val="22"/>
          <w:lang w:eastAsia="pl-PL"/>
        </w:rPr>
      </w:pPr>
      <w:r w:rsidRPr="003662E5">
        <w:rPr>
          <w:rFonts w:cs="Open Sans"/>
        </w:rPr>
        <w:fldChar w:fldCharType="begin"/>
      </w:r>
      <w:r w:rsidRPr="003662E5">
        <w:rPr>
          <w:rFonts w:cs="Open Sans"/>
        </w:rPr>
        <w:instrText xml:space="preserve"> TOC \h \z \c "Rysunek" </w:instrText>
      </w:r>
      <w:r w:rsidRPr="003662E5">
        <w:rPr>
          <w:rFonts w:cs="Open Sans"/>
        </w:rPr>
        <w:fldChar w:fldCharType="separate"/>
      </w:r>
      <w:hyperlink w:anchor="_Toc184813200" w:history="1">
        <w:r w:rsidR="002E6DF0" w:rsidRPr="003A11C5">
          <w:rPr>
            <w:rStyle w:val="Hipercze"/>
            <w:noProof/>
          </w:rPr>
          <w:t>Rysunek 1. Struktura komunikatu XML wniosku WZZA_WZBO_CANCEL– typy danych</w:t>
        </w:r>
        <w:r w:rsidR="002E6DF0">
          <w:rPr>
            <w:noProof/>
            <w:webHidden/>
          </w:rPr>
          <w:tab/>
        </w:r>
        <w:r w:rsidR="002E6DF0">
          <w:rPr>
            <w:noProof/>
            <w:webHidden/>
          </w:rPr>
          <w:fldChar w:fldCharType="begin"/>
        </w:r>
        <w:r w:rsidR="002E6DF0">
          <w:rPr>
            <w:noProof/>
            <w:webHidden/>
          </w:rPr>
          <w:instrText xml:space="preserve"> PAGEREF _Toc184813200 \h </w:instrText>
        </w:r>
        <w:r w:rsidR="002E6DF0">
          <w:rPr>
            <w:noProof/>
            <w:webHidden/>
          </w:rPr>
        </w:r>
        <w:r w:rsidR="002E6DF0">
          <w:rPr>
            <w:noProof/>
            <w:webHidden/>
          </w:rPr>
          <w:fldChar w:fldCharType="separate"/>
        </w:r>
        <w:r w:rsidR="002E6DF0">
          <w:rPr>
            <w:noProof/>
            <w:webHidden/>
          </w:rPr>
          <w:t>12</w:t>
        </w:r>
        <w:r w:rsidR="002E6DF0">
          <w:rPr>
            <w:noProof/>
            <w:webHidden/>
          </w:rPr>
          <w:fldChar w:fldCharType="end"/>
        </w:r>
      </w:hyperlink>
    </w:p>
    <w:p w14:paraId="0B951A2B" w14:textId="547D458F"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201" w:history="1">
        <w:r w:rsidRPr="003A11C5">
          <w:rPr>
            <w:rStyle w:val="Hipercze"/>
            <w:noProof/>
          </w:rPr>
          <w:t>Rysunek 2. Struktura &lt;HeaderType&gt;, nagłówka wniosku WZZA_WZBO_CANCEL</w:t>
        </w:r>
        <w:r>
          <w:rPr>
            <w:noProof/>
            <w:webHidden/>
          </w:rPr>
          <w:tab/>
        </w:r>
        <w:r>
          <w:rPr>
            <w:noProof/>
            <w:webHidden/>
          </w:rPr>
          <w:fldChar w:fldCharType="begin"/>
        </w:r>
        <w:r>
          <w:rPr>
            <w:noProof/>
            <w:webHidden/>
          </w:rPr>
          <w:instrText xml:space="preserve"> PAGEREF _Toc184813201 \h </w:instrText>
        </w:r>
        <w:r>
          <w:rPr>
            <w:noProof/>
            <w:webHidden/>
          </w:rPr>
        </w:r>
        <w:r>
          <w:rPr>
            <w:noProof/>
            <w:webHidden/>
          </w:rPr>
          <w:fldChar w:fldCharType="separate"/>
        </w:r>
        <w:r>
          <w:rPr>
            <w:noProof/>
            <w:webHidden/>
          </w:rPr>
          <w:t>13</w:t>
        </w:r>
        <w:r>
          <w:rPr>
            <w:noProof/>
            <w:webHidden/>
          </w:rPr>
          <w:fldChar w:fldCharType="end"/>
        </w:r>
      </w:hyperlink>
    </w:p>
    <w:p w14:paraId="7219A27C" w14:textId="21EB8309" w:rsidR="002E6DF0" w:rsidRDefault="002E6DF0">
      <w:pPr>
        <w:pStyle w:val="Spisilustracji"/>
        <w:tabs>
          <w:tab w:val="right" w:leader="dot" w:pos="9054"/>
        </w:tabs>
        <w:rPr>
          <w:rFonts w:asciiTheme="minorHAnsi" w:eastAsiaTheme="minorEastAsia" w:hAnsiTheme="minorHAnsi" w:cstheme="minorBidi"/>
          <w:noProof/>
          <w:sz w:val="22"/>
          <w:szCs w:val="22"/>
          <w:lang w:eastAsia="pl-PL"/>
        </w:rPr>
      </w:pPr>
      <w:hyperlink w:anchor="_Toc184813202" w:history="1">
        <w:r w:rsidRPr="003A11C5">
          <w:rPr>
            <w:rStyle w:val="Hipercze"/>
            <w:noProof/>
          </w:rPr>
          <w:t>Rysunek 3. Struktura &lt; InfoCancel &gt;, Dane dokumentu do wycofania</w:t>
        </w:r>
        <w:r>
          <w:rPr>
            <w:noProof/>
            <w:webHidden/>
          </w:rPr>
          <w:tab/>
        </w:r>
        <w:r>
          <w:rPr>
            <w:noProof/>
            <w:webHidden/>
          </w:rPr>
          <w:fldChar w:fldCharType="begin"/>
        </w:r>
        <w:r>
          <w:rPr>
            <w:noProof/>
            <w:webHidden/>
          </w:rPr>
          <w:instrText xml:space="preserve"> PAGEREF _Toc184813202 \h </w:instrText>
        </w:r>
        <w:r>
          <w:rPr>
            <w:noProof/>
            <w:webHidden/>
          </w:rPr>
        </w:r>
        <w:r>
          <w:rPr>
            <w:noProof/>
            <w:webHidden/>
          </w:rPr>
          <w:fldChar w:fldCharType="separate"/>
        </w:r>
        <w:r>
          <w:rPr>
            <w:noProof/>
            <w:webHidden/>
          </w:rPr>
          <w:t>14</w:t>
        </w:r>
        <w:r>
          <w:rPr>
            <w:noProof/>
            <w:webHidden/>
          </w:rPr>
          <w:fldChar w:fldCharType="end"/>
        </w:r>
      </w:hyperlink>
    </w:p>
    <w:p w14:paraId="4B76AEDF" w14:textId="5C7B5818" w:rsidR="006519BE" w:rsidRPr="003662E5" w:rsidRDefault="00834F3C" w:rsidP="003662E5">
      <w:pPr>
        <w:rPr>
          <w:rFonts w:cs="Open Sans"/>
        </w:rPr>
      </w:pPr>
      <w:r w:rsidRPr="003662E5">
        <w:rPr>
          <w:rFonts w:cs="Open Sans"/>
        </w:rPr>
        <w:fldChar w:fldCharType="end"/>
      </w:r>
    </w:p>
    <w:p w14:paraId="231F7FCC" w14:textId="77777777" w:rsidR="003F3585" w:rsidRPr="003662E5" w:rsidRDefault="00004C2C" w:rsidP="003662E5">
      <w:pPr>
        <w:pStyle w:val="Nagwek1"/>
        <w:rPr>
          <w:rFonts w:cs="Open Sans"/>
          <w:b w:val="0"/>
          <w:bCs w:val="0"/>
        </w:rPr>
      </w:pPr>
      <w:bookmarkStart w:id="4" w:name="_Toc341696555"/>
      <w:bookmarkStart w:id="5" w:name="_Toc349568551"/>
      <w:bookmarkStart w:id="6" w:name="_Toc184813170"/>
      <w:r w:rsidRPr="003662E5">
        <w:rPr>
          <w:rFonts w:cs="Open Sans"/>
          <w:bCs w:val="0"/>
        </w:rPr>
        <w:lastRenderedPageBreak/>
        <w:t xml:space="preserve">Opis </w:t>
      </w:r>
      <w:r w:rsidR="00CE1C03" w:rsidRPr="003662E5">
        <w:rPr>
          <w:rFonts w:cs="Open Sans"/>
          <w:bCs w:val="0"/>
        </w:rPr>
        <w:t>dokumentu</w:t>
      </w:r>
      <w:bookmarkEnd w:id="4"/>
      <w:bookmarkEnd w:id="5"/>
      <w:bookmarkEnd w:id="6"/>
    </w:p>
    <w:p w14:paraId="0A768656" w14:textId="77777777" w:rsidR="00004C2C" w:rsidRPr="003662E5" w:rsidRDefault="00004C2C" w:rsidP="003662E5">
      <w:pPr>
        <w:pStyle w:val="Nagwek2"/>
        <w:spacing w:line="276" w:lineRule="auto"/>
        <w:rPr>
          <w:rFonts w:cs="Open Sans"/>
          <w:b w:val="0"/>
          <w:bCs w:val="0"/>
        </w:rPr>
      </w:pPr>
      <w:bookmarkStart w:id="7" w:name="_Toc349568552"/>
      <w:bookmarkStart w:id="8" w:name="_Toc341696556"/>
      <w:bookmarkStart w:id="9" w:name="_Toc184813171"/>
      <w:r w:rsidRPr="003662E5">
        <w:rPr>
          <w:rFonts w:cs="Open Sans"/>
          <w:bCs w:val="0"/>
        </w:rPr>
        <w:t>Cel dokumentu</w:t>
      </w:r>
      <w:bookmarkEnd w:id="7"/>
      <w:bookmarkEnd w:id="9"/>
    </w:p>
    <w:p w14:paraId="000C40D3" w14:textId="4C102DBB" w:rsidR="000D5EA2" w:rsidRPr="003662E5" w:rsidRDefault="005A7937" w:rsidP="003662E5">
      <w:bookmarkStart w:id="10" w:name="_Toc349568553"/>
      <w:r w:rsidRPr="003662E5">
        <w:t xml:space="preserve">Celem specyfikacji jest zdefiniowanie struktury i zawartości informacyjnej dokumentu XML (zwanej tutaj także komunikatem) </w:t>
      </w:r>
      <w:r w:rsidR="00AB5D68" w:rsidRPr="003662E5">
        <w:t>wycofania wniosku WZZA/WZBO na wniosek podatnika W</w:t>
      </w:r>
      <w:r w:rsidR="00E33A75" w:rsidRPr="003662E5">
        <w:t>ZZA_WZBO_CANCEL</w:t>
      </w:r>
      <w:r w:rsidRPr="003662E5">
        <w:t>.</w:t>
      </w:r>
    </w:p>
    <w:p w14:paraId="711F9F3D" w14:textId="59F69FD6" w:rsidR="00E628C4" w:rsidRPr="003662E5" w:rsidRDefault="00E628C4" w:rsidP="003662E5">
      <w:pPr>
        <w:pStyle w:val="Nagwek2"/>
        <w:spacing w:line="276" w:lineRule="auto"/>
        <w:rPr>
          <w:rFonts w:cs="Open Sans"/>
          <w:b w:val="0"/>
          <w:bCs w:val="0"/>
        </w:rPr>
      </w:pPr>
      <w:bookmarkStart w:id="11" w:name="_Toc184813172"/>
      <w:r w:rsidRPr="003662E5">
        <w:rPr>
          <w:rFonts w:cs="Open Sans"/>
          <w:bCs w:val="0"/>
        </w:rPr>
        <w:t xml:space="preserve">Komunikat </w:t>
      </w:r>
      <w:r w:rsidR="00E33A75" w:rsidRPr="003662E5">
        <w:rPr>
          <w:rFonts w:cs="Open Sans"/>
          <w:bCs w:val="0"/>
        </w:rPr>
        <w:t>WZZA_WZBO_CANCEL</w:t>
      </w:r>
      <w:bookmarkEnd w:id="11"/>
    </w:p>
    <w:p w14:paraId="652CD707" w14:textId="1E22A217" w:rsidR="00E628C4" w:rsidRPr="003662E5" w:rsidRDefault="00AB5D68" w:rsidP="003662E5">
      <w:r w:rsidRPr="003662E5">
        <w:t>WYCOFANIE WNIOSKU WZZA/WZBO NA WNIOSEK PODATNIKA</w:t>
      </w:r>
    </w:p>
    <w:p w14:paraId="7660BA0F" w14:textId="77777777" w:rsidR="00B37F26" w:rsidRPr="003662E5" w:rsidRDefault="00E628C4" w:rsidP="003662E5">
      <w:r w:rsidRPr="003662E5">
        <w:rPr>
          <w:b/>
        </w:rPr>
        <w:t>Podstawa prawna:</w:t>
      </w:r>
      <w:r w:rsidRPr="003662E5">
        <w:t xml:space="preserve"> </w:t>
      </w:r>
    </w:p>
    <w:p w14:paraId="53C98B5D" w14:textId="7721D49D" w:rsidR="004B5FBB" w:rsidRPr="003662E5" w:rsidRDefault="00AB5D68" w:rsidP="003662E5">
      <w:pPr>
        <w:rPr>
          <w:bCs/>
        </w:rPr>
      </w:pPr>
      <w:r w:rsidRPr="003662E5">
        <w:rPr>
          <w:bCs/>
        </w:rPr>
        <w:t>Nie dotyczy</w:t>
      </w:r>
      <w:r w:rsidR="004B5FBB" w:rsidRPr="003662E5">
        <w:rPr>
          <w:bCs/>
        </w:rPr>
        <w:t xml:space="preserve"> </w:t>
      </w:r>
    </w:p>
    <w:p w14:paraId="75F44CF8" w14:textId="77777777" w:rsidR="00B37F26" w:rsidRPr="003662E5" w:rsidRDefault="00E628C4" w:rsidP="003662E5">
      <w:r w:rsidRPr="003662E5">
        <w:rPr>
          <w:b/>
        </w:rPr>
        <w:t>Termin składania:</w:t>
      </w:r>
      <w:r w:rsidRPr="003662E5">
        <w:t xml:space="preserve"> </w:t>
      </w:r>
    </w:p>
    <w:p w14:paraId="3839AC4C" w14:textId="77777777" w:rsidR="00B37F26" w:rsidRPr="003662E5" w:rsidRDefault="004B5FBB" w:rsidP="003662E5">
      <w:r w:rsidRPr="003662E5">
        <w:t>Nie dotyczy</w:t>
      </w:r>
    </w:p>
    <w:p w14:paraId="1793B029" w14:textId="77777777" w:rsidR="00B37F26" w:rsidRPr="003662E5" w:rsidRDefault="00E628C4" w:rsidP="003662E5">
      <w:r w:rsidRPr="003662E5">
        <w:rPr>
          <w:b/>
        </w:rPr>
        <w:t>Miejsce składania:</w:t>
      </w:r>
      <w:r w:rsidRPr="003662E5">
        <w:t xml:space="preserve"> </w:t>
      </w:r>
    </w:p>
    <w:p w14:paraId="17D9D27D" w14:textId="77777777" w:rsidR="004B5FBB" w:rsidRPr="003662E5" w:rsidRDefault="004B5FBB" w:rsidP="003662E5">
      <w:pPr>
        <w:rPr>
          <w:b/>
          <w:bCs/>
        </w:rPr>
      </w:pPr>
      <w:r w:rsidRPr="003662E5">
        <w:rPr>
          <w:color w:val="000000"/>
          <w:highlight w:val="white"/>
        </w:rPr>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r w:rsidRPr="003662E5">
        <w:rPr>
          <w:b/>
          <w:bCs/>
        </w:rPr>
        <w:t xml:space="preserve"> </w:t>
      </w:r>
    </w:p>
    <w:p w14:paraId="4983A8D4" w14:textId="77777777" w:rsidR="003F3585" w:rsidRPr="003662E5" w:rsidRDefault="003F3585" w:rsidP="003662E5">
      <w:pPr>
        <w:pStyle w:val="Nagwek2"/>
        <w:spacing w:line="276" w:lineRule="auto"/>
        <w:rPr>
          <w:rFonts w:cs="Open Sans"/>
          <w:b w:val="0"/>
          <w:bCs w:val="0"/>
        </w:rPr>
      </w:pPr>
      <w:bookmarkStart w:id="12" w:name="_Toc184813173"/>
      <w:r w:rsidRPr="003662E5">
        <w:rPr>
          <w:rFonts w:cs="Open Sans"/>
          <w:bCs w:val="0"/>
        </w:rPr>
        <w:t>Zastosowanie</w:t>
      </w:r>
      <w:bookmarkEnd w:id="8"/>
      <w:bookmarkEnd w:id="10"/>
      <w:bookmarkEnd w:id="12"/>
    </w:p>
    <w:p w14:paraId="5AF0B012" w14:textId="77777777" w:rsidR="00DD5E7B" w:rsidRPr="003662E5" w:rsidRDefault="00DD5E7B" w:rsidP="003662E5">
      <w:bookmarkStart w:id="13" w:name="_Toc341696557"/>
      <w:bookmarkStart w:id="14" w:name="_Ref343010193"/>
      <w:bookmarkStart w:id="15" w:name="_Toc349568554"/>
      <w:r w:rsidRPr="003662E5">
        <w:t>Dokument jest stosowany, jako źródłowy przy projektowaniu, implementacji oraz tworzeniu dokumentacji testowej i użytkowej systemu.</w:t>
      </w:r>
    </w:p>
    <w:p w14:paraId="5E9F8152" w14:textId="4CCE57BD" w:rsidR="00DD5E7B" w:rsidRPr="003662E5" w:rsidRDefault="00DD5E7B" w:rsidP="003662E5">
      <w:r w:rsidRPr="003662E5">
        <w:t xml:space="preserve">Adresatem dokumentu jest zespół projektowy po stronie </w:t>
      </w:r>
      <w:r w:rsidR="000E21A3" w:rsidRPr="003662E5">
        <w:t xml:space="preserve">Administracji Skarbowej </w:t>
      </w:r>
      <w:r w:rsidRPr="003662E5">
        <w:t xml:space="preserve">oraz zespoły: programistyczno-projektowy, testerów, dokumentalistów, po stronie Wykonawcy oraz Podmioty zewnętrzne składające </w:t>
      </w:r>
      <w:r w:rsidR="00AB5D68" w:rsidRPr="003662E5">
        <w:t>wnioski</w:t>
      </w:r>
      <w:r w:rsidRPr="003662E5">
        <w:t>.</w:t>
      </w:r>
    </w:p>
    <w:p w14:paraId="28311E60" w14:textId="77777777" w:rsidR="006945A5" w:rsidRPr="003662E5" w:rsidRDefault="006945A5" w:rsidP="003662E5">
      <w:pPr>
        <w:pStyle w:val="Nagwek2"/>
        <w:spacing w:line="276" w:lineRule="auto"/>
        <w:rPr>
          <w:rFonts w:cs="Open Sans"/>
          <w:b w:val="0"/>
          <w:bCs w:val="0"/>
        </w:rPr>
      </w:pPr>
      <w:bookmarkStart w:id="16" w:name="_Toc341696558"/>
      <w:bookmarkStart w:id="17" w:name="_Toc349568555"/>
      <w:bookmarkStart w:id="18" w:name="_Toc184813174"/>
      <w:bookmarkEnd w:id="13"/>
      <w:bookmarkEnd w:id="14"/>
      <w:bookmarkEnd w:id="15"/>
      <w:r w:rsidRPr="003662E5">
        <w:rPr>
          <w:rFonts w:cs="Open Sans"/>
          <w:bCs w:val="0"/>
        </w:rPr>
        <w:t>Obowiązywanie</w:t>
      </w:r>
      <w:bookmarkEnd w:id="18"/>
    </w:p>
    <w:p w14:paraId="7F671ED0" w14:textId="54E9EC07" w:rsidR="006945A5" w:rsidRPr="003662E5" w:rsidRDefault="005B45CB" w:rsidP="003662E5">
      <w:r w:rsidRPr="003662E5">
        <w:t xml:space="preserve">Specyfikacja obowiązuje dla </w:t>
      </w:r>
      <w:r w:rsidR="005E617D" w:rsidRPr="003662E5">
        <w:t>wniosków</w:t>
      </w:r>
      <w:r w:rsidRPr="003662E5">
        <w:t xml:space="preserve"> w których, „Data złożenia” nie jest wcześniejsza niż 1</w:t>
      </w:r>
      <w:r w:rsidR="00457AE5" w:rsidRPr="003662E5">
        <w:t>4</w:t>
      </w:r>
      <w:r w:rsidRPr="003662E5">
        <w:t>-</w:t>
      </w:r>
      <w:r w:rsidR="00BC7C7C" w:rsidRPr="003662E5">
        <w:t>12</w:t>
      </w:r>
      <w:r w:rsidR="00F6612C" w:rsidRPr="003662E5">
        <w:t>-202</w:t>
      </w:r>
      <w:r w:rsidR="00BC7C7C" w:rsidRPr="003662E5">
        <w:t>2</w:t>
      </w:r>
      <w:r w:rsidR="00DD6C94" w:rsidRPr="003662E5">
        <w:t xml:space="preserve"> r</w:t>
      </w:r>
      <w:r w:rsidR="00A94E0E" w:rsidRPr="003662E5">
        <w:t>oku</w:t>
      </w:r>
      <w:r w:rsidR="00F6612C" w:rsidRPr="003662E5">
        <w:t>.</w:t>
      </w:r>
    </w:p>
    <w:p w14:paraId="32161EE1" w14:textId="77777777" w:rsidR="003F3585" w:rsidRPr="003662E5" w:rsidRDefault="003F3585" w:rsidP="003662E5">
      <w:pPr>
        <w:pStyle w:val="Nagwek2"/>
        <w:spacing w:line="276" w:lineRule="auto"/>
        <w:rPr>
          <w:rFonts w:cs="Open Sans"/>
          <w:b w:val="0"/>
          <w:bCs w:val="0"/>
        </w:rPr>
      </w:pPr>
      <w:bookmarkStart w:id="19" w:name="_Toc184813175"/>
      <w:r w:rsidRPr="003662E5">
        <w:rPr>
          <w:rFonts w:cs="Open Sans"/>
          <w:bCs w:val="0"/>
        </w:rPr>
        <w:lastRenderedPageBreak/>
        <w:t>Dokumenty o</w:t>
      </w:r>
      <w:r w:rsidR="00E92D9D" w:rsidRPr="003662E5">
        <w:rPr>
          <w:rFonts w:cs="Open Sans"/>
          <w:bCs w:val="0"/>
        </w:rPr>
        <w:t>bo</w:t>
      </w:r>
      <w:r w:rsidRPr="003662E5">
        <w:rPr>
          <w:rFonts w:cs="Open Sans"/>
          <w:bCs w:val="0"/>
        </w:rPr>
        <w:t>wiązujące</w:t>
      </w:r>
      <w:r w:rsidR="00C43119" w:rsidRPr="003662E5">
        <w:rPr>
          <w:rFonts w:cs="Open Sans"/>
          <w:bCs w:val="0"/>
        </w:rPr>
        <w:t xml:space="preserve"> i </w:t>
      </w:r>
      <w:r w:rsidR="00E92D9D" w:rsidRPr="003662E5">
        <w:rPr>
          <w:rFonts w:cs="Open Sans"/>
          <w:bCs w:val="0"/>
        </w:rPr>
        <w:t>p</w:t>
      </w:r>
      <w:r w:rsidRPr="003662E5">
        <w:rPr>
          <w:rFonts w:cs="Open Sans"/>
          <w:bCs w:val="0"/>
        </w:rPr>
        <w:t>o</w:t>
      </w:r>
      <w:r w:rsidR="00E92D9D" w:rsidRPr="003662E5">
        <w:rPr>
          <w:rFonts w:cs="Open Sans"/>
          <w:bCs w:val="0"/>
        </w:rPr>
        <w:t>mo</w:t>
      </w:r>
      <w:r w:rsidRPr="003662E5">
        <w:rPr>
          <w:rFonts w:cs="Open Sans"/>
          <w:bCs w:val="0"/>
        </w:rPr>
        <w:t>cnicze</w:t>
      </w:r>
      <w:bookmarkEnd w:id="16"/>
      <w:bookmarkEnd w:id="17"/>
      <w:bookmarkEnd w:id="19"/>
    </w:p>
    <w:p w14:paraId="15AB6765" w14:textId="77777777" w:rsidR="003F3585" w:rsidRPr="003662E5" w:rsidRDefault="003F3585" w:rsidP="003662E5">
      <w:pPr>
        <w:pStyle w:val="Nagwek3"/>
        <w:spacing w:line="276" w:lineRule="auto"/>
        <w:rPr>
          <w:rFonts w:cs="Open Sans"/>
          <w:b w:val="0"/>
          <w:bCs w:val="0"/>
        </w:rPr>
      </w:pPr>
      <w:bookmarkStart w:id="20" w:name="_Toc341696559"/>
      <w:bookmarkStart w:id="21" w:name="_Toc349568556"/>
      <w:bookmarkStart w:id="22" w:name="_Toc184813176"/>
      <w:r w:rsidRPr="003662E5">
        <w:rPr>
          <w:rFonts w:cs="Open Sans"/>
          <w:bCs w:val="0"/>
        </w:rPr>
        <w:t xml:space="preserve">Dokumenty </w:t>
      </w:r>
      <w:r w:rsidR="00437081" w:rsidRPr="003662E5">
        <w:rPr>
          <w:rFonts w:cs="Open Sans"/>
          <w:bCs w:val="0"/>
        </w:rPr>
        <w:t>o</w:t>
      </w:r>
      <w:r w:rsidR="00E92D9D" w:rsidRPr="003662E5">
        <w:rPr>
          <w:rFonts w:cs="Open Sans"/>
          <w:bCs w:val="0"/>
        </w:rPr>
        <w:t>bo</w:t>
      </w:r>
      <w:r w:rsidR="00437081" w:rsidRPr="003662E5">
        <w:rPr>
          <w:rFonts w:cs="Open Sans"/>
          <w:bCs w:val="0"/>
        </w:rPr>
        <w:t>wiązując</w:t>
      </w:r>
      <w:r w:rsidRPr="003662E5">
        <w:rPr>
          <w:rFonts w:cs="Open Sans"/>
          <w:bCs w:val="0"/>
        </w:rPr>
        <w:t>e</w:t>
      </w:r>
      <w:bookmarkEnd w:id="20"/>
      <w:bookmarkEnd w:id="21"/>
      <w:bookmarkEnd w:id="22"/>
    </w:p>
    <w:p w14:paraId="6BAA565F" w14:textId="06835BDD" w:rsidR="007353A8" w:rsidRPr="003662E5" w:rsidRDefault="007353A8" w:rsidP="003662E5">
      <w:pPr>
        <w:pStyle w:val="Z2PodpisRysunkuTabeli"/>
      </w:pPr>
      <w:bookmarkStart w:id="23" w:name="_Ref341107414"/>
      <w:bookmarkStart w:id="24" w:name="_Toc184813190"/>
      <w:r w:rsidRPr="003662E5">
        <w:t xml:space="preserve">Tabela </w:t>
      </w:r>
      <w:r w:rsidR="0006207D" w:rsidRPr="003662E5">
        <w:fldChar w:fldCharType="begin"/>
      </w:r>
      <w:r w:rsidR="0006207D" w:rsidRPr="003662E5">
        <w:instrText xml:space="preserve"> SEQ Tabela \* ARABIC </w:instrText>
      </w:r>
      <w:r w:rsidR="0006207D" w:rsidRPr="003662E5">
        <w:fldChar w:fldCharType="separate"/>
      </w:r>
      <w:r w:rsidR="002E6DF0">
        <w:rPr>
          <w:noProof/>
        </w:rPr>
        <w:t>3</w:t>
      </w:r>
      <w:r w:rsidR="0006207D" w:rsidRPr="003662E5">
        <w:fldChar w:fldCharType="end"/>
      </w:r>
      <w:bookmarkEnd w:id="23"/>
      <w:r w:rsidRPr="003662E5">
        <w:t xml:space="preserve">. Wykaz dokumentów </w:t>
      </w:r>
      <w:r w:rsidR="00437081" w:rsidRPr="003662E5">
        <w:t>obowiązując</w:t>
      </w:r>
      <w:r w:rsidRPr="003662E5">
        <w:t>ych</w:t>
      </w:r>
      <w:bookmarkEnd w:id="24"/>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3662E5" w14:paraId="10AA4BB1" w14:textId="77777777" w:rsidTr="003662E5">
        <w:trPr>
          <w:tblHeader/>
        </w:trPr>
        <w:tc>
          <w:tcPr>
            <w:tcW w:w="480" w:type="dxa"/>
            <w:shd w:val="clear" w:color="auto" w:fill="D9D9D9" w:themeFill="background1" w:themeFillShade="D9"/>
          </w:tcPr>
          <w:p w14:paraId="00C05BB3" w14:textId="77777777" w:rsidR="00205E11" w:rsidRPr="003662E5" w:rsidRDefault="00205E11" w:rsidP="003662E5">
            <w:pPr>
              <w:pStyle w:val="Legenda"/>
            </w:pPr>
            <w:r w:rsidRPr="003662E5">
              <w:t>Nr</w:t>
            </w:r>
          </w:p>
        </w:tc>
        <w:tc>
          <w:tcPr>
            <w:tcW w:w="3840" w:type="dxa"/>
            <w:shd w:val="clear" w:color="auto" w:fill="D9D9D9" w:themeFill="background1" w:themeFillShade="D9"/>
          </w:tcPr>
          <w:p w14:paraId="6E8A85C4" w14:textId="77777777" w:rsidR="00205E11" w:rsidRPr="003662E5" w:rsidRDefault="00205E11" w:rsidP="003662E5">
            <w:pPr>
              <w:pStyle w:val="Legenda"/>
            </w:pPr>
            <w:r w:rsidRPr="003662E5">
              <w:t>Nazwa</w:t>
            </w:r>
          </w:p>
        </w:tc>
        <w:tc>
          <w:tcPr>
            <w:tcW w:w="2411" w:type="dxa"/>
            <w:shd w:val="clear" w:color="auto" w:fill="D9D9D9" w:themeFill="background1" w:themeFillShade="D9"/>
          </w:tcPr>
          <w:p w14:paraId="533AA2B2" w14:textId="77777777" w:rsidR="00205E11" w:rsidRPr="003662E5" w:rsidRDefault="00205E11" w:rsidP="003662E5">
            <w:pPr>
              <w:pStyle w:val="Legenda"/>
            </w:pPr>
            <w:r w:rsidRPr="003662E5">
              <w:t>Identyfikator</w:t>
            </w:r>
          </w:p>
        </w:tc>
        <w:tc>
          <w:tcPr>
            <w:tcW w:w="1214" w:type="dxa"/>
            <w:shd w:val="clear" w:color="auto" w:fill="D9D9D9" w:themeFill="background1" w:themeFillShade="D9"/>
          </w:tcPr>
          <w:p w14:paraId="0B805AAA" w14:textId="77777777" w:rsidR="00205E11" w:rsidRPr="003662E5" w:rsidRDefault="00205E11" w:rsidP="003662E5">
            <w:pPr>
              <w:pStyle w:val="Legenda"/>
            </w:pPr>
            <w:r w:rsidRPr="003662E5">
              <w:t>Wersja</w:t>
            </w:r>
          </w:p>
        </w:tc>
        <w:tc>
          <w:tcPr>
            <w:tcW w:w="1196" w:type="dxa"/>
            <w:shd w:val="clear" w:color="auto" w:fill="D9D9D9" w:themeFill="background1" w:themeFillShade="D9"/>
          </w:tcPr>
          <w:p w14:paraId="5622D09F" w14:textId="77777777" w:rsidR="00205E11" w:rsidRPr="003662E5" w:rsidRDefault="00205E11" w:rsidP="003662E5">
            <w:pPr>
              <w:pStyle w:val="Legenda"/>
            </w:pPr>
            <w:r w:rsidRPr="003662E5">
              <w:t>Data wydania</w:t>
            </w:r>
          </w:p>
        </w:tc>
      </w:tr>
      <w:tr w:rsidR="00DD7D72" w:rsidRPr="003662E5" w14:paraId="3E0B9987" w14:textId="77777777" w:rsidTr="006E329F">
        <w:tc>
          <w:tcPr>
            <w:tcW w:w="480" w:type="dxa"/>
          </w:tcPr>
          <w:p w14:paraId="7026764D" w14:textId="77777777" w:rsidR="00DD7D72" w:rsidRPr="003662E5" w:rsidRDefault="00DD7D72" w:rsidP="003662E5">
            <w:pPr>
              <w:pStyle w:val="Tabelazwyky"/>
            </w:pPr>
            <w:bookmarkStart w:id="25" w:name="_Ref361653747"/>
          </w:p>
        </w:tc>
        <w:bookmarkEnd w:id="25"/>
        <w:tc>
          <w:tcPr>
            <w:tcW w:w="3840" w:type="dxa"/>
          </w:tcPr>
          <w:p w14:paraId="0E95603C" w14:textId="77777777" w:rsidR="00DD7D72" w:rsidRPr="003662E5" w:rsidRDefault="00DD7D72" w:rsidP="003662E5">
            <w:pPr>
              <w:pStyle w:val="Tabelazwyky"/>
            </w:pPr>
            <w:r w:rsidRPr="003662E5">
              <w:t>Dokumentacja techniczna powykonawcza: Specyfikacja komunikatów XML - część zewnętrzna</w:t>
            </w:r>
          </w:p>
        </w:tc>
        <w:tc>
          <w:tcPr>
            <w:tcW w:w="2411" w:type="dxa"/>
          </w:tcPr>
          <w:p w14:paraId="1399A5CE" w14:textId="77777777" w:rsidR="00DD7D72" w:rsidRPr="003662E5" w:rsidRDefault="00DD7D72" w:rsidP="003662E5">
            <w:pPr>
              <w:pStyle w:val="Tabelazwyky"/>
            </w:pPr>
            <w:r w:rsidRPr="003662E5">
              <w:t>ZF2-PWT-KXML-ZEWN</w:t>
            </w:r>
          </w:p>
        </w:tc>
        <w:tc>
          <w:tcPr>
            <w:tcW w:w="1214" w:type="dxa"/>
          </w:tcPr>
          <w:p w14:paraId="087A98AC" w14:textId="77777777" w:rsidR="00DD7D72" w:rsidRPr="003662E5" w:rsidRDefault="004623FE" w:rsidP="003662E5">
            <w:pPr>
              <w:pStyle w:val="Tabelazwyky"/>
            </w:pPr>
            <w:r w:rsidRPr="003662E5">
              <w:t>V13</w:t>
            </w:r>
          </w:p>
        </w:tc>
        <w:tc>
          <w:tcPr>
            <w:tcW w:w="1196" w:type="dxa"/>
          </w:tcPr>
          <w:p w14:paraId="623FA0E0" w14:textId="77777777" w:rsidR="00DD7D72" w:rsidRPr="003662E5" w:rsidRDefault="00DD7D72" w:rsidP="003662E5">
            <w:pPr>
              <w:pStyle w:val="Tabelazwyky"/>
            </w:pPr>
            <w:r w:rsidRPr="003662E5">
              <w:t>n/d</w:t>
            </w:r>
          </w:p>
        </w:tc>
      </w:tr>
    </w:tbl>
    <w:p w14:paraId="5E0D95F3" w14:textId="77777777" w:rsidR="00205E11" w:rsidRPr="003662E5" w:rsidRDefault="00205E11" w:rsidP="003662E5">
      <w:pPr>
        <w:pStyle w:val="Nagwek3"/>
        <w:spacing w:line="276" w:lineRule="auto"/>
        <w:rPr>
          <w:rFonts w:cs="Open Sans"/>
          <w:b w:val="0"/>
          <w:bCs w:val="0"/>
        </w:rPr>
      </w:pPr>
      <w:bookmarkStart w:id="26" w:name="_Toc341696560"/>
      <w:bookmarkStart w:id="27" w:name="_Toc349568557"/>
      <w:bookmarkStart w:id="28" w:name="_Toc361655060"/>
      <w:bookmarkStart w:id="29" w:name="_Toc361657246"/>
      <w:bookmarkStart w:id="30" w:name="_Toc361666184"/>
      <w:bookmarkStart w:id="31" w:name="_Toc361825485"/>
      <w:bookmarkStart w:id="32" w:name="_Toc184813177"/>
      <w:r w:rsidRPr="003662E5">
        <w:rPr>
          <w:rFonts w:cs="Open Sans"/>
          <w:bCs w:val="0"/>
        </w:rPr>
        <w:t>Dokumenty pomocnicze</w:t>
      </w:r>
      <w:bookmarkEnd w:id="26"/>
      <w:bookmarkEnd w:id="27"/>
      <w:bookmarkEnd w:id="28"/>
      <w:bookmarkEnd w:id="29"/>
      <w:bookmarkEnd w:id="30"/>
      <w:bookmarkEnd w:id="31"/>
      <w:bookmarkEnd w:id="32"/>
    </w:p>
    <w:p w14:paraId="4A3E772C" w14:textId="5D5BA083" w:rsidR="00205E11" w:rsidRPr="003662E5" w:rsidRDefault="00205E11" w:rsidP="003662E5">
      <w:pPr>
        <w:pStyle w:val="Z2PodpisRysunkuTabeli"/>
      </w:pPr>
      <w:bookmarkStart w:id="33" w:name="_Toc361655088"/>
      <w:bookmarkStart w:id="34" w:name="_Toc361657257"/>
      <w:bookmarkStart w:id="35" w:name="_Toc361666195"/>
      <w:bookmarkStart w:id="36" w:name="_Toc361825496"/>
      <w:bookmarkStart w:id="37" w:name="_Toc184813191"/>
      <w:r w:rsidRPr="003662E5">
        <w:t xml:space="preserve">Tabela </w:t>
      </w:r>
      <w:r w:rsidRPr="003662E5">
        <w:fldChar w:fldCharType="begin"/>
      </w:r>
      <w:r w:rsidRPr="003662E5">
        <w:instrText xml:space="preserve"> SEQ Tabela \* ARABIC </w:instrText>
      </w:r>
      <w:r w:rsidRPr="003662E5">
        <w:fldChar w:fldCharType="separate"/>
      </w:r>
      <w:r w:rsidR="002E6DF0">
        <w:rPr>
          <w:noProof/>
        </w:rPr>
        <w:t>4</w:t>
      </w:r>
      <w:r w:rsidRPr="003662E5">
        <w:fldChar w:fldCharType="end"/>
      </w:r>
      <w:r w:rsidRPr="003662E5">
        <w:t>. Wykaz dokumentów pomocniczych</w:t>
      </w:r>
      <w:bookmarkEnd w:id="33"/>
      <w:bookmarkEnd w:id="34"/>
      <w:bookmarkEnd w:id="35"/>
      <w:bookmarkEnd w:id="36"/>
      <w:bookmarkEnd w:id="37"/>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3662E5" w14:paraId="6D322D66" w14:textId="77777777" w:rsidTr="003662E5">
        <w:trPr>
          <w:tblHeader/>
        </w:trPr>
        <w:tc>
          <w:tcPr>
            <w:tcW w:w="480" w:type="dxa"/>
            <w:shd w:val="clear" w:color="auto" w:fill="D9D9D9" w:themeFill="background1" w:themeFillShade="D9"/>
          </w:tcPr>
          <w:p w14:paraId="596EC267" w14:textId="77777777" w:rsidR="00205E11" w:rsidRPr="003662E5" w:rsidRDefault="00205E11" w:rsidP="003662E5">
            <w:pPr>
              <w:pStyle w:val="Legenda"/>
            </w:pPr>
            <w:r w:rsidRPr="003662E5">
              <w:t>Nr</w:t>
            </w:r>
          </w:p>
        </w:tc>
        <w:tc>
          <w:tcPr>
            <w:tcW w:w="3840" w:type="dxa"/>
            <w:shd w:val="clear" w:color="auto" w:fill="D9D9D9" w:themeFill="background1" w:themeFillShade="D9"/>
          </w:tcPr>
          <w:p w14:paraId="0924C715" w14:textId="77777777" w:rsidR="00205E11" w:rsidRPr="003662E5" w:rsidRDefault="00205E11" w:rsidP="003662E5">
            <w:pPr>
              <w:pStyle w:val="Legenda"/>
            </w:pPr>
            <w:r w:rsidRPr="003662E5">
              <w:t>Nazwa</w:t>
            </w:r>
          </w:p>
        </w:tc>
        <w:tc>
          <w:tcPr>
            <w:tcW w:w="2400" w:type="dxa"/>
            <w:shd w:val="clear" w:color="auto" w:fill="D9D9D9" w:themeFill="background1" w:themeFillShade="D9"/>
          </w:tcPr>
          <w:p w14:paraId="62F6260D" w14:textId="77777777" w:rsidR="00205E11" w:rsidRPr="003662E5" w:rsidRDefault="00205E11" w:rsidP="003662E5">
            <w:pPr>
              <w:pStyle w:val="Legenda"/>
            </w:pPr>
            <w:r w:rsidRPr="003662E5">
              <w:t>Identyfikator</w:t>
            </w:r>
          </w:p>
        </w:tc>
        <w:tc>
          <w:tcPr>
            <w:tcW w:w="1200" w:type="dxa"/>
            <w:shd w:val="clear" w:color="auto" w:fill="D9D9D9" w:themeFill="background1" w:themeFillShade="D9"/>
          </w:tcPr>
          <w:p w14:paraId="181EAE1F" w14:textId="77777777" w:rsidR="00205E11" w:rsidRPr="003662E5" w:rsidRDefault="00205E11" w:rsidP="003662E5">
            <w:pPr>
              <w:pStyle w:val="Legenda"/>
            </w:pPr>
            <w:r w:rsidRPr="003662E5">
              <w:t>Wersja</w:t>
            </w:r>
          </w:p>
        </w:tc>
        <w:tc>
          <w:tcPr>
            <w:tcW w:w="1200" w:type="dxa"/>
            <w:shd w:val="clear" w:color="auto" w:fill="D9D9D9" w:themeFill="background1" w:themeFillShade="D9"/>
          </w:tcPr>
          <w:p w14:paraId="6C0A963A" w14:textId="77777777" w:rsidR="00205E11" w:rsidRPr="003662E5" w:rsidRDefault="00205E11" w:rsidP="003662E5">
            <w:pPr>
              <w:pStyle w:val="Legenda"/>
            </w:pPr>
            <w:r w:rsidRPr="003662E5">
              <w:t>Data wydania</w:t>
            </w:r>
          </w:p>
        </w:tc>
      </w:tr>
      <w:tr w:rsidR="00205E11" w:rsidRPr="003662E5" w14:paraId="6276D30D" w14:textId="77777777" w:rsidTr="006E329F">
        <w:tc>
          <w:tcPr>
            <w:tcW w:w="480" w:type="dxa"/>
          </w:tcPr>
          <w:p w14:paraId="3904857C" w14:textId="77777777" w:rsidR="00205E11" w:rsidRPr="003662E5" w:rsidRDefault="00205E11" w:rsidP="003662E5">
            <w:pPr>
              <w:pStyle w:val="Tabelazwyky"/>
            </w:pPr>
          </w:p>
        </w:tc>
        <w:tc>
          <w:tcPr>
            <w:tcW w:w="3840" w:type="dxa"/>
          </w:tcPr>
          <w:p w14:paraId="7D81C162" w14:textId="77777777" w:rsidR="00205E11" w:rsidRPr="003662E5" w:rsidRDefault="003A5EC7" w:rsidP="003662E5">
            <w:pPr>
              <w:pStyle w:val="Tabelazwyky"/>
            </w:pPr>
            <w:r w:rsidRPr="003662E5">
              <w:t>Brak</w:t>
            </w:r>
          </w:p>
        </w:tc>
        <w:tc>
          <w:tcPr>
            <w:tcW w:w="2400" w:type="dxa"/>
          </w:tcPr>
          <w:p w14:paraId="75E4B68C" w14:textId="77777777" w:rsidR="00205E11" w:rsidRPr="003662E5" w:rsidRDefault="003A5EC7" w:rsidP="003662E5">
            <w:pPr>
              <w:pStyle w:val="Tabelazwyky"/>
            </w:pPr>
            <w:r w:rsidRPr="003662E5">
              <w:t>n/d</w:t>
            </w:r>
          </w:p>
        </w:tc>
        <w:tc>
          <w:tcPr>
            <w:tcW w:w="1200" w:type="dxa"/>
          </w:tcPr>
          <w:p w14:paraId="623C1311" w14:textId="77777777" w:rsidR="00205E11" w:rsidRPr="003662E5" w:rsidRDefault="003A5EC7" w:rsidP="003662E5">
            <w:pPr>
              <w:pStyle w:val="Tabelazwyky"/>
            </w:pPr>
            <w:r w:rsidRPr="003662E5">
              <w:t>n/d</w:t>
            </w:r>
          </w:p>
        </w:tc>
        <w:tc>
          <w:tcPr>
            <w:tcW w:w="1200" w:type="dxa"/>
          </w:tcPr>
          <w:p w14:paraId="35B456E8" w14:textId="77777777" w:rsidR="00205E11" w:rsidRPr="003662E5" w:rsidRDefault="003A5EC7" w:rsidP="003662E5">
            <w:pPr>
              <w:pStyle w:val="Tabelazwyky"/>
            </w:pPr>
            <w:r w:rsidRPr="003662E5">
              <w:t>n/d</w:t>
            </w:r>
          </w:p>
        </w:tc>
      </w:tr>
    </w:tbl>
    <w:p w14:paraId="1C833772" w14:textId="77777777" w:rsidR="003F3585" w:rsidRPr="003662E5" w:rsidRDefault="00C43119" w:rsidP="003662E5">
      <w:pPr>
        <w:pStyle w:val="Nagwek2"/>
        <w:spacing w:line="276" w:lineRule="auto"/>
        <w:rPr>
          <w:rFonts w:cs="Open Sans"/>
          <w:b w:val="0"/>
          <w:bCs w:val="0"/>
        </w:rPr>
      </w:pPr>
      <w:bookmarkStart w:id="38" w:name="_Toc341696561"/>
      <w:bookmarkStart w:id="39" w:name="_Toc349568558"/>
      <w:bookmarkStart w:id="40" w:name="_Toc184813178"/>
      <w:r w:rsidRPr="003662E5">
        <w:rPr>
          <w:rFonts w:cs="Open Sans"/>
          <w:bCs w:val="0"/>
        </w:rPr>
        <w:t>Słownik przyjętych skrótów i terminów</w:t>
      </w:r>
      <w:bookmarkEnd w:id="38"/>
      <w:bookmarkEnd w:id="39"/>
      <w:bookmarkEnd w:id="40"/>
    </w:p>
    <w:p w14:paraId="70F2D7AB" w14:textId="77777777" w:rsidR="003F3585" w:rsidRPr="003662E5" w:rsidRDefault="00C43119" w:rsidP="003662E5">
      <w:pPr>
        <w:pStyle w:val="Nagwek3"/>
        <w:spacing w:line="276" w:lineRule="auto"/>
        <w:rPr>
          <w:rFonts w:cs="Open Sans"/>
          <w:b w:val="0"/>
          <w:bCs w:val="0"/>
        </w:rPr>
      </w:pPr>
      <w:bookmarkStart w:id="41" w:name="_Toc341696562"/>
      <w:bookmarkStart w:id="42" w:name="_Toc349568559"/>
      <w:bookmarkStart w:id="43" w:name="_Toc184813179"/>
      <w:r w:rsidRPr="003662E5">
        <w:rPr>
          <w:rFonts w:cs="Open Sans"/>
          <w:bCs w:val="0"/>
        </w:rPr>
        <w:t xml:space="preserve">Skróty i </w:t>
      </w:r>
      <w:r w:rsidR="00E92D9D" w:rsidRPr="003662E5">
        <w:rPr>
          <w:rFonts w:cs="Open Sans"/>
          <w:bCs w:val="0"/>
        </w:rPr>
        <w:t>ak</w:t>
      </w:r>
      <w:r w:rsidR="003F3585" w:rsidRPr="003662E5">
        <w:rPr>
          <w:rFonts w:cs="Open Sans"/>
          <w:bCs w:val="0"/>
        </w:rPr>
        <w:t>ronimy</w:t>
      </w:r>
      <w:bookmarkEnd w:id="41"/>
      <w:bookmarkEnd w:id="42"/>
      <w:bookmarkEnd w:id="43"/>
    </w:p>
    <w:p w14:paraId="2F48B15C" w14:textId="4D34BCEF" w:rsidR="00034C39" w:rsidRPr="003662E5" w:rsidRDefault="00034C39" w:rsidP="003662E5">
      <w:pPr>
        <w:pStyle w:val="Z2PodpisRysunkuTabeli"/>
      </w:pPr>
      <w:bookmarkStart w:id="44" w:name="_Toc184813192"/>
      <w:r w:rsidRPr="003662E5">
        <w:t xml:space="preserve">Tabela </w:t>
      </w:r>
      <w:r w:rsidR="0006207D" w:rsidRPr="003662E5">
        <w:fldChar w:fldCharType="begin"/>
      </w:r>
      <w:r w:rsidR="0006207D" w:rsidRPr="003662E5">
        <w:instrText xml:space="preserve"> SEQ Tabela \* ARABIC </w:instrText>
      </w:r>
      <w:r w:rsidR="0006207D" w:rsidRPr="003662E5">
        <w:fldChar w:fldCharType="separate"/>
      </w:r>
      <w:r w:rsidR="002E6DF0">
        <w:rPr>
          <w:noProof/>
        </w:rPr>
        <w:t>5</w:t>
      </w:r>
      <w:r w:rsidR="0006207D" w:rsidRPr="003662E5">
        <w:fldChar w:fldCharType="end"/>
      </w:r>
      <w:r w:rsidRPr="003662E5">
        <w:t>. Wykaz skrótów i akronimów</w:t>
      </w:r>
      <w:bookmarkEnd w:id="44"/>
    </w:p>
    <w:tbl>
      <w:tblPr>
        <w:tblStyle w:val="Tabela-Siatka"/>
        <w:tblW w:w="9464" w:type="dxa"/>
        <w:tblLook w:val="01E0" w:firstRow="1" w:lastRow="1" w:firstColumn="1" w:lastColumn="1" w:noHBand="0" w:noVBand="0"/>
      </w:tblPr>
      <w:tblGrid>
        <w:gridCol w:w="2988"/>
        <w:gridCol w:w="6476"/>
      </w:tblGrid>
      <w:tr w:rsidR="003A5EC7" w:rsidRPr="003662E5" w14:paraId="0441E50A" w14:textId="77777777" w:rsidTr="006863F7">
        <w:trPr>
          <w:tblHeader/>
        </w:trPr>
        <w:tc>
          <w:tcPr>
            <w:tcW w:w="2988" w:type="dxa"/>
            <w:shd w:val="clear" w:color="auto" w:fill="D9D9D9" w:themeFill="background1" w:themeFillShade="D9"/>
          </w:tcPr>
          <w:p w14:paraId="12C8E22D" w14:textId="77777777" w:rsidR="003A5EC7" w:rsidRPr="003662E5" w:rsidRDefault="003A5EC7" w:rsidP="003662E5">
            <w:pPr>
              <w:pStyle w:val="Legenda"/>
            </w:pPr>
            <w:r w:rsidRPr="003662E5">
              <w:t>Skrót/Akronim</w:t>
            </w:r>
          </w:p>
        </w:tc>
        <w:tc>
          <w:tcPr>
            <w:tcW w:w="6476" w:type="dxa"/>
            <w:shd w:val="clear" w:color="auto" w:fill="D9D9D9" w:themeFill="background1" w:themeFillShade="D9"/>
          </w:tcPr>
          <w:p w14:paraId="3F99A453" w14:textId="77777777" w:rsidR="003A5EC7" w:rsidRPr="003662E5" w:rsidRDefault="003A5EC7" w:rsidP="003662E5">
            <w:pPr>
              <w:pStyle w:val="Legenda"/>
            </w:pPr>
            <w:r w:rsidRPr="003662E5">
              <w:t>Objaśnienie</w:t>
            </w:r>
          </w:p>
        </w:tc>
      </w:tr>
      <w:tr w:rsidR="003A5EC7" w:rsidRPr="003662E5" w14:paraId="774474B1" w14:textId="77777777" w:rsidTr="006E329F">
        <w:tc>
          <w:tcPr>
            <w:tcW w:w="2988" w:type="dxa"/>
          </w:tcPr>
          <w:p w14:paraId="6EFC5EC9" w14:textId="77777777" w:rsidR="003A5EC7" w:rsidRPr="003662E5" w:rsidRDefault="003A5EC7" w:rsidP="003662E5">
            <w:pPr>
              <w:pStyle w:val="Tabelazwyky"/>
            </w:pPr>
            <w:r w:rsidRPr="003662E5">
              <w:t>AIS</w:t>
            </w:r>
          </w:p>
        </w:tc>
        <w:tc>
          <w:tcPr>
            <w:tcW w:w="6476" w:type="dxa"/>
          </w:tcPr>
          <w:p w14:paraId="62CD4106" w14:textId="77777777" w:rsidR="003A5EC7" w:rsidRPr="003662E5" w:rsidRDefault="003A5EC7" w:rsidP="003662E5">
            <w:pPr>
              <w:pStyle w:val="Tabelazwyky"/>
            </w:pPr>
            <w:proofErr w:type="spellStart"/>
            <w:r w:rsidRPr="003662E5">
              <w:t>Automated</w:t>
            </w:r>
            <w:proofErr w:type="spellEnd"/>
            <w:r w:rsidRPr="003662E5">
              <w:t xml:space="preserve"> Import System – Automatyczny System Importu. Także projekt „Programu e-Cło”.</w:t>
            </w:r>
          </w:p>
        </w:tc>
      </w:tr>
      <w:tr w:rsidR="003A5EC7" w:rsidRPr="003662E5" w14:paraId="0C86B484" w14:textId="77777777" w:rsidTr="006E329F">
        <w:tc>
          <w:tcPr>
            <w:tcW w:w="2988" w:type="dxa"/>
          </w:tcPr>
          <w:p w14:paraId="183DB1A0" w14:textId="77777777" w:rsidR="003A5EC7" w:rsidRPr="003662E5" w:rsidRDefault="003A5EC7" w:rsidP="003662E5">
            <w:pPr>
              <w:pStyle w:val="Tabelazwyky"/>
            </w:pPr>
            <w:r w:rsidRPr="003662E5">
              <w:t>ARI@DNA2</w:t>
            </w:r>
          </w:p>
        </w:tc>
        <w:tc>
          <w:tcPr>
            <w:tcW w:w="6476" w:type="dxa"/>
          </w:tcPr>
          <w:p w14:paraId="11D3FC67" w14:textId="77777777" w:rsidR="003A5EC7" w:rsidRPr="003662E5" w:rsidRDefault="003A5EC7" w:rsidP="003662E5">
            <w:pPr>
              <w:pStyle w:val="Tabelazwyky"/>
            </w:pPr>
            <w:r w:rsidRPr="003662E5">
              <w:t>Hurtownia danych Administracji Celnej.</w:t>
            </w:r>
          </w:p>
        </w:tc>
      </w:tr>
      <w:tr w:rsidR="003A5EC7" w:rsidRPr="003662E5" w14:paraId="278C0D48" w14:textId="77777777" w:rsidTr="006E329F">
        <w:tc>
          <w:tcPr>
            <w:tcW w:w="2988" w:type="dxa"/>
          </w:tcPr>
          <w:p w14:paraId="26C7EF2A" w14:textId="77777777" w:rsidR="003A5EC7" w:rsidRPr="003662E5" w:rsidRDefault="003A5EC7" w:rsidP="003662E5">
            <w:pPr>
              <w:pStyle w:val="Tabelazwyky"/>
            </w:pPr>
            <w:r w:rsidRPr="003662E5">
              <w:t>CELINA</w:t>
            </w:r>
          </w:p>
        </w:tc>
        <w:tc>
          <w:tcPr>
            <w:tcW w:w="6476" w:type="dxa"/>
          </w:tcPr>
          <w:p w14:paraId="5F2EF579" w14:textId="77777777" w:rsidR="003A5EC7" w:rsidRPr="003662E5" w:rsidRDefault="003A5EC7" w:rsidP="003662E5">
            <w:pPr>
              <w:pStyle w:val="Default"/>
              <w:spacing w:before="60" w:after="60" w:line="276" w:lineRule="auto"/>
              <w:rPr>
                <w:rFonts w:ascii="Lato" w:hAnsi="Lato" w:cs="Arial"/>
                <w:color w:val="auto"/>
                <w:sz w:val="20"/>
                <w:szCs w:val="20"/>
              </w:rPr>
            </w:pPr>
            <w:r w:rsidRPr="003662E5">
              <w:rPr>
                <w:rFonts w:ascii="Lato" w:hAnsi="Lato" w:cs="Arial"/>
                <w:color w:val="auto"/>
                <w:sz w:val="20"/>
                <w:szCs w:val="20"/>
              </w:rPr>
              <w:t>System obsługi zgłoszeń celnych.</w:t>
            </w:r>
          </w:p>
        </w:tc>
      </w:tr>
      <w:tr w:rsidR="003A5EC7" w:rsidRPr="003662E5" w14:paraId="3B217832" w14:textId="77777777" w:rsidTr="006E329F">
        <w:tc>
          <w:tcPr>
            <w:tcW w:w="2988" w:type="dxa"/>
          </w:tcPr>
          <w:p w14:paraId="42E65354" w14:textId="77777777" w:rsidR="003A5EC7" w:rsidRPr="003662E5" w:rsidRDefault="003A5EC7" w:rsidP="003662E5">
            <w:pPr>
              <w:pStyle w:val="Tabelazwyky"/>
            </w:pPr>
            <w:r w:rsidRPr="003662E5">
              <w:t>ECIP</w:t>
            </w:r>
          </w:p>
        </w:tc>
        <w:tc>
          <w:tcPr>
            <w:tcW w:w="6476" w:type="dxa"/>
          </w:tcPr>
          <w:p w14:paraId="1917A4FF" w14:textId="77777777" w:rsidR="003A5EC7" w:rsidRPr="003662E5" w:rsidRDefault="003A5EC7" w:rsidP="003662E5">
            <w:pPr>
              <w:pStyle w:val="Tabelazwyky"/>
            </w:pPr>
            <w:r w:rsidRPr="003662E5">
              <w:t xml:space="preserve">EU </w:t>
            </w:r>
            <w:proofErr w:type="spellStart"/>
            <w:r w:rsidRPr="003662E5">
              <w:t>Customs</w:t>
            </w:r>
            <w:proofErr w:type="spellEnd"/>
            <w:r w:rsidRPr="003662E5">
              <w:t xml:space="preserve"> Information Portal – Europejski Portal Informacji Celnej. </w:t>
            </w:r>
          </w:p>
        </w:tc>
      </w:tr>
      <w:tr w:rsidR="003A5EC7" w:rsidRPr="003662E5" w14:paraId="71225C3E" w14:textId="77777777" w:rsidTr="006E329F">
        <w:tc>
          <w:tcPr>
            <w:tcW w:w="2988" w:type="dxa"/>
          </w:tcPr>
          <w:p w14:paraId="0E0CDA6D" w14:textId="77777777" w:rsidR="003A5EC7" w:rsidRPr="003662E5" w:rsidRDefault="003A5EC7" w:rsidP="003662E5">
            <w:pPr>
              <w:pStyle w:val="Tabelazwyky"/>
            </w:pPr>
            <w:r w:rsidRPr="003662E5">
              <w:t xml:space="preserve">ECIP/SEAP PL </w:t>
            </w:r>
          </w:p>
        </w:tc>
        <w:tc>
          <w:tcPr>
            <w:tcW w:w="6476" w:type="dxa"/>
          </w:tcPr>
          <w:p w14:paraId="1E244D49" w14:textId="77777777" w:rsidR="003A5EC7" w:rsidRPr="003662E5" w:rsidRDefault="003A5EC7" w:rsidP="003662E5">
            <w:pPr>
              <w:pStyle w:val="Tabelazwyky"/>
            </w:pPr>
            <w:proofErr w:type="spellStart"/>
            <w:r w:rsidRPr="003662E5">
              <w:t>European</w:t>
            </w:r>
            <w:proofErr w:type="spellEnd"/>
            <w:r w:rsidRPr="003662E5">
              <w:t xml:space="preserve"> </w:t>
            </w:r>
            <w:proofErr w:type="spellStart"/>
            <w:r w:rsidRPr="003662E5">
              <w:t>Customs</w:t>
            </w:r>
            <w:proofErr w:type="spellEnd"/>
            <w:r w:rsidRPr="003662E5">
              <w:t xml:space="preserve"> Information Portal - Europejski Informacyjny Portal Celny</w:t>
            </w:r>
          </w:p>
          <w:p w14:paraId="71B59A25" w14:textId="77777777" w:rsidR="003A5EC7" w:rsidRPr="003662E5" w:rsidRDefault="003A5EC7" w:rsidP="003662E5">
            <w:pPr>
              <w:pStyle w:val="Tabelazwyky"/>
            </w:pPr>
            <w:r w:rsidRPr="003662E5">
              <w:t xml:space="preserve">Single </w:t>
            </w:r>
            <w:proofErr w:type="spellStart"/>
            <w:r w:rsidRPr="003662E5">
              <w:t>Electronic</w:t>
            </w:r>
            <w:proofErr w:type="spellEnd"/>
            <w:r w:rsidRPr="003662E5">
              <w:t xml:space="preserve"> Access Point - Pojedynczy Elektroniczny Punkt Dostępu</w:t>
            </w:r>
          </w:p>
          <w:p w14:paraId="5EE77939" w14:textId="77777777" w:rsidR="003A5EC7" w:rsidRPr="003662E5" w:rsidRDefault="003A5EC7" w:rsidP="003662E5">
            <w:pPr>
              <w:pStyle w:val="Tabelazwyky"/>
            </w:pPr>
            <w:r w:rsidRPr="003662E5">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3662E5" w14:paraId="36F36260" w14:textId="77777777" w:rsidTr="006E329F">
        <w:tc>
          <w:tcPr>
            <w:tcW w:w="2988" w:type="dxa"/>
          </w:tcPr>
          <w:p w14:paraId="4E399CE0" w14:textId="77777777" w:rsidR="003A5EC7" w:rsidRPr="003662E5" w:rsidRDefault="003A5EC7" w:rsidP="003662E5">
            <w:pPr>
              <w:pStyle w:val="Tabelazwyky"/>
            </w:pPr>
            <w:r w:rsidRPr="003662E5">
              <w:t>ESB</w:t>
            </w:r>
          </w:p>
        </w:tc>
        <w:tc>
          <w:tcPr>
            <w:tcW w:w="6476" w:type="dxa"/>
          </w:tcPr>
          <w:p w14:paraId="13441C03" w14:textId="77777777" w:rsidR="003A5EC7" w:rsidRPr="003662E5" w:rsidRDefault="003A5EC7" w:rsidP="003662E5">
            <w:pPr>
              <w:pStyle w:val="Tabelazwyky"/>
            </w:pPr>
            <w:r w:rsidRPr="003662E5">
              <w:t xml:space="preserve">Enterprise Service Bus - warstwa pośrednia w architekturze systemów informatycznych umożliwiająca zastosowanie koncepcji SOA </w:t>
            </w:r>
            <w:r w:rsidRPr="003662E5">
              <w:lastRenderedPageBreak/>
              <w:t>(Architektura zorientowana na usługi) w środowisku korporacyjnym. Umożliwia dynamiczne przyłączanie i odłączanie usług wchodzących w skład korporacyjnego systemu informacyjnego.</w:t>
            </w:r>
          </w:p>
        </w:tc>
      </w:tr>
      <w:tr w:rsidR="003A5EC7" w:rsidRPr="003662E5" w14:paraId="12D83B38" w14:textId="77777777" w:rsidTr="006E329F">
        <w:tc>
          <w:tcPr>
            <w:tcW w:w="2988" w:type="dxa"/>
          </w:tcPr>
          <w:p w14:paraId="3211DB10" w14:textId="77777777" w:rsidR="003A5EC7" w:rsidRPr="003662E5" w:rsidRDefault="003A5EC7" w:rsidP="003662E5">
            <w:pPr>
              <w:pStyle w:val="Tabelazwyky"/>
            </w:pPr>
            <w:r w:rsidRPr="003662E5">
              <w:lastRenderedPageBreak/>
              <w:t>ESKS</w:t>
            </w:r>
          </w:p>
        </w:tc>
        <w:tc>
          <w:tcPr>
            <w:tcW w:w="6476" w:type="dxa"/>
          </w:tcPr>
          <w:p w14:paraId="720DB4A6" w14:textId="77777777" w:rsidR="003A5EC7" w:rsidRPr="003662E5" w:rsidRDefault="003A5EC7" w:rsidP="003662E5">
            <w:pPr>
              <w:pStyle w:val="Tabelazwyky"/>
            </w:pPr>
            <w:r w:rsidRPr="003662E5">
              <w:t xml:space="preserve">Ewidencja Spraw Karnych Skarbowych - system informatyczny usprawniający pracę </w:t>
            </w:r>
            <w:r w:rsidR="000E21A3" w:rsidRPr="003662E5">
              <w:t xml:space="preserve">Administracji Skarbowej </w:t>
            </w:r>
            <w:r w:rsidRPr="003662E5">
              <w:t xml:space="preserve">w zakresie rejestracji spraw o przestępstwa </w:t>
            </w:r>
            <w:r w:rsidRPr="003662E5">
              <w:br/>
              <w:t xml:space="preserve">i wykroczenia skarbowe oraz ewidencjonowania grzywien nakładanych </w:t>
            </w:r>
            <w:r w:rsidRPr="003662E5">
              <w:br/>
              <w:t>w drodze mandatu karnego.</w:t>
            </w:r>
          </w:p>
        </w:tc>
      </w:tr>
      <w:tr w:rsidR="003A5EC7" w:rsidRPr="003662E5" w14:paraId="0E61B2E4" w14:textId="77777777" w:rsidTr="006E329F">
        <w:tc>
          <w:tcPr>
            <w:tcW w:w="2988" w:type="dxa"/>
          </w:tcPr>
          <w:p w14:paraId="0C649103" w14:textId="77777777" w:rsidR="003A5EC7" w:rsidRPr="003662E5" w:rsidRDefault="003A5EC7" w:rsidP="003662E5">
            <w:pPr>
              <w:pStyle w:val="Tabelazwyky"/>
            </w:pPr>
            <w:r w:rsidRPr="003662E5">
              <w:t>HERMES2</w:t>
            </w:r>
          </w:p>
        </w:tc>
        <w:tc>
          <w:tcPr>
            <w:tcW w:w="6476" w:type="dxa"/>
          </w:tcPr>
          <w:p w14:paraId="091BE660" w14:textId="77777777" w:rsidR="003A5EC7" w:rsidRPr="003662E5" w:rsidRDefault="003A5EC7" w:rsidP="003662E5">
            <w:pPr>
              <w:pStyle w:val="Tabelazwyky"/>
            </w:pPr>
            <w:r w:rsidRPr="003662E5">
              <w:t>Projekt „Programu e-Cło” obejmujący wdrożenie Systemu Zarządzania Zasobami Ludzkimi.</w:t>
            </w:r>
          </w:p>
        </w:tc>
      </w:tr>
      <w:tr w:rsidR="003A5EC7" w:rsidRPr="003662E5" w14:paraId="147E88B3" w14:textId="77777777" w:rsidTr="006E329F">
        <w:tc>
          <w:tcPr>
            <w:tcW w:w="2988" w:type="dxa"/>
          </w:tcPr>
          <w:p w14:paraId="55188947" w14:textId="77777777" w:rsidR="003A5EC7" w:rsidRPr="003662E5" w:rsidRDefault="003A5EC7" w:rsidP="003662E5">
            <w:pPr>
              <w:pStyle w:val="Tabelazwyky"/>
            </w:pPr>
            <w:r w:rsidRPr="003662E5">
              <w:t>HTTP</w:t>
            </w:r>
          </w:p>
        </w:tc>
        <w:tc>
          <w:tcPr>
            <w:tcW w:w="6476" w:type="dxa"/>
          </w:tcPr>
          <w:p w14:paraId="29574854" w14:textId="77777777" w:rsidR="003A5EC7" w:rsidRPr="003662E5" w:rsidRDefault="003A5EC7" w:rsidP="003662E5">
            <w:pPr>
              <w:pStyle w:val="Tabelazwyky"/>
            </w:pPr>
            <w:proofErr w:type="spellStart"/>
            <w:r w:rsidRPr="003662E5">
              <w:t>Hypertext</w:t>
            </w:r>
            <w:proofErr w:type="spellEnd"/>
            <w:r w:rsidRPr="003662E5">
              <w:t xml:space="preserve"> Transfer </w:t>
            </w:r>
            <w:proofErr w:type="spellStart"/>
            <w:r w:rsidRPr="003662E5">
              <w:t>Protocol</w:t>
            </w:r>
            <w:proofErr w:type="spellEnd"/>
            <w:r w:rsidRPr="003662E5">
              <w:t xml:space="preserve"> – protokół przesyłania dokumentów hipertekstowych.</w:t>
            </w:r>
          </w:p>
        </w:tc>
      </w:tr>
      <w:tr w:rsidR="003A5EC7" w:rsidRPr="003662E5" w14:paraId="4960D300" w14:textId="77777777" w:rsidTr="006E329F">
        <w:tc>
          <w:tcPr>
            <w:tcW w:w="2988" w:type="dxa"/>
          </w:tcPr>
          <w:p w14:paraId="554EE7C2" w14:textId="77777777" w:rsidR="003A5EC7" w:rsidRPr="003662E5" w:rsidRDefault="003A5EC7" w:rsidP="003662E5">
            <w:pPr>
              <w:pStyle w:val="Tabelazwyky"/>
            </w:pPr>
            <w:r w:rsidRPr="003662E5">
              <w:t>ISZTAR</w:t>
            </w:r>
          </w:p>
        </w:tc>
        <w:tc>
          <w:tcPr>
            <w:tcW w:w="6476" w:type="dxa"/>
          </w:tcPr>
          <w:p w14:paraId="4F1DE82D" w14:textId="77777777" w:rsidR="003A5EC7" w:rsidRPr="003662E5" w:rsidRDefault="003A5EC7" w:rsidP="003662E5">
            <w:pPr>
              <w:pStyle w:val="Tabelazwyky"/>
            </w:pPr>
            <w:r w:rsidRPr="003662E5">
              <w:t xml:space="preserve">System Zintegrowanej Taryfy Celnej. </w:t>
            </w:r>
          </w:p>
        </w:tc>
      </w:tr>
      <w:tr w:rsidR="003A5EC7" w:rsidRPr="003662E5" w14:paraId="374FF8DA" w14:textId="77777777" w:rsidTr="006E329F">
        <w:tc>
          <w:tcPr>
            <w:tcW w:w="2988" w:type="dxa"/>
          </w:tcPr>
          <w:p w14:paraId="228B79DF" w14:textId="77777777" w:rsidR="003A5EC7" w:rsidRPr="003662E5" w:rsidRDefault="003A5EC7" w:rsidP="003662E5">
            <w:pPr>
              <w:pStyle w:val="Tabelazwyky"/>
            </w:pPr>
            <w:r w:rsidRPr="003662E5">
              <w:t>ISZTAR4</w:t>
            </w:r>
          </w:p>
        </w:tc>
        <w:tc>
          <w:tcPr>
            <w:tcW w:w="6476" w:type="dxa"/>
          </w:tcPr>
          <w:p w14:paraId="5BCF35CE" w14:textId="77777777" w:rsidR="003A5EC7" w:rsidRPr="003662E5" w:rsidRDefault="003A5EC7" w:rsidP="003662E5">
            <w:pPr>
              <w:pStyle w:val="Tabelazwyky"/>
            </w:pPr>
            <w:r w:rsidRPr="003662E5">
              <w:t xml:space="preserve">System ISZTAR4 – Projekt w ramach Obszaru Zintegrowanej Taryfy Celnej, obejmujący przebudowę systemu w technologii wymiany komunikatów MCA, rozwój funkcjonalności zgodnie z </w:t>
            </w:r>
            <w:proofErr w:type="spellStart"/>
            <w:r w:rsidRPr="003662E5">
              <w:t>Integrated</w:t>
            </w:r>
            <w:proofErr w:type="spellEnd"/>
            <w:r w:rsidRPr="003662E5">
              <w:t xml:space="preserve"> </w:t>
            </w:r>
            <w:proofErr w:type="spellStart"/>
            <w:r w:rsidRPr="003662E5">
              <w:t>Tariff</w:t>
            </w:r>
            <w:proofErr w:type="spellEnd"/>
            <w:r w:rsidRPr="003662E5">
              <w:t xml:space="preserve"> Environment i TARIC oraz opracowane testy regresywne i przebudowę i integrację EBTI PL z portalem ECIP PL. Projekt Programu e-Cło.</w:t>
            </w:r>
          </w:p>
        </w:tc>
      </w:tr>
      <w:tr w:rsidR="003A5EC7" w:rsidRPr="003662E5" w14:paraId="271BD1C0" w14:textId="77777777" w:rsidTr="006E329F">
        <w:tc>
          <w:tcPr>
            <w:tcW w:w="2988" w:type="dxa"/>
          </w:tcPr>
          <w:p w14:paraId="120A94F2" w14:textId="77777777" w:rsidR="003A5EC7" w:rsidRPr="003662E5" w:rsidRDefault="003A5EC7" w:rsidP="003662E5">
            <w:pPr>
              <w:pStyle w:val="Tabelazwyky"/>
            </w:pPr>
            <w:r w:rsidRPr="003662E5">
              <w:t>OSOZ2</w:t>
            </w:r>
          </w:p>
        </w:tc>
        <w:tc>
          <w:tcPr>
            <w:tcW w:w="6476" w:type="dxa"/>
          </w:tcPr>
          <w:p w14:paraId="3B00C1E9" w14:textId="77777777" w:rsidR="003A5EC7" w:rsidRPr="003662E5" w:rsidRDefault="003A5EC7" w:rsidP="003662E5">
            <w:pPr>
              <w:pStyle w:val="Tabelazwyky"/>
            </w:pPr>
            <w:r w:rsidRPr="003662E5">
              <w:t>Projekt „Programu e-Cło” Zintegrowany System Obsługi Zabezpieczeń.</w:t>
            </w:r>
          </w:p>
        </w:tc>
      </w:tr>
      <w:tr w:rsidR="003A5EC7" w:rsidRPr="003662E5" w14:paraId="567BB884" w14:textId="77777777" w:rsidTr="006E329F">
        <w:tc>
          <w:tcPr>
            <w:tcW w:w="2988" w:type="dxa"/>
          </w:tcPr>
          <w:p w14:paraId="714A7EE0" w14:textId="77777777" w:rsidR="003A5EC7" w:rsidRPr="003662E5" w:rsidRDefault="003A5EC7" w:rsidP="003662E5">
            <w:pPr>
              <w:pStyle w:val="Tabelazwyky"/>
            </w:pPr>
            <w:r w:rsidRPr="003662E5">
              <w:t>OWNRES</w:t>
            </w:r>
          </w:p>
        </w:tc>
        <w:tc>
          <w:tcPr>
            <w:tcW w:w="6476" w:type="dxa"/>
          </w:tcPr>
          <w:p w14:paraId="51F24631" w14:textId="77777777" w:rsidR="003A5EC7" w:rsidRPr="003662E5" w:rsidRDefault="003A5EC7" w:rsidP="003662E5">
            <w:pPr>
              <w:pStyle w:val="Tabelazwyky"/>
            </w:pPr>
            <w:proofErr w:type="spellStart"/>
            <w:r w:rsidRPr="003662E5">
              <w:t>OWNRESources</w:t>
            </w:r>
            <w:proofErr w:type="spellEnd"/>
            <w:r w:rsidRPr="003662E5">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3662E5" w14:paraId="26737D20" w14:textId="77777777" w:rsidTr="006E329F">
        <w:tc>
          <w:tcPr>
            <w:tcW w:w="2988" w:type="dxa"/>
          </w:tcPr>
          <w:p w14:paraId="63627D50" w14:textId="77777777" w:rsidR="003A5EC7" w:rsidRPr="003662E5" w:rsidRDefault="003A5EC7" w:rsidP="003662E5">
            <w:pPr>
              <w:pStyle w:val="Tabelazwyky"/>
            </w:pPr>
            <w:r w:rsidRPr="003662E5">
              <w:t>PDR</w:t>
            </w:r>
          </w:p>
        </w:tc>
        <w:tc>
          <w:tcPr>
            <w:tcW w:w="6476" w:type="dxa"/>
          </w:tcPr>
          <w:p w14:paraId="546E4C57" w14:textId="77777777" w:rsidR="003A5EC7" w:rsidRPr="003662E5" w:rsidRDefault="003A5EC7" w:rsidP="003662E5">
            <w:pPr>
              <w:pStyle w:val="Tabelazwyky"/>
            </w:pPr>
            <w:r w:rsidRPr="003662E5">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3662E5">
              <w:br/>
              <w:t>w ramach Programu e-Cło.</w:t>
            </w:r>
          </w:p>
        </w:tc>
      </w:tr>
      <w:tr w:rsidR="003A5EC7" w:rsidRPr="003662E5" w14:paraId="4EB8128A" w14:textId="77777777" w:rsidTr="006E329F">
        <w:tc>
          <w:tcPr>
            <w:tcW w:w="2988" w:type="dxa"/>
          </w:tcPr>
          <w:p w14:paraId="3793EE19" w14:textId="77777777" w:rsidR="003A5EC7" w:rsidRPr="003662E5" w:rsidRDefault="003A5EC7" w:rsidP="003662E5">
            <w:pPr>
              <w:pStyle w:val="Tabelazwyky"/>
            </w:pPr>
            <w:r w:rsidRPr="003662E5">
              <w:t>PKI</w:t>
            </w:r>
          </w:p>
        </w:tc>
        <w:tc>
          <w:tcPr>
            <w:tcW w:w="6476" w:type="dxa"/>
          </w:tcPr>
          <w:p w14:paraId="4121F4C5" w14:textId="77777777" w:rsidR="003A5EC7" w:rsidRPr="003662E5" w:rsidRDefault="003A5EC7" w:rsidP="003662E5">
            <w:pPr>
              <w:pStyle w:val="Tabelazwyky"/>
            </w:pPr>
            <w:r w:rsidRPr="003662E5">
              <w:t xml:space="preserve">Projekt Programu e-Cło przewidujący stworzenie jednolitego podsystemu uwierzytelniania dla wszystkich systemów i użytkowników wewnętrznych  wraz  z Public </w:t>
            </w:r>
            <w:proofErr w:type="spellStart"/>
            <w:r w:rsidRPr="003662E5">
              <w:t>Key</w:t>
            </w:r>
            <w:proofErr w:type="spellEnd"/>
            <w:r w:rsidRPr="003662E5">
              <w:t xml:space="preserve"> </w:t>
            </w:r>
            <w:proofErr w:type="spellStart"/>
            <w:r w:rsidRPr="003662E5">
              <w:t>Infrastructure</w:t>
            </w:r>
            <w:proofErr w:type="spellEnd"/>
            <w:r w:rsidRPr="003662E5">
              <w:t xml:space="preserve">  i funkcjonalnością/technologią jednokrotnego uwierzytelniania Single </w:t>
            </w:r>
            <w:proofErr w:type="spellStart"/>
            <w:r w:rsidRPr="003662E5">
              <w:t>Sign</w:t>
            </w:r>
            <w:proofErr w:type="spellEnd"/>
            <w:r w:rsidRPr="003662E5">
              <w:t xml:space="preserve"> On (SSO).</w:t>
            </w:r>
          </w:p>
        </w:tc>
      </w:tr>
      <w:tr w:rsidR="003A5EC7" w:rsidRPr="003662E5" w14:paraId="6B5DD596" w14:textId="77777777" w:rsidTr="006E329F">
        <w:tc>
          <w:tcPr>
            <w:tcW w:w="2988" w:type="dxa"/>
          </w:tcPr>
          <w:p w14:paraId="06AC2455" w14:textId="77777777" w:rsidR="003A5EC7" w:rsidRPr="003662E5" w:rsidRDefault="003A5EC7" w:rsidP="003662E5">
            <w:pPr>
              <w:pStyle w:val="Tabelazwyky"/>
            </w:pPr>
            <w:r w:rsidRPr="003662E5">
              <w:t>POLTAX</w:t>
            </w:r>
          </w:p>
        </w:tc>
        <w:tc>
          <w:tcPr>
            <w:tcW w:w="6476" w:type="dxa"/>
          </w:tcPr>
          <w:p w14:paraId="14FA8F72" w14:textId="77777777" w:rsidR="003A5EC7" w:rsidRPr="003662E5" w:rsidRDefault="003A5EC7" w:rsidP="003662E5">
            <w:pPr>
              <w:pStyle w:val="Tabelazwyky"/>
            </w:pPr>
            <w:r w:rsidRPr="003662E5">
              <w:t>System ewidencjonowania i przetwarzania danych o podatnikach wykorzystywany w urzędach skarbowych wspomagający działalność administracji podatkowej.</w:t>
            </w:r>
          </w:p>
        </w:tc>
      </w:tr>
      <w:tr w:rsidR="003A5EC7" w:rsidRPr="003662E5" w14:paraId="21FA5C7A" w14:textId="77777777" w:rsidTr="006E329F">
        <w:tc>
          <w:tcPr>
            <w:tcW w:w="2988" w:type="dxa"/>
          </w:tcPr>
          <w:p w14:paraId="09D7DF25" w14:textId="77777777" w:rsidR="003A5EC7" w:rsidRPr="003662E5" w:rsidRDefault="003A5EC7" w:rsidP="003662E5">
            <w:pPr>
              <w:pStyle w:val="Tabelazwyky"/>
            </w:pPr>
            <w:r w:rsidRPr="003662E5">
              <w:t>SK</w:t>
            </w:r>
          </w:p>
        </w:tc>
        <w:tc>
          <w:tcPr>
            <w:tcW w:w="6476" w:type="dxa"/>
          </w:tcPr>
          <w:p w14:paraId="39984776" w14:textId="77777777" w:rsidR="003A5EC7" w:rsidRPr="003662E5" w:rsidRDefault="003A5EC7" w:rsidP="003662E5">
            <w:pPr>
              <w:pStyle w:val="Tabelazwyky"/>
            </w:pPr>
            <w:r w:rsidRPr="003662E5">
              <w:t>System informatyczny przeznaczony do prowadzenia ksiąg rachunkowych w formie elektronicznej.</w:t>
            </w:r>
          </w:p>
        </w:tc>
      </w:tr>
      <w:tr w:rsidR="003A5EC7" w:rsidRPr="003662E5" w14:paraId="0D85EDDD" w14:textId="77777777" w:rsidTr="006E329F">
        <w:tc>
          <w:tcPr>
            <w:tcW w:w="2988" w:type="dxa"/>
          </w:tcPr>
          <w:p w14:paraId="1CBA694C" w14:textId="77777777" w:rsidR="003A5EC7" w:rsidRPr="003662E5" w:rsidRDefault="003A5EC7" w:rsidP="003662E5">
            <w:pPr>
              <w:pStyle w:val="Tabelazwyky"/>
            </w:pPr>
            <w:r w:rsidRPr="003662E5">
              <w:t>SOA</w:t>
            </w:r>
          </w:p>
        </w:tc>
        <w:tc>
          <w:tcPr>
            <w:tcW w:w="6476" w:type="dxa"/>
          </w:tcPr>
          <w:p w14:paraId="36664C32" w14:textId="77777777" w:rsidR="003A5EC7" w:rsidRPr="003662E5" w:rsidRDefault="003A5EC7" w:rsidP="003662E5">
            <w:pPr>
              <w:pStyle w:val="Tabelazwyky"/>
            </w:pPr>
            <w:r w:rsidRPr="003662E5">
              <w:t>Architektura oparta na usługach (ang. Service-</w:t>
            </w:r>
            <w:proofErr w:type="spellStart"/>
            <w:r w:rsidRPr="003662E5">
              <w:t>Oriented</w:t>
            </w:r>
            <w:proofErr w:type="spellEnd"/>
            <w:r w:rsidRPr="003662E5">
              <w:t xml:space="preserve"> Architecture); koncepcja tworzenia systemów informatycznych, w której główny nacisk stawia się na definiowanie usług, które spełnią wymagania </w:t>
            </w:r>
            <w:r w:rsidRPr="003662E5">
              <w:lastRenderedPageBreak/>
              <w:t>użytkownika. Pojęcie SOA obejmuje zestaw metod organizacyjnych i technicznych mający na celu lepsze powiązanie biznesowej strony organizacji z jej zasobami informatycznymi.</w:t>
            </w:r>
          </w:p>
        </w:tc>
      </w:tr>
      <w:tr w:rsidR="003A5EC7" w:rsidRPr="003662E5" w14:paraId="5ACD16FE" w14:textId="77777777" w:rsidTr="006E329F">
        <w:tc>
          <w:tcPr>
            <w:tcW w:w="2988" w:type="dxa"/>
          </w:tcPr>
          <w:p w14:paraId="6602E6A3" w14:textId="77777777" w:rsidR="003A5EC7" w:rsidRPr="003662E5" w:rsidRDefault="003A5EC7" w:rsidP="003662E5">
            <w:pPr>
              <w:pStyle w:val="Tabelazwyky"/>
            </w:pPr>
            <w:r w:rsidRPr="003662E5">
              <w:lastRenderedPageBreak/>
              <w:t>SOAP</w:t>
            </w:r>
          </w:p>
        </w:tc>
        <w:tc>
          <w:tcPr>
            <w:tcW w:w="6476" w:type="dxa"/>
          </w:tcPr>
          <w:p w14:paraId="1856F3A1" w14:textId="77777777" w:rsidR="003A5EC7" w:rsidRPr="003662E5" w:rsidRDefault="003A5EC7" w:rsidP="003662E5">
            <w:pPr>
              <w:pStyle w:val="Tabelazwyky"/>
            </w:pPr>
            <w:r w:rsidRPr="003662E5">
              <w:t xml:space="preserve">Simple Object Access </w:t>
            </w:r>
            <w:proofErr w:type="spellStart"/>
            <w:r w:rsidRPr="003662E5">
              <w:t>Protocol</w:t>
            </w:r>
            <w:proofErr w:type="spellEnd"/>
            <w:r w:rsidRPr="003662E5">
              <w:t xml:space="preserve"> – protokół wywoływania zdalnego dostępu do obiektów, wykorzystujący XML do kodowania wywołań.</w:t>
            </w:r>
          </w:p>
        </w:tc>
      </w:tr>
      <w:tr w:rsidR="003A5EC7" w:rsidRPr="003662E5" w14:paraId="78081FAD" w14:textId="77777777" w:rsidTr="006E329F">
        <w:tc>
          <w:tcPr>
            <w:tcW w:w="2988" w:type="dxa"/>
          </w:tcPr>
          <w:p w14:paraId="08F7EE43" w14:textId="77777777" w:rsidR="003A5EC7" w:rsidRPr="003662E5" w:rsidRDefault="003A5EC7" w:rsidP="003662E5">
            <w:pPr>
              <w:pStyle w:val="Tabelazwyky"/>
            </w:pPr>
            <w:r w:rsidRPr="003662E5">
              <w:t>SSO</w:t>
            </w:r>
          </w:p>
        </w:tc>
        <w:tc>
          <w:tcPr>
            <w:tcW w:w="6476" w:type="dxa"/>
          </w:tcPr>
          <w:p w14:paraId="2A7C279B" w14:textId="77777777" w:rsidR="003A5EC7" w:rsidRPr="003662E5" w:rsidRDefault="003A5EC7" w:rsidP="003662E5">
            <w:pPr>
              <w:pStyle w:val="Tabelazwyky"/>
            </w:pPr>
            <w:r w:rsidRPr="003662E5">
              <w:t xml:space="preserve">Single </w:t>
            </w:r>
            <w:proofErr w:type="spellStart"/>
            <w:r w:rsidRPr="003662E5">
              <w:t>Sign</w:t>
            </w:r>
            <w:proofErr w:type="spellEnd"/>
            <w:r w:rsidRPr="003662E5">
              <w:t xml:space="preserve"> On – Pojedyncze logowanie. Możliwość jednorazowego zalogowania się do usługi sieciowej i uzyskania dostępu do wszystkich autoryzowanych zasobów zgodnych z tą usługą.</w:t>
            </w:r>
          </w:p>
        </w:tc>
      </w:tr>
      <w:tr w:rsidR="003A5EC7" w:rsidRPr="003662E5" w14:paraId="0AD051ED" w14:textId="77777777" w:rsidTr="006E329F">
        <w:tc>
          <w:tcPr>
            <w:tcW w:w="2988" w:type="dxa"/>
          </w:tcPr>
          <w:p w14:paraId="6AB41CCB" w14:textId="77777777" w:rsidR="003A5EC7" w:rsidRPr="003662E5" w:rsidRDefault="003A5EC7" w:rsidP="003662E5">
            <w:pPr>
              <w:pStyle w:val="Tabelazwyky"/>
            </w:pPr>
            <w:r w:rsidRPr="003662E5">
              <w:t>SZPROT</w:t>
            </w:r>
          </w:p>
        </w:tc>
        <w:tc>
          <w:tcPr>
            <w:tcW w:w="6476" w:type="dxa"/>
          </w:tcPr>
          <w:p w14:paraId="1AC175C9" w14:textId="77777777" w:rsidR="003A5EC7" w:rsidRPr="003662E5" w:rsidRDefault="003A5EC7" w:rsidP="003662E5">
            <w:pPr>
              <w:pStyle w:val="Tabelazwyky"/>
            </w:pPr>
            <w:r w:rsidRPr="003662E5">
              <w:t>System Zintegrowanej Rejestracji Przedsiębiorców. Projekt „Programu e-Cło”.</w:t>
            </w:r>
          </w:p>
        </w:tc>
      </w:tr>
      <w:tr w:rsidR="003A5EC7" w:rsidRPr="003662E5" w14:paraId="4DE480D2" w14:textId="77777777" w:rsidTr="006E329F">
        <w:tc>
          <w:tcPr>
            <w:tcW w:w="2988" w:type="dxa"/>
          </w:tcPr>
          <w:p w14:paraId="74E3A386" w14:textId="77777777" w:rsidR="003A5EC7" w:rsidRPr="003662E5" w:rsidRDefault="003A5EC7" w:rsidP="003662E5">
            <w:pPr>
              <w:pStyle w:val="Tabelazwyky"/>
            </w:pPr>
            <w:r w:rsidRPr="003662E5">
              <w:t>TREZOR</w:t>
            </w:r>
          </w:p>
        </w:tc>
        <w:tc>
          <w:tcPr>
            <w:tcW w:w="6476" w:type="dxa"/>
          </w:tcPr>
          <w:p w14:paraId="5C052EE2" w14:textId="77777777" w:rsidR="003A5EC7" w:rsidRPr="003662E5" w:rsidRDefault="003A5EC7" w:rsidP="003662E5">
            <w:pPr>
              <w:pStyle w:val="Tabelazwyky"/>
            </w:pPr>
            <w:r w:rsidRPr="003662E5">
              <w:t>Informatyczny System Obsługi Budżetu Państwa.</w:t>
            </w:r>
          </w:p>
        </w:tc>
      </w:tr>
      <w:tr w:rsidR="003A5EC7" w:rsidRPr="003662E5" w14:paraId="7A499C67" w14:textId="77777777" w:rsidTr="006E329F">
        <w:tc>
          <w:tcPr>
            <w:tcW w:w="2988" w:type="dxa"/>
          </w:tcPr>
          <w:p w14:paraId="522EE7A2" w14:textId="77777777" w:rsidR="003A5EC7" w:rsidRPr="003662E5" w:rsidRDefault="003A5EC7" w:rsidP="003662E5">
            <w:pPr>
              <w:pStyle w:val="Tabelazwyky"/>
            </w:pPr>
            <w:r w:rsidRPr="003662E5">
              <w:t>WFW</w:t>
            </w:r>
          </w:p>
        </w:tc>
        <w:tc>
          <w:tcPr>
            <w:tcW w:w="6476" w:type="dxa"/>
          </w:tcPr>
          <w:p w14:paraId="6C79088B" w14:textId="77777777" w:rsidR="003A5EC7" w:rsidRPr="003662E5" w:rsidRDefault="003A5EC7" w:rsidP="003662E5">
            <w:pPr>
              <w:pStyle w:val="Tabelazwyky"/>
            </w:pPr>
            <w:r w:rsidRPr="003662E5">
              <w:t xml:space="preserve">Komponent architektury Systemu ZEFIR 2 realizujący obsługę procesów operacyjnych w zakresie obiegu spraw. Zapewnia zarówno funkcje obiegu spraw (tradycyjnie określane terminem </w:t>
            </w:r>
            <w:proofErr w:type="spellStart"/>
            <w:r w:rsidRPr="003662E5">
              <w:t>workflow</w:t>
            </w:r>
            <w:proofErr w:type="spellEnd"/>
            <w:r w:rsidRPr="003662E5">
              <w:t xml:space="preserve">), jak i automatyzacji procesów biznesowych (tradycyjnie określane terminem Business </w:t>
            </w:r>
            <w:proofErr w:type="spellStart"/>
            <w:r w:rsidRPr="003662E5">
              <w:t>Process</w:t>
            </w:r>
            <w:proofErr w:type="spellEnd"/>
            <w:r w:rsidRPr="003662E5">
              <w:t xml:space="preserve"> Management, BPM).</w:t>
            </w:r>
          </w:p>
        </w:tc>
      </w:tr>
      <w:tr w:rsidR="003A5EC7" w:rsidRPr="003662E5" w14:paraId="331A9BA7" w14:textId="77777777" w:rsidTr="006E329F">
        <w:tc>
          <w:tcPr>
            <w:tcW w:w="2988" w:type="dxa"/>
          </w:tcPr>
          <w:p w14:paraId="75020870" w14:textId="77777777" w:rsidR="003A5EC7" w:rsidRPr="003662E5" w:rsidRDefault="003A5EC7" w:rsidP="003662E5">
            <w:pPr>
              <w:pStyle w:val="Tabelazwyky"/>
            </w:pPr>
            <w:r w:rsidRPr="003662E5">
              <w:t>WOMIS</w:t>
            </w:r>
          </w:p>
        </w:tc>
        <w:tc>
          <w:tcPr>
            <w:tcW w:w="6476" w:type="dxa"/>
          </w:tcPr>
          <w:p w14:paraId="6A0A959D" w14:textId="77777777" w:rsidR="003A5EC7" w:rsidRPr="003662E5" w:rsidRDefault="003A5EC7" w:rsidP="003662E5">
            <w:pPr>
              <w:pStyle w:val="Tabelazwyky"/>
            </w:pPr>
            <w:r w:rsidRPr="003662E5">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3662E5" w14:paraId="175ADD83" w14:textId="77777777" w:rsidTr="006E329F">
        <w:tc>
          <w:tcPr>
            <w:tcW w:w="2988" w:type="dxa"/>
          </w:tcPr>
          <w:p w14:paraId="1ED21390" w14:textId="77777777" w:rsidR="003A5EC7" w:rsidRPr="003662E5" w:rsidRDefault="003A5EC7" w:rsidP="003662E5">
            <w:pPr>
              <w:pStyle w:val="Tabelazwyky"/>
            </w:pPr>
            <w:r w:rsidRPr="003662E5">
              <w:t>WSDL</w:t>
            </w:r>
          </w:p>
        </w:tc>
        <w:tc>
          <w:tcPr>
            <w:tcW w:w="6476" w:type="dxa"/>
          </w:tcPr>
          <w:p w14:paraId="7C453022" w14:textId="77777777" w:rsidR="003A5EC7" w:rsidRPr="003662E5" w:rsidRDefault="003A5EC7" w:rsidP="003662E5">
            <w:pPr>
              <w:pStyle w:val="Tabelazwyky"/>
            </w:pPr>
            <w:r w:rsidRPr="003662E5">
              <w:t xml:space="preserve">Web Services </w:t>
            </w:r>
            <w:proofErr w:type="spellStart"/>
            <w:r w:rsidRPr="003662E5">
              <w:t>Description</w:t>
            </w:r>
            <w:proofErr w:type="spellEnd"/>
            <w:r w:rsidRPr="003662E5">
              <w:t xml:space="preserve"> Language – oparty na XML język do definiowania usług sieciowych. Opisuje protokoły i formaty używane przez usługi sieciowe. </w:t>
            </w:r>
          </w:p>
          <w:p w14:paraId="05548ABB" w14:textId="77777777" w:rsidR="003A5EC7" w:rsidRPr="003662E5" w:rsidRDefault="003A5EC7" w:rsidP="003662E5">
            <w:pPr>
              <w:pStyle w:val="Tabelazwyky"/>
            </w:pPr>
            <w:r w:rsidRPr="003662E5">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3662E5" w14:paraId="66415254" w14:textId="77777777" w:rsidTr="006E329F">
        <w:tc>
          <w:tcPr>
            <w:tcW w:w="2988" w:type="dxa"/>
          </w:tcPr>
          <w:p w14:paraId="13F09933" w14:textId="77777777" w:rsidR="003A5EC7" w:rsidRPr="003662E5" w:rsidRDefault="003A5EC7" w:rsidP="003662E5">
            <w:pPr>
              <w:pStyle w:val="Tabelazwyky"/>
            </w:pPr>
            <w:r w:rsidRPr="003662E5">
              <w:t>XML</w:t>
            </w:r>
          </w:p>
        </w:tc>
        <w:tc>
          <w:tcPr>
            <w:tcW w:w="6476" w:type="dxa"/>
          </w:tcPr>
          <w:p w14:paraId="1031EC42" w14:textId="77777777" w:rsidR="003A5EC7" w:rsidRPr="003662E5" w:rsidRDefault="003A5EC7" w:rsidP="003662E5">
            <w:pPr>
              <w:pStyle w:val="Tabelazwyky"/>
            </w:pPr>
            <w:proofErr w:type="spellStart"/>
            <w:r w:rsidRPr="003662E5">
              <w:t>Extensible</w:t>
            </w:r>
            <w:proofErr w:type="spellEnd"/>
            <w:r w:rsidRPr="003662E5">
              <w:t xml:space="preserve"> </w:t>
            </w:r>
            <w:proofErr w:type="spellStart"/>
            <w:r w:rsidRPr="003662E5">
              <w:t>Markup</w:t>
            </w:r>
            <w:proofErr w:type="spellEnd"/>
            <w:r w:rsidRPr="003662E5">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3662E5" w14:paraId="65C9C9F9" w14:textId="77777777" w:rsidTr="006E329F">
        <w:tc>
          <w:tcPr>
            <w:tcW w:w="2988" w:type="dxa"/>
          </w:tcPr>
          <w:p w14:paraId="73003CC0" w14:textId="77777777" w:rsidR="003A5EC7" w:rsidRPr="003662E5" w:rsidRDefault="003A5EC7" w:rsidP="003662E5">
            <w:pPr>
              <w:pStyle w:val="Tabelazwyky"/>
            </w:pPr>
            <w:r w:rsidRPr="003662E5">
              <w:t xml:space="preserve">XML </w:t>
            </w:r>
            <w:proofErr w:type="spellStart"/>
            <w:r w:rsidRPr="003662E5">
              <w:t>Schema</w:t>
            </w:r>
            <w:proofErr w:type="spellEnd"/>
          </w:p>
        </w:tc>
        <w:tc>
          <w:tcPr>
            <w:tcW w:w="6476" w:type="dxa"/>
          </w:tcPr>
          <w:p w14:paraId="6B278297" w14:textId="77777777" w:rsidR="003A5EC7" w:rsidRPr="003662E5" w:rsidRDefault="003A5EC7" w:rsidP="003662E5">
            <w:pPr>
              <w:pStyle w:val="Tabelazwyky"/>
            </w:pPr>
            <w:r w:rsidRPr="003662E5">
              <w:t xml:space="preserve">Schemat XML - standard służący do definiowania struktury dokumentu XML. </w:t>
            </w:r>
          </w:p>
        </w:tc>
      </w:tr>
      <w:tr w:rsidR="003A5EC7" w:rsidRPr="003662E5" w14:paraId="45EE368E" w14:textId="77777777" w:rsidTr="006E329F">
        <w:tc>
          <w:tcPr>
            <w:tcW w:w="2988" w:type="dxa"/>
          </w:tcPr>
          <w:p w14:paraId="09563DB0" w14:textId="77777777" w:rsidR="003A5EC7" w:rsidRPr="003662E5" w:rsidRDefault="003A5EC7" w:rsidP="003662E5">
            <w:pPr>
              <w:pStyle w:val="Tabelazwyky"/>
            </w:pPr>
            <w:r w:rsidRPr="003662E5">
              <w:t xml:space="preserve">XSD </w:t>
            </w:r>
          </w:p>
        </w:tc>
        <w:tc>
          <w:tcPr>
            <w:tcW w:w="6476" w:type="dxa"/>
          </w:tcPr>
          <w:p w14:paraId="4C892F73" w14:textId="77777777" w:rsidR="003A5EC7" w:rsidRPr="003662E5" w:rsidRDefault="003A5EC7" w:rsidP="003662E5">
            <w:pPr>
              <w:pStyle w:val="Tabelazwyky"/>
            </w:pPr>
            <w:r w:rsidRPr="003662E5">
              <w:t xml:space="preserve">XML </w:t>
            </w:r>
            <w:proofErr w:type="spellStart"/>
            <w:r w:rsidRPr="003662E5">
              <w:t>Schema</w:t>
            </w:r>
            <w:proofErr w:type="spellEnd"/>
            <w:r w:rsidRPr="003662E5">
              <w:t xml:space="preserve"> Definition  - plik zawierający definicje XML </w:t>
            </w:r>
            <w:proofErr w:type="spellStart"/>
            <w:r w:rsidRPr="003662E5">
              <w:t>Schema</w:t>
            </w:r>
            <w:proofErr w:type="spellEnd"/>
            <w:r w:rsidRPr="003662E5">
              <w:t>.</w:t>
            </w:r>
          </w:p>
        </w:tc>
      </w:tr>
      <w:tr w:rsidR="003A5EC7" w:rsidRPr="003662E5" w14:paraId="0B3BBC67" w14:textId="77777777" w:rsidTr="006E329F">
        <w:tc>
          <w:tcPr>
            <w:tcW w:w="2988" w:type="dxa"/>
          </w:tcPr>
          <w:p w14:paraId="5EAFAF04" w14:textId="77777777" w:rsidR="003A5EC7" w:rsidRPr="003662E5" w:rsidRDefault="003A5EC7" w:rsidP="003662E5">
            <w:pPr>
              <w:pStyle w:val="Tabelazwyky"/>
            </w:pPr>
            <w:r w:rsidRPr="003662E5">
              <w:t>ZEFIR 2</w:t>
            </w:r>
          </w:p>
        </w:tc>
        <w:tc>
          <w:tcPr>
            <w:tcW w:w="6476" w:type="dxa"/>
          </w:tcPr>
          <w:p w14:paraId="14DA0698" w14:textId="77777777" w:rsidR="003A5EC7" w:rsidRPr="003662E5" w:rsidRDefault="003A5EC7" w:rsidP="003662E5">
            <w:pPr>
              <w:pStyle w:val="Tabelazwyky"/>
            </w:pPr>
            <w:r w:rsidRPr="003662E5">
              <w:t>Zintegrowany system poboru należności i rozrachunków z UE i budżetem ZEFIR 2. Projekt „Programu e-Cło”.</w:t>
            </w:r>
          </w:p>
        </w:tc>
      </w:tr>
    </w:tbl>
    <w:p w14:paraId="161A4E06" w14:textId="77777777" w:rsidR="002E6DF0" w:rsidRDefault="002E6DF0">
      <w:pPr>
        <w:spacing w:before="0" w:after="0" w:line="240" w:lineRule="auto"/>
      </w:pPr>
      <w:bookmarkStart w:id="45" w:name="_Toc349568560"/>
      <w:r>
        <w:br w:type="page"/>
      </w:r>
    </w:p>
    <w:p w14:paraId="545C33E0" w14:textId="5D92170A" w:rsidR="003F3585" w:rsidRPr="003662E5" w:rsidRDefault="00C43119" w:rsidP="003662E5">
      <w:pPr>
        <w:pStyle w:val="Nagwek3"/>
        <w:spacing w:line="276" w:lineRule="auto"/>
        <w:rPr>
          <w:rFonts w:cs="Open Sans"/>
          <w:b w:val="0"/>
          <w:bCs w:val="0"/>
        </w:rPr>
      </w:pPr>
      <w:bookmarkStart w:id="46" w:name="_Toc184813180"/>
      <w:r w:rsidRPr="003662E5">
        <w:rPr>
          <w:rFonts w:cs="Open Sans"/>
          <w:bCs w:val="0"/>
        </w:rPr>
        <w:lastRenderedPageBreak/>
        <w:t>Terminy</w:t>
      </w:r>
      <w:bookmarkEnd w:id="45"/>
      <w:bookmarkEnd w:id="46"/>
    </w:p>
    <w:p w14:paraId="703EFC67" w14:textId="762317CB" w:rsidR="00034C39" w:rsidRPr="003662E5" w:rsidRDefault="00034C39" w:rsidP="003662E5">
      <w:pPr>
        <w:pStyle w:val="Z2PodpisRysunkuTabeli"/>
      </w:pPr>
      <w:bookmarkStart w:id="47" w:name="_Toc184813193"/>
      <w:r w:rsidRPr="003662E5">
        <w:t xml:space="preserve">Tabela </w:t>
      </w:r>
      <w:r w:rsidR="0006207D" w:rsidRPr="003662E5">
        <w:fldChar w:fldCharType="begin"/>
      </w:r>
      <w:r w:rsidR="0006207D" w:rsidRPr="003662E5">
        <w:instrText xml:space="preserve"> SEQ Tabela \* ARABIC </w:instrText>
      </w:r>
      <w:r w:rsidR="0006207D" w:rsidRPr="003662E5">
        <w:fldChar w:fldCharType="separate"/>
      </w:r>
      <w:r w:rsidR="002E6DF0">
        <w:rPr>
          <w:noProof/>
        </w:rPr>
        <w:t>6</w:t>
      </w:r>
      <w:r w:rsidR="0006207D" w:rsidRPr="003662E5">
        <w:fldChar w:fldCharType="end"/>
      </w:r>
      <w:r w:rsidRPr="003662E5">
        <w:t>. Wykaz definicji</w:t>
      </w:r>
      <w:bookmarkEnd w:id="47"/>
    </w:p>
    <w:tbl>
      <w:tblPr>
        <w:tblStyle w:val="Tabela-Siatka"/>
        <w:tblW w:w="9464" w:type="dxa"/>
        <w:tblLook w:val="01E0" w:firstRow="1" w:lastRow="1" w:firstColumn="1" w:lastColumn="1" w:noHBand="0" w:noVBand="0"/>
      </w:tblPr>
      <w:tblGrid>
        <w:gridCol w:w="2988"/>
        <w:gridCol w:w="6476"/>
      </w:tblGrid>
      <w:tr w:rsidR="00034C39" w:rsidRPr="003662E5" w14:paraId="2C8849FE" w14:textId="77777777" w:rsidTr="003662E5">
        <w:trPr>
          <w:tblHeader/>
        </w:trPr>
        <w:tc>
          <w:tcPr>
            <w:tcW w:w="2988" w:type="dxa"/>
            <w:shd w:val="clear" w:color="auto" w:fill="D9D9D9" w:themeFill="background1" w:themeFillShade="D9"/>
          </w:tcPr>
          <w:p w14:paraId="3B65E811" w14:textId="77777777" w:rsidR="00034C39" w:rsidRPr="003662E5" w:rsidRDefault="00034C39" w:rsidP="003662E5">
            <w:pPr>
              <w:pStyle w:val="Z2Nagwektabeli"/>
              <w:rPr>
                <w:rFonts w:ascii="Lato" w:hAnsi="Lato" w:cs="Open Sans"/>
              </w:rPr>
            </w:pPr>
            <w:r w:rsidRPr="003662E5">
              <w:rPr>
                <w:rFonts w:ascii="Lato" w:hAnsi="Lato" w:cs="Open Sans"/>
              </w:rPr>
              <w:t>Termin</w:t>
            </w:r>
          </w:p>
        </w:tc>
        <w:tc>
          <w:tcPr>
            <w:tcW w:w="6476" w:type="dxa"/>
            <w:shd w:val="clear" w:color="auto" w:fill="D9D9D9" w:themeFill="background1" w:themeFillShade="D9"/>
          </w:tcPr>
          <w:p w14:paraId="4F849656" w14:textId="77777777" w:rsidR="00034C39" w:rsidRPr="003662E5" w:rsidRDefault="00034C39" w:rsidP="003662E5">
            <w:pPr>
              <w:pStyle w:val="Z2Nagwektabeli"/>
              <w:rPr>
                <w:rFonts w:ascii="Lato" w:hAnsi="Lato" w:cs="Open Sans"/>
              </w:rPr>
            </w:pPr>
            <w:r w:rsidRPr="003662E5">
              <w:rPr>
                <w:rFonts w:ascii="Lato" w:hAnsi="Lato" w:cs="Open Sans"/>
              </w:rPr>
              <w:t>Definicja</w:t>
            </w:r>
          </w:p>
        </w:tc>
      </w:tr>
      <w:tr w:rsidR="00D64ACB" w:rsidRPr="003662E5" w14:paraId="61A0235C" w14:textId="77777777" w:rsidTr="006E329F">
        <w:tc>
          <w:tcPr>
            <w:tcW w:w="2988" w:type="dxa"/>
          </w:tcPr>
          <w:p w14:paraId="038B6C92" w14:textId="77777777" w:rsidR="00D64ACB" w:rsidRPr="003662E5" w:rsidRDefault="00716456" w:rsidP="003662E5">
            <w:pPr>
              <w:pStyle w:val="Tabelazwyky"/>
            </w:pPr>
            <w:r w:rsidRPr="003662E5">
              <w:t>Komunikat</w:t>
            </w:r>
          </w:p>
        </w:tc>
        <w:tc>
          <w:tcPr>
            <w:tcW w:w="6476" w:type="dxa"/>
          </w:tcPr>
          <w:p w14:paraId="16D0C19B" w14:textId="77777777" w:rsidR="00D64ACB" w:rsidRPr="003662E5" w:rsidRDefault="00716456" w:rsidP="003662E5">
            <w:pPr>
              <w:pStyle w:val="Tabelazwyky"/>
            </w:pPr>
            <w:r w:rsidRPr="003662E5">
              <w:t>Dokument XML, który jest wysyłany lub odbierany przez System.</w:t>
            </w:r>
          </w:p>
        </w:tc>
      </w:tr>
      <w:tr w:rsidR="00D64ACB" w:rsidRPr="003662E5" w14:paraId="502C3C08" w14:textId="77777777" w:rsidTr="006E329F">
        <w:tc>
          <w:tcPr>
            <w:tcW w:w="2988" w:type="dxa"/>
          </w:tcPr>
          <w:p w14:paraId="57796845" w14:textId="77777777" w:rsidR="00D64ACB" w:rsidRPr="003662E5" w:rsidRDefault="002336F0" w:rsidP="003662E5">
            <w:pPr>
              <w:pStyle w:val="Tabelazwyky"/>
            </w:pPr>
            <w:r w:rsidRPr="003662E5">
              <w:t>System</w:t>
            </w:r>
          </w:p>
        </w:tc>
        <w:tc>
          <w:tcPr>
            <w:tcW w:w="6476" w:type="dxa"/>
          </w:tcPr>
          <w:p w14:paraId="67A215D3" w14:textId="77777777" w:rsidR="00D64ACB" w:rsidRPr="003662E5" w:rsidRDefault="002336F0" w:rsidP="003662E5">
            <w:pPr>
              <w:pStyle w:val="Tabelazwyky"/>
            </w:pPr>
            <w:r w:rsidRPr="003662E5">
              <w:t>Jeśli w tekście nie określono inaczej termin ten oznacza system informatyczny stosowany przez PAC do obsługi komunikatów ujętych w tym dokumencie.</w:t>
            </w:r>
          </w:p>
        </w:tc>
      </w:tr>
      <w:tr w:rsidR="00D64ACB" w:rsidRPr="003662E5" w14:paraId="363A988A" w14:textId="77777777" w:rsidTr="006E329F">
        <w:tc>
          <w:tcPr>
            <w:tcW w:w="2988" w:type="dxa"/>
          </w:tcPr>
          <w:p w14:paraId="4C07ECD3" w14:textId="77777777" w:rsidR="00D64ACB" w:rsidRPr="003662E5" w:rsidRDefault="00983089" w:rsidP="003662E5">
            <w:pPr>
              <w:pStyle w:val="Tabelazwyky"/>
            </w:pPr>
            <w:r w:rsidRPr="003662E5">
              <w:t xml:space="preserve">XML </w:t>
            </w:r>
            <w:proofErr w:type="spellStart"/>
            <w:r w:rsidRPr="003662E5">
              <w:t>schema</w:t>
            </w:r>
            <w:proofErr w:type="spellEnd"/>
          </w:p>
        </w:tc>
        <w:tc>
          <w:tcPr>
            <w:tcW w:w="6476" w:type="dxa"/>
          </w:tcPr>
          <w:p w14:paraId="67154666" w14:textId="77777777" w:rsidR="00D64ACB" w:rsidRPr="003662E5" w:rsidRDefault="00983089" w:rsidP="003662E5">
            <w:pPr>
              <w:pStyle w:val="Tabelazwyky"/>
            </w:pPr>
            <w:r w:rsidRPr="003662E5">
              <w:t>Opracowany przez W3C (maj 2001) standard służący do definiowania struktury dokumentu XML.</w:t>
            </w:r>
          </w:p>
        </w:tc>
      </w:tr>
    </w:tbl>
    <w:p w14:paraId="00FAA5AD" w14:textId="77777777" w:rsidR="008304F5" w:rsidRPr="003662E5" w:rsidRDefault="008304F5" w:rsidP="003662E5">
      <w:pPr>
        <w:pStyle w:val="Nagwek1"/>
        <w:rPr>
          <w:rFonts w:cs="Open Sans"/>
          <w:b w:val="0"/>
          <w:bCs w:val="0"/>
        </w:rPr>
      </w:pPr>
      <w:bookmarkStart w:id="48" w:name="_Toc349568561"/>
      <w:bookmarkStart w:id="49" w:name="_Toc184813181"/>
      <w:r w:rsidRPr="003662E5">
        <w:rPr>
          <w:rFonts w:cs="Open Sans"/>
          <w:bCs w:val="0"/>
        </w:rPr>
        <w:lastRenderedPageBreak/>
        <w:t>Zawartość merytoryczna dokumentu</w:t>
      </w:r>
      <w:bookmarkEnd w:id="48"/>
      <w:bookmarkEnd w:id="49"/>
    </w:p>
    <w:p w14:paraId="2AB29286" w14:textId="6BCECBE4" w:rsidR="00654129" w:rsidRPr="003662E5" w:rsidRDefault="00D64ACB" w:rsidP="003662E5">
      <w:r w:rsidRPr="003662E5">
        <w:t xml:space="preserve">Dokument </w:t>
      </w:r>
      <w:r w:rsidR="00F6612C" w:rsidRPr="003662E5">
        <w:t xml:space="preserve">zawiera specyfikację podmiotów w zakresie elektronicznej obsługi </w:t>
      </w:r>
      <w:r w:rsidR="005E617D" w:rsidRPr="003662E5">
        <w:t xml:space="preserve">WYCOFANIE WNIOSKU WZZA/WZBO NA WNIOSEK PODATNIKA wycofanie </w:t>
      </w:r>
      <w:r w:rsidR="008E2DE9" w:rsidRPr="003662E5">
        <w:t xml:space="preserve">wniosku </w:t>
      </w:r>
      <w:r w:rsidR="005E617D" w:rsidRPr="003662E5">
        <w:t>WZZA/WZBO na wniosek podatnika</w:t>
      </w:r>
      <w:r w:rsidR="00F6612C" w:rsidRPr="003662E5">
        <w:t xml:space="preserve">, </w:t>
      </w:r>
      <w:r w:rsidR="00B4296E" w:rsidRPr="003662E5">
        <w:t xml:space="preserve">w postaci pliku </w:t>
      </w:r>
      <w:r w:rsidR="00E33A75" w:rsidRPr="003662E5">
        <w:t>WZZA_WZBO_CANCEL</w:t>
      </w:r>
      <w:r w:rsidR="00B4296E" w:rsidRPr="003662E5">
        <w:t>.xsd</w:t>
      </w:r>
      <w:r w:rsidR="00237AB5" w:rsidRPr="003662E5">
        <w:t>.</w:t>
      </w:r>
    </w:p>
    <w:p w14:paraId="1FABECC2" w14:textId="391B6DE3" w:rsidR="00AF002C" w:rsidRPr="003662E5" w:rsidRDefault="00F02ED4" w:rsidP="003662E5">
      <w:bookmarkStart w:id="50" w:name="_Toc348954995"/>
      <w:r w:rsidRPr="003662E5">
        <w:t>Struktury danych wspólne dla wszystkich zestawów usług został</w:t>
      </w:r>
      <w:r w:rsidR="008A1B4F" w:rsidRPr="003662E5">
        <w:t>y umieszczone w plikach Types_Z</w:t>
      </w:r>
      <w:r w:rsidR="005E617D" w:rsidRPr="003662E5">
        <w:t>9</w:t>
      </w:r>
      <w:r w:rsidRPr="003662E5">
        <w:t>.xsd, Trader_Z</w:t>
      </w:r>
      <w:r w:rsidR="005E617D" w:rsidRPr="003662E5">
        <w:t>9</w:t>
      </w:r>
      <w:r w:rsidRPr="003662E5">
        <w:t>.xsd, Auth.xsd oraz w xmldsig-core-schema.xsd.</w:t>
      </w:r>
    </w:p>
    <w:p w14:paraId="21A697CC" w14:textId="06FD98E7" w:rsidR="00D64ACB" w:rsidRPr="003662E5" w:rsidRDefault="00D64ACB" w:rsidP="003662E5">
      <w:pPr>
        <w:pStyle w:val="Z2PodpisRysunkuTabeli"/>
      </w:pPr>
      <w:bookmarkStart w:id="51" w:name="_Toc184813194"/>
      <w:r w:rsidRPr="003662E5">
        <w:t xml:space="preserve">Tabela </w:t>
      </w:r>
      <w:r w:rsidRPr="003662E5">
        <w:fldChar w:fldCharType="begin"/>
      </w:r>
      <w:r w:rsidRPr="003662E5">
        <w:instrText xml:space="preserve"> SEQ Tabela \* ARABIC </w:instrText>
      </w:r>
      <w:r w:rsidRPr="003662E5">
        <w:fldChar w:fldCharType="separate"/>
      </w:r>
      <w:r w:rsidR="002E6DF0">
        <w:rPr>
          <w:noProof/>
        </w:rPr>
        <w:t>7</w:t>
      </w:r>
      <w:r w:rsidRPr="003662E5">
        <w:fldChar w:fldCharType="end"/>
      </w:r>
      <w:r w:rsidRPr="003662E5">
        <w:t xml:space="preserve">. </w:t>
      </w:r>
      <w:r w:rsidR="00847416" w:rsidRPr="003662E5">
        <w:t>Powiązanie plików</w:t>
      </w:r>
      <w:r w:rsidRPr="003662E5">
        <w:t xml:space="preserve"> XSD</w:t>
      </w:r>
      <w:bookmarkEnd w:id="50"/>
      <w:bookmarkEnd w:id="51"/>
    </w:p>
    <w:tbl>
      <w:tblPr>
        <w:tblStyle w:val="Tabela-Siatka"/>
        <w:tblW w:w="9228" w:type="dxa"/>
        <w:tblLook w:val="01E0" w:firstRow="1" w:lastRow="1" w:firstColumn="1" w:lastColumn="1" w:noHBand="0" w:noVBand="0"/>
      </w:tblPr>
      <w:tblGrid>
        <w:gridCol w:w="2703"/>
        <w:gridCol w:w="6525"/>
      </w:tblGrid>
      <w:tr w:rsidR="00847416" w:rsidRPr="003662E5" w14:paraId="2175B879" w14:textId="77777777" w:rsidTr="003662E5">
        <w:trPr>
          <w:tblHeader/>
        </w:trPr>
        <w:tc>
          <w:tcPr>
            <w:tcW w:w="2007" w:type="dxa"/>
            <w:shd w:val="clear" w:color="auto" w:fill="D9D9D9" w:themeFill="background1" w:themeFillShade="D9"/>
          </w:tcPr>
          <w:p w14:paraId="0F1A299E" w14:textId="77777777" w:rsidR="00847416" w:rsidRPr="003662E5" w:rsidRDefault="00847416" w:rsidP="003662E5">
            <w:pPr>
              <w:pStyle w:val="Legenda"/>
            </w:pPr>
            <w:r w:rsidRPr="003662E5">
              <w:t>Plik XSD</w:t>
            </w:r>
          </w:p>
        </w:tc>
        <w:tc>
          <w:tcPr>
            <w:tcW w:w="7221" w:type="dxa"/>
            <w:shd w:val="clear" w:color="auto" w:fill="D9D9D9" w:themeFill="background1" w:themeFillShade="D9"/>
          </w:tcPr>
          <w:p w14:paraId="79BB4C94" w14:textId="77777777" w:rsidR="00847416" w:rsidRPr="003662E5" w:rsidRDefault="00847416" w:rsidP="003662E5">
            <w:pPr>
              <w:pStyle w:val="Legenda"/>
            </w:pPr>
            <w:r w:rsidRPr="003662E5">
              <w:t>Opis</w:t>
            </w:r>
          </w:p>
        </w:tc>
      </w:tr>
      <w:tr w:rsidR="00847416" w:rsidRPr="003662E5" w14:paraId="0FB3FB0C" w14:textId="77777777" w:rsidTr="006E329F">
        <w:tc>
          <w:tcPr>
            <w:tcW w:w="2007" w:type="dxa"/>
          </w:tcPr>
          <w:p w14:paraId="3C32CF00" w14:textId="59BB7581" w:rsidR="007B6312" w:rsidRPr="003662E5" w:rsidRDefault="008A1B4F" w:rsidP="003662E5">
            <w:pPr>
              <w:pStyle w:val="Tabelazwyky"/>
            </w:pPr>
            <w:r w:rsidRPr="003662E5">
              <w:t>Types_Z</w:t>
            </w:r>
            <w:r w:rsidR="005E617D" w:rsidRPr="003662E5">
              <w:t>9</w:t>
            </w:r>
            <w:r w:rsidR="00F02ED4" w:rsidRPr="003662E5">
              <w:t>.xsd</w:t>
            </w:r>
          </w:p>
        </w:tc>
        <w:tc>
          <w:tcPr>
            <w:tcW w:w="7221" w:type="dxa"/>
          </w:tcPr>
          <w:p w14:paraId="043C1310" w14:textId="77777777" w:rsidR="00847416" w:rsidRPr="003662E5" w:rsidRDefault="00847416" w:rsidP="003662E5">
            <w:pPr>
              <w:pStyle w:val="Tabelazwyky"/>
            </w:pPr>
            <w:r w:rsidRPr="003662E5">
              <w:t xml:space="preserve">Definicje </w:t>
            </w:r>
            <w:r w:rsidR="00F02ED4" w:rsidRPr="003662E5">
              <w:t xml:space="preserve">podstawowych </w:t>
            </w:r>
            <w:r w:rsidRPr="003662E5">
              <w:t xml:space="preserve">wspólnych </w:t>
            </w:r>
            <w:r w:rsidR="00F02ED4" w:rsidRPr="003662E5">
              <w:t xml:space="preserve">typów i </w:t>
            </w:r>
            <w:r w:rsidRPr="003662E5">
              <w:t>struktur danych</w:t>
            </w:r>
            <w:r w:rsidR="00F02ED4" w:rsidRPr="003662E5">
              <w:t>,</w:t>
            </w:r>
            <w:r w:rsidRPr="003662E5">
              <w:t xml:space="preserve"> wykorzystywanych we wszystkich zdefiniowanych </w:t>
            </w:r>
            <w:r w:rsidR="00B51284" w:rsidRPr="003662E5">
              <w:t>deklaracjach</w:t>
            </w:r>
            <w:r w:rsidR="00FF7E00" w:rsidRPr="003662E5">
              <w:t xml:space="preserve"> i wnioskach</w:t>
            </w:r>
          </w:p>
        </w:tc>
      </w:tr>
      <w:tr w:rsidR="00F02ED4" w:rsidRPr="003662E5" w14:paraId="130B1EDB" w14:textId="77777777" w:rsidTr="006E329F">
        <w:tc>
          <w:tcPr>
            <w:tcW w:w="2007" w:type="dxa"/>
          </w:tcPr>
          <w:p w14:paraId="06B2B19C" w14:textId="6597ABE2" w:rsidR="00F02ED4" w:rsidRPr="003662E5" w:rsidRDefault="00F02ED4" w:rsidP="003662E5">
            <w:pPr>
              <w:pStyle w:val="Tabelazwyky"/>
            </w:pPr>
            <w:r w:rsidRPr="003662E5">
              <w:t>Trader_Z</w:t>
            </w:r>
            <w:r w:rsidR="005E617D" w:rsidRPr="003662E5">
              <w:t>9</w:t>
            </w:r>
            <w:r w:rsidR="00F911C2" w:rsidRPr="003662E5">
              <w:t>.xsd</w:t>
            </w:r>
          </w:p>
        </w:tc>
        <w:tc>
          <w:tcPr>
            <w:tcW w:w="7221" w:type="dxa"/>
          </w:tcPr>
          <w:p w14:paraId="105474A2" w14:textId="77777777" w:rsidR="00F02ED4" w:rsidRPr="003662E5" w:rsidRDefault="00F02ED4" w:rsidP="003662E5">
            <w:pPr>
              <w:pStyle w:val="Tabelazwyky"/>
            </w:pPr>
            <w:r w:rsidRPr="003662E5">
              <w:t>Definicje wspólnych struktur danych dotyczących podmiotów, wykorzystywanych we wszystkich zdefiniowanych deklaracjach</w:t>
            </w:r>
            <w:r w:rsidR="00FF7E00" w:rsidRPr="003662E5">
              <w:t xml:space="preserve"> i wnioskach</w:t>
            </w:r>
          </w:p>
        </w:tc>
      </w:tr>
      <w:tr w:rsidR="00F02ED4" w:rsidRPr="003662E5" w14:paraId="6B68A4A8" w14:textId="77777777" w:rsidTr="006E329F">
        <w:tc>
          <w:tcPr>
            <w:tcW w:w="2007" w:type="dxa"/>
          </w:tcPr>
          <w:p w14:paraId="2CAB6D49" w14:textId="77777777" w:rsidR="00F02ED4" w:rsidRPr="003662E5" w:rsidRDefault="00F02ED4" w:rsidP="003662E5">
            <w:pPr>
              <w:pStyle w:val="Tabelazwyky"/>
            </w:pPr>
            <w:r w:rsidRPr="003662E5">
              <w:t>Auth.xsd</w:t>
            </w:r>
          </w:p>
        </w:tc>
        <w:tc>
          <w:tcPr>
            <w:tcW w:w="7221" w:type="dxa"/>
          </w:tcPr>
          <w:p w14:paraId="478C4610" w14:textId="77777777" w:rsidR="00F02ED4" w:rsidRPr="003662E5" w:rsidRDefault="00F02ED4" w:rsidP="003662E5">
            <w:pPr>
              <w:pStyle w:val="Tabelazwyky"/>
            </w:pPr>
            <w:r w:rsidRPr="003662E5">
              <w:t>Definicje wspólnych struktur danych dotyczących autentykacji</w:t>
            </w:r>
          </w:p>
        </w:tc>
      </w:tr>
      <w:tr w:rsidR="00F02ED4" w:rsidRPr="003662E5" w14:paraId="6030248A" w14:textId="77777777" w:rsidTr="006E329F">
        <w:tc>
          <w:tcPr>
            <w:tcW w:w="2007" w:type="dxa"/>
          </w:tcPr>
          <w:p w14:paraId="2881C0DC" w14:textId="77777777" w:rsidR="00F02ED4" w:rsidRPr="003662E5" w:rsidRDefault="00F02ED4" w:rsidP="003662E5">
            <w:pPr>
              <w:pStyle w:val="Tabelazwyky"/>
            </w:pPr>
            <w:r w:rsidRPr="003662E5">
              <w:t>xmldsig-core-schema.xsd</w:t>
            </w:r>
          </w:p>
        </w:tc>
        <w:tc>
          <w:tcPr>
            <w:tcW w:w="7221" w:type="dxa"/>
          </w:tcPr>
          <w:p w14:paraId="14D08D45" w14:textId="77777777" w:rsidR="00EC3E8C" w:rsidRPr="003662E5" w:rsidRDefault="00EC3E8C" w:rsidP="003662E5">
            <w:pPr>
              <w:pStyle w:val="Tabelazwyky"/>
            </w:pPr>
            <w:r w:rsidRPr="003662E5">
              <w:t>Opis składni i reguł przetwarzania podpisów cyfrowych.</w:t>
            </w:r>
          </w:p>
          <w:p w14:paraId="1FC83F46" w14:textId="77777777" w:rsidR="00F02ED4" w:rsidRPr="003662E5" w:rsidRDefault="00EC3E8C" w:rsidP="003662E5">
            <w:pPr>
              <w:pStyle w:val="Tabelazwyky"/>
            </w:pPr>
            <w:r w:rsidRPr="003662E5">
              <w:t>http://www.w3.org/TR/xmldsig-core/xmldsig-core-schema.xsd</w:t>
            </w:r>
          </w:p>
        </w:tc>
      </w:tr>
      <w:tr w:rsidR="00847416" w:rsidRPr="003662E5" w14:paraId="6B106C25" w14:textId="77777777" w:rsidTr="006E329F">
        <w:tc>
          <w:tcPr>
            <w:tcW w:w="2007" w:type="dxa"/>
          </w:tcPr>
          <w:p w14:paraId="31F6A03E" w14:textId="5242CE56" w:rsidR="00847416" w:rsidRPr="003662E5" w:rsidRDefault="00E33A75" w:rsidP="003662E5">
            <w:pPr>
              <w:pStyle w:val="Tabelazwyky"/>
            </w:pPr>
            <w:r w:rsidRPr="003662E5">
              <w:t>WZZA_WZBO_CANCEL</w:t>
            </w:r>
            <w:r w:rsidR="00847416" w:rsidRPr="003662E5">
              <w:t>.xsd</w:t>
            </w:r>
          </w:p>
        </w:tc>
        <w:tc>
          <w:tcPr>
            <w:tcW w:w="7221" w:type="dxa"/>
          </w:tcPr>
          <w:p w14:paraId="5D6E49C1" w14:textId="77777777" w:rsidR="00847416" w:rsidRPr="003662E5" w:rsidRDefault="00897644" w:rsidP="003662E5">
            <w:pPr>
              <w:pStyle w:val="Tabelazwyky"/>
            </w:pPr>
            <w:r w:rsidRPr="003662E5">
              <w:t xml:space="preserve">Struktura danych dla </w:t>
            </w:r>
            <w:r w:rsidR="00FF7E00" w:rsidRPr="003662E5">
              <w:t>wniosku</w:t>
            </w:r>
            <w:r w:rsidRPr="003662E5">
              <w:t>.</w:t>
            </w:r>
          </w:p>
        </w:tc>
      </w:tr>
    </w:tbl>
    <w:p w14:paraId="143AFC24" w14:textId="62E9DCCE" w:rsidR="004E2C82" w:rsidRPr="003662E5" w:rsidRDefault="00821CB6" w:rsidP="003662E5">
      <w:pPr>
        <w:pStyle w:val="Nagwek1"/>
        <w:ind w:left="431" w:hanging="431"/>
        <w:rPr>
          <w:rFonts w:cs="Open Sans"/>
          <w:b w:val="0"/>
          <w:bCs w:val="0"/>
        </w:rPr>
      </w:pPr>
      <w:bookmarkStart w:id="52" w:name="_Toc184813182"/>
      <w:r w:rsidRPr="003662E5">
        <w:rPr>
          <w:rFonts w:cs="Open Sans"/>
          <w:bCs w:val="0"/>
        </w:rPr>
        <w:lastRenderedPageBreak/>
        <w:t xml:space="preserve">Specyfikacja </w:t>
      </w:r>
      <w:r w:rsidR="00FF7E00" w:rsidRPr="003662E5">
        <w:rPr>
          <w:rFonts w:cs="Open Sans"/>
          <w:bCs w:val="0"/>
        </w:rPr>
        <w:t xml:space="preserve">wniosku </w:t>
      </w:r>
      <w:r w:rsidR="00E33A75" w:rsidRPr="003662E5">
        <w:rPr>
          <w:rFonts w:cs="Open Sans"/>
          <w:bCs w:val="0"/>
        </w:rPr>
        <w:t>WZZA_WZBO_CANCEL</w:t>
      </w:r>
      <w:bookmarkEnd w:id="52"/>
    </w:p>
    <w:p w14:paraId="35E7A634" w14:textId="223EBB7E" w:rsidR="00CA300B" w:rsidRPr="003662E5" w:rsidRDefault="00023890" w:rsidP="003662E5">
      <w:r w:rsidRPr="003662E5">
        <w:t xml:space="preserve">Struktury typu </w:t>
      </w:r>
      <w:proofErr w:type="spellStart"/>
      <w:r w:rsidRPr="003662E5">
        <w:t>SignatureType</w:t>
      </w:r>
      <w:proofErr w:type="spellEnd"/>
      <w:r w:rsidR="005E617D" w:rsidRPr="003662E5">
        <w:t>,</w:t>
      </w:r>
      <w:r w:rsidRPr="003662E5">
        <w:t xml:space="preserve">, </w:t>
      </w:r>
      <w:proofErr w:type="spellStart"/>
      <w:r w:rsidRPr="003662E5">
        <w:t>Z</w:t>
      </w:r>
      <w:r w:rsidR="00875482" w:rsidRPr="003662E5">
        <w:t>Id</w:t>
      </w:r>
      <w:r w:rsidR="00B721AE" w:rsidRPr="003662E5">
        <w:t>Ext</w:t>
      </w:r>
      <w:r w:rsidRPr="003662E5">
        <w:t>Statement</w:t>
      </w:r>
      <w:proofErr w:type="spellEnd"/>
      <w:r w:rsidR="00C8590C" w:rsidRPr="003662E5">
        <w:t xml:space="preserve">, </w:t>
      </w:r>
      <w:r w:rsidRPr="003662E5">
        <w:t xml:space="preserve">zostały zdefiniowane w dokumencie </w:t>
      </w:r>
      <w:r w:rsidRPr="003662E5">
        <w:fldChar w:fldCharType="begin"/>
      </w:r>
      <w:r w:rsidRPr="003662E5">
        <w:instrText xml:space="preserve"> REF _Ref361653747 \r \h </w:instrText>
      </w:r>
      <w:r w:rsidR="000D6C33" w:rsidRPr="003662E5">
        <w:instrText xml:space="preserve"> \* MERGEFORMAT </w:instrText>
      </w:r>
      <w:r w:rsidRPr="003662E5">
        <w:fldChar w:fldCharType="separate"/>
      </w:r>
      <w:r w:rsidR="002E6DF0">
        <w:t>0</w:t>
      </w:r>
      <w:r w:rsidRPr="003662E5">
        <w:fldChar w:fldCharType="end"/>
      </w:r>
      <w:r w:rsidRPr="003662E5">
        <w:t xml:space="preserve"> i nie będą tutaj szczegółowo omawiane.</w:t>
      </w:r>
    </w:p>
    <w:p w14:paraId="6368375E" w14:textId="6D56A786" w:rsidR="005E406A" w:rsidRPr="003662E5" w:rsidRDefault="005E406A" w:rsidP="003662E5">
      <w:pPr>
        <w:pStyle w:val="Nagwek2"/>
        <w:spacing w:line="276" w:lineRule="auto"/>
        <w:rPr>
          <w:rFonts w:cs="Open Sans"/>
          <w:b w:val="0"/>
          <w:bCs w:val="0"/>
        </w:rPr>
      </w:pPr>
      <w:bookmarkStart w:id="53" w:name="_Toc87134546"/>
      <w:bookmarkStart w:id="54" w:name="_Toc87135432"/>
      <w:bookmarkStart w:id="55" w:name="_Toc88603020"/>
      <w:bookmarkStart w:id="56" w:name="_Toc88939753"/>
      <w:bookmarkStart w:id="57" w:name="_Toc184813183"/>
      <w:r w:rsidRPr="003662E5">
        <w:rPr>
          <w:rFonts w:cs="Open Sans"/>
          <w:bCs w:val="0"/>
        </w:rPr>
        <w:t xml:space="preserve">Struktura komunikatu XML </w:t>
      </w:r>
      <w:bookmarkEnd w:id="53"/>
      <w:bookmarkEnd w:id="54"/>
      <w:bookmarkEnd w:id="55"/>
      <w:bookmarkEnd w:id="56"/>
      <w:r w:rsidRPr="003662E5">
        <w:rPr>
          <w:rFonts w:cs="Open Sans"/>
          <w:bCs w:val="0"/>
        </w:rPr>
        <w:t xml:space="preserve">wniosku </w:t>
      </w:r>
      <w:r w:rsidR="00E33A75" w:rsidRPr="003662E5">
        <w:rPr>
          <w:rFonts w:cs="Open Sans"/>
          <w:bCs w:val="0"/>
        </w:rPr>
        <w:t>WZZA_WZBO_CANCEL</w:t>
      </w:r>
      <w:bookmarkEnd w:id="57"/>
    </w:p>
    <w:p w14:paraId="6C003C6E" w14:textId="4620B2E5" w:rsidR="00D15AD4" w:rsidRPr="003662E5" w:rsidRDefault="00D15AD4" w:rsidP="003662E5">
      <w:pPr>
        <w:pStyle w:val="Z2PodpisRysunkuTabeli"/>
      </w:pPr>
      <w:bookmarkStart w:id="58" w:name="_Toc88940821"/>
      <w:bookmarkStart w:id="59" w:name="_Toc184813195"/>
      <w:r w:rsidRPr="003662E5">
        <w:t xml:space="preserve">Tabela </w:t>
      </w:r>
      <w:r w:rsidRPr="003662E5">
        <w:fldChar w:fldCharType="begin"/>
      </w:r>
      <w:r w:rsidRPr="003662E5">
        <w:instrText xml:space="preserve"> SEQ Tabela \* ARABIC </w:instrText>
      </w:r>
      <w:r w:rsidRPr="003662E5">
        <w:fldChar w:fldCharType="separate"/>
      </w:r>
      <w:r w:rsidR="002E6DF0">
        <w:rPr>
          <w:noProof/>
        </w:rPr>
        <w:t>8</w:t>
      </w:r>
      <w:r w:rsidRPr="003662E5">
        <w:fldChar w:fldCharType="end"/>
      </w:r>
      <w:r w:rsidRPr="003662E5">
        <w:t xml:space="preserve">. Dane ogólne w ramach struktury wniosku </w:t>
      </w:r>
      <w:r w:rsidR="00E33A75" w:rsidRPr="003662E5">
        <w:t>WZZA_WZBO_CANCEL</w:t>
      </w:r>
      <w:bookmarkEnd w:id="58"/>
      <w:bookmarkEnd w:id="59"/>
    </w:p>
    <w:tbl>
      <w:tblPr>
        <w:tblStyle w:val="Tabela-Siatka"/>
        <w:tblW w:w="9322" w:type="dxa"/>
        <w:tblLook w:val="01E0" w:firstRow="1" w:lastRow="1" w:firstColumn="1" w:lastColumn="1" w:noHBand="0" w:noVBand="0"/>
      </w:tblPr>
      <w:tblGrid>
        <w:gridCol w:w="3069"/>
        <w:gridCol w:w="6253"/>
      </w:tblGrid>
      <w:tr w:rsidR="00AE58FB" w:rsidRPr="003662E5" w14:paraId="5EB6DD61" w14:textId="77777777" w:rsidTr="003662E5">
        <w:trPr>
          <w:tblHeader/>
        </w:trPr>
        <w:tc>
          <w:tcPr>
            <w:tcW w:w="3069" w:type="dxa"/>
            <w:shd w:val="clear" w:color="auto" w:fill="D9D9D9" w:themeFill="background1" w:themeFillShade="D9"/>
          </w:tcPr>
          <w:p w14:paraId="10394AC0" w14:textId="77777777" w:rsidR="00AE58FB" w:rsidRPr="003662E5" w:rsidRDefault="00AE58FB" w:rsidP="003662E5">
            <w:pPr>
              <w:pStyle w:val="Legenda"/>
            </w:pPr>
            <w:r w:rsidRPr="003662E5">
              <w:t>Opis</w:t>
            </w:r>
          </w:p>
        </w:tc>
        <w:tc>
          <w:tcPr>
            <w:tcW w:w="6253" w:type="dxa"/>
            <w:shd w:val="clear" w:color="auto" w:fill="D9D9D9" w:themeFill="background1" w:themeFillShade="D9"/>
          </w:tcPr>
          <w:p w14:paraId="00F5547D" w14:textId="71227FFE" w:rsidR="00AE58FB" w:rsidRPr="003662E5" w:rsidRDefault="00104424" w:rsidP="003662E5">
            <w:pPr>
              <w:pStyle w:val="Legenda"/>
            </w:pPr>
            <w:r w:rsidRPr="003662E5">
              <w:t xml:space="preserve">Struktura </w:t>
            </w:r>
            <w:r w:rsidR="008E2DE9" w:rsidRPr="003662E5">
              <w:t xml:space="preserve">wniosku o wydanie zaświadczenia stwierdzającego zwolnienie z podatku akcyzowego samochodu </w:t>
            </w:r>
            <w:r w:rsidR="00E33A75" w:rsidRPr="003662E5">
              <w:t>WZZA_WZBO_CANCEL</w:t>
            </w:r>
            <w:r w:rsidR="00875482" w:rsidRPr="003662E5">
              <w:t>.</w:t>
            </w:r>
          </w:p>
        </w:tc>
      </w:tr>
      <w:tr w:rsidR="00AE58FB" w:rsidRPr="003662E5" w14:paraId="41C4340E" w14:textId="77777777" w:rsidTr="003662E5">
        <w:tc>
          <w:tcPr>
            <w:tcW w:w="3069" w:type="dxa"/>
          </w:tcPr>
          <w:p w14:paraId="2857C542" w14:textId="77777777" w:rsidR="00AE58FB" w:rsidRPr="003662E5" w:rsidRDefault="00AE58FB" w:rsidP="003662E5">
            <w:pPr>
              <w:pStyle w:val="Tabelazwyky"/>
            </w:pPr>
            <w:r w:rsidRPr="003662E5">
              <w:t>Proces biznesowy</w:t>
            </w:r>
          </w:p>
        </w:tc>
        <w:tc>
          <w:tcPr>
            <w:tcW w:w="6253" w:type="dxa"/>
          </w:tcPr>
          <w:p w14:paraId="4A372CF3" w14:textId="77777777" w:rsidR="00AE58FB" w:rsidRPr="003662E5" w:rsidRDefault="00AE58FB" w:rsidP="003662E5">
            <w:pPr>
              <w:pStyle w:val="Tabelazwyky"/>
            </w:pPr>
          </w:p>
        </w:tc>
      </w:tr>
      <w:tr w:rsidR="00AE58FB" w:rsidRPr="003662E5" w14:paraId="1ED57B8B" w14:textId="77777777" w:rsidTr="003662E5">
        <w:tc>
          <w:tcPr>
            <w:tcW w:w="3069" w:type="dxa"/>
          </w:tcPr>
          <w:p w14:paraId="1F0DC565" w14:textId="77777777" w:rsidR="00AE58FB" w:rsidRPr="003662E5" w:rsidRDefault="00D41F2E" w:rsidP="003662E5">
            <w:pPr>
              <w:pStyle w:val="Tabelazwyky"/>
            </w:pPr>
            <w:r w:rsidRPr="003662E5">
              <w:t>Wersja deklaracji</w:t>
            </w:r>
          </w:p>
        </w:tc>
        <w:tc>
          <w:tcPr>
            <w:tcW w:w="6253" w:type="dxa"/>
          </w:tcPr>
          <w:p w14:paraId="6E5A7207" w14:textId="19E9BB94" w:rsidR="00AE58FB" w:rsidRPr="003662E5" w:rsidRDefault="004623FE" w:rsidP="003662E5">
            <w:pPr>
              <w:pStyle w:val="Tabelazwyky"/>
            </w:pPr>
            <w:r w:rsidRPr="003662E5">
              <w:t>1</w:t>
            </w:r>
            <w:r w:rsidR="008A1B4F" w:rsidRPr="003662E5">
              <w:t>_</w:t>
            </w:r>
            <w:r w:rsidR="005E617D" w:rsidRPr="003662E5">
              <w:t>0</w:t>
            </w:r>
          </w:p>
        </w:tc>
      </w:tr>
      <w:tr w:rsidR="00AE58FB" w:rsidRPr="003662E5" w14:paraId="49E53C59" w14:textId="77777777" w:rsidTr="003662E5">
        <w:tc>
          <w:tcPr>
            <w:tcW w:w="3069" w:type="dxa"/>
          </w:tcPr>
          <w:p w14:paraId="7EF146DA" w14:textId="77777777" w:rsidR="00AE58FB" w:rsidRPr="003662E5" w:rsidRDefault="00D41F2E" w:rsidP="003662E5">
            <w:pPr>
              <w:pStyle w:val="Tabelazwyky"/>
            </w:pPr>
            <w:r w:rsidRPr="003662E5">
              <w:t>Zależności od innych dekl</w:t>
            </w:r>
            <w:r w:rsidR="009F770A" w:rsidRPr="003662E5">
              <w:t>a</w:t>
            </w:r>
            <w:r w:rsidRPr="003662E5">
              <w:t>racji</w:t>
            </w:r>
          </w:p>
        </w:tc>
        <w:tc>
          <w:tcPr>
            <w:tcW w:w="6253" w:type="dxa"/>
          </w:tcPr>
          <w:p w14:paraId="093824B7" w14:textId="77777777" w:rsidR="00AE58FB" w:rsidRPr="003662E5" w:rsidRDefault="00AE58FB" w:rsidP="003662E5">
            <w:pPr>
              <w:pStyle w:val="Tabelazwyky"/>
            </w:pPr>
          </w:p>
        </w:tc>
      </w:tr>
      <w:tr w:rsidR="00AE58FB" w:rsidRPr="003662E5" w14:paraId="1890BE2C" w14:textId="77777777" w:rsidTr="003662E5">
        <w:tc>
          <w:tcPr>
            <w:tcW w:w="3069" w:type="dxa"/>
          </w:tcPr>
          <w:p w14:paraId="7A490130" w14:textId="77777777" w:rsidR="00AE58FB" w:rsidRPr="003662E5" w:rsidRDefault="00AE58FB" w:rsidP="003662E5">
            <w:pPr>
              <w:pStyle w:val="Tabelazwyky"/>
            </w:pPr>
            <w:r w:rsidRPr="003662E5">
              <w:t xml:space="preserve">Technologia </w:t>
            </w:r>
          </w:p>
        </w:tc>
        <w:tc>
          <w:tcPr>
            <w:tcW w:w="6253" w:type="dxa"/>
          </w:tcPr>
          <w:p w14:paraId="5DBF8CFD" w14:textId="77777777" w:rsidR="00AE58FB" w:rsidRPr="003662E5" w:rsidRDefault="009F6ED6" w:rsidP="003662E5">
            <w:pPr>
              <w:pStyle w:val="Tabelazwyky"/>
            </w:pPr>
            <w:r w:rsidRPr="003662E5">
              <w:t>XML</w:t>
            </w:r>
          </w:p>
        </w:tc>
      </w:tr>
      <w:tr w:rsidR="00AE58FB" w:rsidRPr="003662E5" w14:paraId="34158CAD" w14:textId="77777777" w:rsidTr="003662E5">
        <w:tc>
          <w:tcPr>
            <w:tcW w:w="3069" w:type="dxa"/>
          </w:tcPr>
          <w:p w14:paraId="03DC65EB" w14:textId="77777777" w:rsidR="00AE58FB" w:rsidRPr="003662E5" w:rsidRDefault="00AE58FB" w:rsidP="003662E5">
            <w:pPr>
              <w:pStyle w:val="Tabelazwyky"/>
            </w:pPr>
            <w:r w:rsidRPr="003662E5">
              <w:t>Reguły biznesowe</w:t>
            </w:r>
          </w:p>
        </w:tc>
        <w:tc>
          <w:tcPr>
            <w:tcW w:w="6253" w:type="dxa"/>
          </w:tcPr>
          <w:p w14:paraId="393EAA3C" w14:textId="77777777" w:rsidR="00AE58FB" w:rsidRPr="003662E5" w:rsidRDefault="00AE58FB" w:rsidP="003662E5">
            <w:pPr>
              <w:pStyle w:val="Tabelazwyky"/>
            </w:pPr>
          </w:p>
        </w:tc>
      </w:tr>
      <w:tr w:rsidR="00AE58FB" w:rsidRPr="003662E5" w14:paraId="456760B5" w14:textId="77777777" w:rsidTr="003662E5">
        <w:tc>
          <w:tcPr>
            <w:tcW w:w="3069" w:type="dxa"/>
          </w:tcPr>
          <w:p w14:paraId="39C28A43" w14:textId="77777777" w:rsidR="00AE58FB" w:rsidRPr="003662E5" w:rsidRDefault="00AE58FB" w:rsidP="003662E5">
            <w:pPr>
              <w:pStyle w:val="Tabelazwyky"/>
            </w:pPr>
            <w:r w:rsidRPr="003662E5">
              <w:t>Wykorzystane standardy</w:t>
            </w:r>
          </w:p>
        </w:tc>
        <w:tc>
          <w:tcPr>
            <w:tcW w:w="6253" w:type="dxa"/>
          </w:tcPr>
          <w:p w14:paraId="773EF5C4" w14:textId="77777777" w:rsidR="00AE58FB" w:rsidRPr="003662E5" w:rsidRDefault="00B5046C" w:rsidP="003662E5">
            <w:pPr>
              <w:pStyle w:val="Tabelazwyky"/>
            </w:pPr>
            <w:r w:rsidRPr="003662E5">
              <w:t>XML</w:t>
            </w:r>
          </w:p>
        </w:tc>
      </w:tr>
      <w:tr w:rsidR="00AE58FB" w:rsidRPr="003662E5" w14:paraId="757EB02B" w14:textId="77777777" w:rsidTr="003662E5">
        <w:tc>
          <w:tcPr>
            <w:tcW w:w="3069" w:type="dxa"/>
          </w:tcPr>
          <w:p w14:paraId="29F5C703" w14:textId="77777777" w:rsidR="00AE58FB" w:rsidRPr="003662E5" w:rsidRDefault="00AE58FB" w:rsidP="003662E5">
            <w:pPr>
              <w:pStyle w:val="Tabelazwyky"/>
            </w:pPr>
            <w:proofErr w:type="spellStart"/>
            <w:r w:rsidRPr="003662E5">
              <w:t>Namespaces</w:t>
            </w:r>
            <w:proofErr w:type="spellEnd"/>
          </w:p>
        </w:tc>
        <w:tc>
          <w:tcPr>
            <w:tcW w:w="6253" w:type="dxa"/>
          </w:tcPr>
          <w:p w14:paraId="54E08DF6" w14:textId="77777777" w:rsidR="00B5046C" w:rsidRPr="003662E5" w:rsidRDefault="00B5046C" w:rsidP="003662E5">
            <w:pPr>
              <w:pStyle w:val="Tabelazwyky"/>
            </w:pPr>
            <w:r w:rsidRPr="003662E5">
              <w:t>http://www.w3.org/2000/09/xmldsig#</w:t>
            </w:r>
          </w:p>
          <w:p w14:paraId="45B30855" w14:textId="15217981" w:rsidR="008A1B4F" w:rsidRPr="003662E5" w:rsidRDefault="008A1B4F" w:rsidP="003662E5">
            <w:pPr>
              <w:pStyle w:val="Tabelazwyky"/>
            </w:pPr>
            <w:r w:rsidRPr="003662E5">
              <w:t>http://www.e-clo.pl/ZEFIR2/eZefir2/xsd/</w:t>
            </w:r>
            <w:r w:rsidR="006B0029" w:rsidRPr="003662E5">
              <w:t>v</w:t>
            </w:r>
            <w:r w:rsidR="004623FE" w:rsidRPr="003662E5">
              <w:t>1</w:t>
            </w:r>
            <w:r w:rsidRPr="003662E5">
              <w:t>_</w:t>
            </w:r>
            <w:r w:rsidR="005E617D" w:rsidRPr="003662E5">
              <w:t>0</w:t>
            </w:r>
            <w:r w:rsidRPr="003662E5">
              <w:t>/</w:t>
            </w:r>
            <w:r w:rsidR="00E33A75" w:rsidRPr="003662E5">
              <w:t>WZZA_WZBO_CANCEL</w:t>
            </w:r>
            <w:r w:rsidRPr="003662E5">
              <w:t>.xsd</w:t>
            </w:r>
          </w:p>
          <w:p w14:paraId="00538949" w14:textId="4AD78C4C" w:rsidR="008A1B4F" w:rsidRPr="003662E5" w:rsidRDefault="008A1B4F" w:rsidP="003662E5">
            <w:pPr>
              <w:pStyle w:val="Tabelazwyky"/>
            </w:pPr>
            <w:r w:rsidRPr="003662E5">
              <w:t>http://www.e-clo.pl/ZEFIR2/eZefir2/xsd/v</w:t>
            </w:r>
            <w:r w:rsidR="005E617D" w:rsidRPr="003662E5">
              <w:t>9</w:t>
            </w:r>
            <w:r w:rsidRPr="003662E5">
              <w:t>_0/Trader.xsd</w:t>
            </w:r>
          </w:p>
          <w:p w14:paraId="1FC67848" w14:textId="638DB9BA" w:rsidR="008A1B4F" w:rsidRPr="003662E5" w:rsidRDefault="004623FE" w:rsidP="003662E5">
            <w:pPr>
              <w:pStyle w:val="Tabelazwyky"/>
            </w:pPr>
            <w:r w:rsidRPr="003662E5">
              <w:t>http://www.e-clo.pl/ZEFIR2/eZefir2/xsd/v</w:t>
            </w:r>
            <w:r w:rsidR="005E617D" w:rsidRPr="003662E5">
              <w:t>9</w:t>
            </w:r>
            <w:r w:rsidRPr="003662E5">
              <w:t>_0/Types.xsd</w:t>
            </w:r>
          </w:p>
          <w:p w14:paraId="1C0135EE" w14:textId="77777777" w:rsidR="001F26FD" w:rsidRPr="003662E5" w:rsidRDefault="008A1B4F" w:rsidP="003662E5">
            <w:pPr>
              <w:pStyle w:val="Tabelazwyky"/>
            </w:pPr>
            <w:r w:rsidRPr="003662E5">
              <w:t>http://www.e-clo.pl/ZEFIR2/eZefir2/xsd/v2_0/Authentication.xsd</w:t>
            </w:r>
          </w:p>
        </w:tc>
      </w:tr>
      <w:tr w:rsidR="00AE58FB" w:rsidRPr="003662E5" w14:paraId="4431E4ED" w14:textId="77777777" w:rsidTr="003662E5">
        <w:tc>
          <w:tcPr>
            <w:tcW w:w="3069" w:type="dxa"/>
          </w:tcPr>
          <w:p w14:paraId="1839511E" w14:textId="77777777" w:rsidR="00AE58FB" w:rsidRPr="003662E5" w:rsidRDefault="00AE58FB" w:rsidP="003662E5">
            <w:pPr>
              <w:pStyle w:val="Tabelazwyky"/>
            </w:pPr>
            <w:r w:rsidRPr="003662E5">
              <w:t xml:space="preserve">Definicja struktur </w:t>
            </w:r>
          </w:p>
        </w:tc>
        <w:tc>
          <w:tcPr>
            <w:tcW w:w="6253" w:type="dxa"/>
          </w:tcPr>
          <w:p w14:paraId="69E9AA29" w14:textId="6A30D9DD" w:rsidR="00AE58FB" w:rsidRPr="003662E5" w:rsidRDefault="00E33A75" w:rsidP="003662E5">
            <w:pPr>
              <w:pStyle w:val="Tabelazwyky"/>
            </w:pPr>
            <w:r w:rsidRPr="003662E5">
              <w:t>WZZA_WZBO_CANCEL</w:t>
            </w:r>
            <w:r w:rsidR="00AE58FB" w:rsidRPr="003662E5">
              <w:t>.xsd</w:t>
            </w:r>
          </w:p>
        </w:tc>
      </w:tr>
    </w:tbl>
    <w:p w14:paraId="04C6B01E" w14:textId="5BCB006C" w:rsidR="00834F3C" w:rsidRPr="003662E5" w:rsidRDefault="00834F3C" w:rsidP="003662E5">
      <w:pPr>
        <w:pStyle w:val="Nagwek3"/>
        <w:spacing w:line="276" w:lineRule="auto"/>
      </w:pPr>
      <w:bookmarkStart w:id="60" w:name="_Toc88940822"/>
      <w:bookmarkStart w:id="61" w:name="_Toc184813184"/>
      <w:r w:rsidRPr="003662E5">
        <w:t xml:space="preserve">Struktura danych </w:t>
      </w:r>
      <w:bookmarkEnd w:id="60"/>
      <w:r w:rsidRPr="003662E5">
        <w:t xml:space="preserve">wniosku </w:t>
      </w:r>
      <w:r w:rsidR="00E33A75" w:rsidRPr="003662E5">
        <w:t>WZZA_WZBO_CANCEL</w:t>
      </w:r>
      <w:bookmarkEnd w:id="61"/>
    </w:p>
    <w:p w14:paraId="7BAED3B2" w14:textId="77777777" w:rsidR="003662E5" w:rsidRPr="003662E5" w:rsidRDefault="003662E5" w:rsidP="003662E5">
      <w:pPr>
        <w:pStyle w:val="Akapitzlist"/>
        <w:numPr>
          <w:ilvl w:val="0"/>
          <w:numId w:val="34"/>
        </w:numPr>
        <w:spacing w:before="0" w:after="0"/>
        <w:rPr>
          <w:rFonts w:ascii="Consolas" w:hAnsi="Consolas"/>
        </w:rPr>
      </w:pPr>
      <w:r w:rsidRPr="003662E5">
        <w:rPr>
          <w:rFonts w:ascii="Consolas" w:hAnsi="Consolas"/>
        </w:rPr>
        <w:t>(</w:t>
      </w:r>
      <w:proofErr w:type="spellStart"/>
      <w:r w:rsidRPr="003662E5">
        <w:rPr>
          <w:rFonts w:ascii="Consolas" w:hAnsi="Consolas"/>
        </w:rPr>
        <w:t>WZZA_WZBO_CANCELType</w:t>
      </w:r>
      <w:proofErr w:type="spellEnd"/>
      <w:r w:rsidRPr="003662E5">
        <w:rPr>
          <w:rFonts w:ascii="Consolas" w:hAnsi="Consolas"/>
        </w:rPr>
        <w:t>)</w:t>
      </w:r>
    </w:p>
    <w:p w14:paraId="7CFC5CA1" w14:textId="280B7139" w:rsidR="003662E5" w:rsidRPr="003662E5" w:rsidRDefault="003662E5" w:rsidP="003662E5">
      <w:pPr>
        <w:pStyle w:val="Akapitzlist"/>
        <w:numPr>
          <w:ilvl w:val="0"/>
          <w:numId w:val="34"/>
        </w:numPr>
        <w:spacing w:before="0" w:after="0"/>
        <w:rPr>
          <w:rFonts w:ascii="Consolas" w:hAnsi="Consolas"/>
        </w:rPr>
      </w:pPr>
      <w:r w:rsidRPr="003662E5">
        <w:rPr>
          <w:rFonts w:ascii="Consolas" w:hAnsi="Consolas"/>
        </w:rPr>
        <w:t xml:space="preserve"> (</w:t>
      </w:r>
      <w:proofErr w:type="spellStart"/>
      <w:r w:rsidRPr="003662E5">
        <w:rPr>
          <w:rFonts w:ascii="Consolas" w:hAnsi="Consolas"/>
        </w:rPr>
        <w:t>HeaderType</w:t>
      </w:r>
      <w:proofErr w:type="spellEnd"/>
      <w:r w:rsidRPr="003662E5">
        <w:rPr>
          <w:rFonts w:ascii="Consolas" w:hAnsi="Consolas"/>
        </w:rPr>
        <w:t>)</w:t>
      </w:r>
    </w:p>
    <w:p w14:paraId="787A8E30" w14:textId="5A036A47" w:rsidR="003662E5" w:rsidRPr="003662E5" w:rsidRDefault="003662E5" w:rsidP="003662E5">
      <w:pPr>
        <w:pStyle w:val="Akapitzlist"/>
        <w:numPr>
          <w:ilvl w:val="0"/>
          <w:numId w:val="34"/>
        </w:numPr>
        <w:spacing w:before="0" w:after="0"/>
        <w:rPr>
          <w:rFonts w:ascii="Consolas" w:hAnsi="Consolas"/>
        </w:rPr>
      </w:pPr>
      <w:proofErr w:type="spellStart"/>
      <w:r w:rsidRPr="003662E5">
        <w:rPr>
          <w:rFonts w:ascii="Consolas" w:hAnsi="Consolas"/>
        </w:rPr>
        <w:t>InfoCancelType</w:t>
      </w:r>
      <w:proofErr w:type="spellEnd"/>
    </w:p>
    <w:p w14:paraId="10ADB177" w14:textId="50110613" w:rsidR="003662E5" w:rsidRPr="003662E5" w:rsidRDefault="003662E5" w:rsidP="003662E5">
      <w:pPr>
        <w:pStyle w:val="Akapitzlist"/>
        <w:numPr>
          <w:ilvl w:val="0"/>
          <w:numId w:val="34"/>
        </w:numPr>
        <w:spacing w:before="0" w:after="0"/>
        <w:rPr>
          <w:rFonts w:ascii="Consolas" w:hAnsi="Consolas"/>
        </w:rPr>
      </w:pPr>
      <w:r w:rsidRPr="003662E5">
        <w:rPr>
          <w:rFonts w:ascii="Consolas" w:hAnsi="Consolas"/>
        </w:rPr>
        <w:t xml:space="preserve"> (</w:t>
      </w:r>
      <w:proofErr w:type="spellStart"/>
      <w:r w:rsidRPr="003662E5">
        <w:rPr>
          <w:rFonts w:ascii="Consolas" w:hAnsi="Consolas"/>
        </w:rPr>
        <w:t>ZIDExtStatementType</w:t>
      </w:r>
      <w:proofErr w:type="spellEnd"/>
      <w:r w:rsidRPr="003662E5">
        <w:rPr>
          <w:rFonts w:ascii="Consolas" w:hAnsi="Consolas"/>
        </w:rPr>
        <w:t>)</w:t>
      </w:r>
    </w:p>
    <w:p w14:paraId="727DD69A" w14:textId="3822F067" w:rsidR="003662E5" w:rsidRPr="003662E5" w:rsidRDefault="003662E5" w:rsidP="003662E5">
      <w:pPr>
        <w:pStyle w:val="Akapitzlist"/>
        <w:numPr>
          <w:ilvl w:val="0"/>
          <w:numId w:val="34"/>
        </w:numPr>
        <w:spacing w:before="0" w:after="0"/>
        <w:rPr>
          <w:rFonts w:ascii="Consolas" w:hAnsi="Consolas"/>
        </w:rPr>
      </w:pPr>
      <w:r w:rsidRPr="003662E5">
        <w:rPr>
          <w:rFonts w:ascii="Consolas" w:hAnsi="Consolas"/>
        </w:rPr>
        <w:t xml:space="preserve"> (</w:t>
      </w:r>
      <w:proofErr w:type="spellStart"/>
      <w:r w:rsidRPr="003662E5">
        <w:rPr>
          <w:rFonts w:ascii="Consolas" w:hAnsi="Consolas"/>
        </w:rPr>
        <w:t>AuthenticationType</w:t>
      </w:r>
      <w:proofErr w:type="spellEnd"/>
      <w:r w:rsidRPr="003662E5">
        <w:rPr>
          <w:rFonts w:ascii="Consolas" w:hAnsi="Consolas"/>
        </w:rPr>
        <w:t>)</w:t>
      </w:r>
    </w:p>
    <w:p w14:paraId="609ED0DF" w14:textId="2F6D6FAB" w:rsidR="003662E5" w:rsidRPr="003662E5" w:rsidRDefault="003662E5" w:rsidP="003662E5">
      <w:pPr>
        <w:pStyle w:val="Akapitzlist"/>
        <w:numPr>
          <w:ilvl w:val="0"/>
          <w:numId w:val="34"/>
        </w:numPr>
        <w:spacing w:before="0" w:after="0"/>
        <w:rPr>
          <w:rFonts w:ascii="Consolas" w:hAnsi="Consolas"/>
        </w:rPr>
      </w:pPr>
      <w:proofErr w:type="spellStart"/>
      <w:r w:rsidRPr="003662E5">
        <w:rPr>
          <w:rFonts w:ascii="Consolas" w:hAnsi="Consolas"/>
        </w:rPr>
        <w:t>SignatureType</w:t>
      </w:r>
      <w:proofErr w:type="spellEnd"/>
    </w:p>
    <w:p w14:paraId="423352DA" w14:textId="1461BB35" w:rsidR="003662E5" w:rsidRPr="003662E5" w:rsidRDefault="003662E5" w:rsidP="003662E5">
      <w:pPr>
        <w:pStyle w:val="Akapitzlist"/>
        <w:numPr>
          <w:ilvl w:val="0"/>
          <w:numId w:val="34"/>
        </w:numPr>
        <w:spacing w:before="0" w:after="0"/>
      </w:pPr>
      <w:r w:rsidRPr="003662E5">
        <w:rPr>
          <w:rFonts w:ascii="Consolas" w:hAnsi="Consolas"/>
        </w:rPr>
        <w:t>version</w:t>
      </w:r>
    </w:p>
    <w:p w14:paraId="3803AACF" w14:textId="45F93E5C" w:rsidR="00C6783E" w:rsidRPr="003662E5" w:rsidRDefault="00C6783E" w:rsidP="003662E5">
      <w:pPr>
        <w:rPr>
          <w:rFonts w:cs="Open Sans"/>
        </w:rPr>
      </w:pPr>
      <w:r w:rsidRPr="003662E5">
        <w:rPr>
          <w:rFonts w:cs="Open Sans"/>
        </w:rPr>
        <w:br w:type="page"/>
      </w:r>
    </w:p>
    <w:p w14:paraId="46211897" w14:textId="4547C4C2" w:rsidR="00834F3C" w:rsidRPr="003662E5" w:rsidRDefault="00834F3C" w:rsidP="003662E5">
      <w:pPr>
        <w:pStyle w:val="Z2PodpisRysunkuTabeli"/>
      </w:pPr>
      <w:bookmarkStart w:id="62" w:name="_Toc87134558"/>
      <w:bookmarkStart w:id="63" w:name="_Toc88603032"/>
      <w:bookmarkStart w:id="64" w:name="_Toc88940823"/>
      <w:bookmarkStart w:id="65" w:name="_Hlk87175857"/>
      <w:bookmarkStart w:id="66" w:name="_Toc184813196"/>
      <w:r w:rsidRPr="003662E5">
        <w:lastRenderedPageBreak/>
        <w:t xml:space="preserve">Tabela </w:t>
      </w:r>
      <w:r w:rsidRPr="003662E5">
        <w:fldChar w:fldCharType="begin"/>
      </w:r>
      <w:r w:rsidRPr="003662E5">
        <w:instrText xml:space="preserve"> SEQ Tabela \* ARABIC </w:instrText>
      </w:r>
      <w:r w:rsidRPr="003662E5">
        <w:fldChar w:fldCharType="separate"/>
      </w:r>
      <w:r w:rsidR="002E6DF0">
        <w:rPr>
          <w:noProof/>
        </w:rPr>
        <w:t>9</w:t>
      </w:r>
      <w:r w:rsidRPr="003662E5">
        <w:fldChar w:fldCharType="end"/>
      </w:r>
      <w:r w:rsidRPr="003662E5">
        <w:t xml:space="preserve">. Struktura komunikatu XML wniosku </w:t>
      </w:r>
      <w:r w:rsidR="00E33A75" w:rsidRPr="003662E5">
        <w:t>WZZA_WZBO_CANCEL</w:t>
      </w:r>
      <w:r w:rsidRPr="003662E5">
        <w:t xml:space="preserve"> – typy danych</w:t>
      </w:r>
      <w:bookmarkEnd w:id="62"/>
      <w:bookmarkEnd w:id="63"/>
      <w:bookmarkEnd w:id="64"/>
      <w:bookmarkEnd w:id="66"/>
    </w:p>
    <w:tbl>
      <w:tblPr>
        <w:tblStyle w:val="Tabela-Siatka"/>
        <w:tblW w:w="0" w:type="auto"/>
        <w:tblLook w:val="01E0" w:firstRow="1" w:lastRow="1" w:firstColumn="1" w:lastColumn="1" w:noHBand="0" w:noVBand="0"/>
      </w:tblPr>
      <w:tblGrid>
        <w:gridCol w:w="2295"/>
        <w:gridCol w:w="2727"/>
        <w:gridCol w:w="621"/>
        <w:gridCol w:w="2215"/>
        <w:gridCol w:w="1196"/>
      </w:tblGrid>
      <w:tr w:rsidR="008A378C" w:rsidRPr="003662E5" w14:paraId="6DA6CEB0" w14:textId="77777777" w:rsidTr="003662E5">
        <w:trPr>
          <w:trHeight w:val="213"/>
          <w:tblHeader/>
        </w:trPr>
        <w:tc>
          <w:tcPr>
            <w:tcW w:w="2295" w:type="dxa"/>
            <w:shd w:val="clear" w:color="auto" w:fill="D9D9D9" w:themeFill="background1" w:themeFillShade="D9"/>
          </w:tcPr>
          <w:bookmarkEnd w:id="65"/>
          <w:p w14:paraId="428251BD" w14:textId="77777777" w:rsidR="008A378C" w:rsidRPr="003662E5" w:rsidRDefault="008A378C" w:rsidP="003662E5">
            <w:pPr>
              <w:pStyle w:val="Legenda"/>
            </w:pPr>
            <w:r w:rsidRPr="003662E5">
              <w:t xml:space="preserve">Nazwa </w:t>
            </w:r>
          </w:p>
        </w:tc>
        <w:tc>
          <w:tcPr>
            <w:tcW w:w="2727" w:type="dxa"/>
            <w:shd w:val="clear" w:color="auto" w:fill="D9D9D9" w:themeFill="background1" w:themeFillShade="D9"/>
          </w:tcPr>
          <w:p w14:paraId="1C8694EE" w14:textId="77777777" w:rsidR="008A378C" w:rsidRPr="003662E5" w:rsidRDefault="008A378C" w:rsidP="003662E5">
            <w:pPr>
              <w:pStyle w:val="Legenda"/>
            </w:pPr>
            <w:r w:rsidRPr="003662E5">
              <w:t>Opis</w:t>
            </w:r>
          </w:p>
        </w:tc>
        <w:tc>
          <w:tcPr>
            <w:tcW w:w="621" w:type="dxa"/>
            <w:shd w:val="clear" w:color="auto" w:fill="D9D9D9" w:themeFill="background1" w:themeFillShade="D9"/>
          </w:tcPr>
          <w:p w14:paraId="720C3D0F" w14:textId="77777777" w:rsidR="008A378C" w:rsidRPr="003662E5" w:rsidRDefault="008A378C" w:rsidP="003662E5">
            <w:pPr>
              <w:pStyle w:val="Legenda"/>
            </w:pPr>
            <w:r w:rsidRPr="003662E5">
              <w:t>Nr pola</w:t>
            </w:r>
          </w:p>
        </w:tc>
        <w:tc>
          <w:tcPr>
            <w:tcW w:w="2215" w:type="dxa"/>
            <w:shd w:val="clear" w:color="auto" w:fill="D9D9D9" w:themeFill="background1" w:themeFillShade="D9"/>
          </w:tcPr>
          <w:p w14:paraId="5A8F570B" w14:textId="77777777" w:rsidR="008A378C" w:rsidRPr="003662E5" w:rsidRDefault="008A378C" w:rsidP="003662E5">
            <w:pPr>
              <w:pStyle w:val="Legenda"/>
            </w:pPr>
            <w:r w:rsidRPr="003662E5">
              <w:t>Typ</w:t>
            </w:r>
          </w:p>
        </w:tc>
        <w:tc>
          <w:tcPr>
            <w:tcW w:w="1196" w:type="dxa"/>
            <w:shd w:val="clear" w:color="auto" w:fill="D9D9D9" w:themeFill="background1" w:themeFillShade="D9"/>
          </w:tcPr>
          <w:p w14:paraId="480B1EBB" w14:textId="77777777" w:rsidR="008A378C" w:rsidRPr="003662E5" w:rsidRDefault="008A378C" w:rsidP="003662E5">
            <w:pPr>
              <w:pStyle w:val="Legenda"/>
            </w:pPr>
            <w:r w:rsidRPr="003662E5">
              <w:t>Liczebność</w:t>
            </w:r>
          </w:p>
        </w:tc>
      </w:tr>
      <w:tr w:rsidR="00834F3C" w:rsidRPr="003662E5" w14:paraId="26F1627C" w14:textId="77777777" w:rsidTr="00834F3C">
        <w:trPr>
          <w:trHeight w:val="213"/>
        </w:trPr>
        <w:tc>
          <w:tcPr>
            <w:tcW w:w="2295" w:type="dxa"/>
          </w:tcPr>
          <w:p w14:paraId="33541F36" w14:textId="77777777" w:rsidR="00834F3C" w:rsidRPr="003662E5" w:rsidRDefault="00834F3C" w:rsidP="003662E5">
            <w:pPr>
              <w:pStyle w:val="Tabelazwyky"/>
            </w:pPr>
            <w:proofErr w:type="spellStart"/>
            <w:r w:rsidRPr="003662E5">
              <w:t>Header</w:t>
            </w:r>
            <w:proofErr w:type="spellEnd"/>
          </w:p>
        </w:tc>
        <w:tc>
          <w:tcPr>
            <w:tcW w:w="2727" w:type="dxa"/>
          </w:tcPr>
          <w:p w14:paraId="3D3E3C66" w14:textId="77777777" w:rsidR="00834F3C" w:rsidRPr="003662E5" w:rsidRDefault="00834F3C" w:rsidP="003662E5">
            <w:pPr>
              <w:pStyle w:val="Tabelazwyky"/>
            </w:pPr>
            <w:r w:rsidRPr="003662E5">
              <w:t>Nagłówek wniosku</w:t>
            </w:r>
          </w:p>
        </w:tc>
        <w:tc>
          <w:tcPr>
            <w:tcW w:w="621" w:type="dxa"/>
          </w:tcPr>
          <w:p w14:paraId="179FF078" w14:textId="77777777" w:rsidR="00834F3C" w:rsidRPr="003662E5" w:rsidRDefault="00834F3C" w:rsidP="003662E5">
            <w:pPr>
              <w:pStyle w:val="Tabelazwyky"/>
            </w:pPr>
            <w:r w:rsidRPr="003662E5">
              <w:t>-</w:t>
            </w:r>
          </w:p>
        </w:tc>
        <w:tc>
          <w:tcPr>
            <w:tcW w:w="2215" w:type="dxa"/>
          </w:tcPr>
          <w:p w14:paraId="6DD8F625" w14:textId="1C42A6B2" w:rsidR="00834F3C" w:rsidRPr="003662E5" w:rsidRDefault="00834F3C" w:rsidP="003662E5">
            <w:pPr>
              <w:pStyle w:val="Tabelazwyky"/>
            </w:pPr>
            <w:proofErr w:type="spellStart"/>
            <w:r w:rsidRPr="003662E5">
              <w:t>HeaderType</w:t>
            </w:r>
            <w:proofErr w:type="spellEnd"/>
          </w:p>
        </w:tc>
        <w:tc>
          <w:tcPr>
            <w:tcW w:w="1196" w:type="dxa"/>
          </w:tcPr>
          <w:p w14:paraId="3767DF61" w14:textId="77777777" w:rsidR="00834F3C" w:rsidRPr="003662E5" w:rsidRDefault="00834F3C" w:rsidP="003662E5">
            <w:pPr>
              <w:pStyle w:val="Tabelazwyky"/>
            </w:pPr>
            <w:r w:rsidRPr="003662E5">
              <w:t>1..1</w:t>
            </w:r>
          </w:p>
        </w:tc>
      </w:tr>
      <w:tr w:rsidR="00336D68" w:rsidRPr="003662E5" w14:paraId="028F74FA" w14:textId="77777777" w:rsidTr="00834F3C">
        <w:trPr>
          <w:trHeight w:val="213"/>
        </w:trPr>
        <w:tc>
          <w:tcPr>
            <w:tcW w:w="2295" w:type="dxa"/>
          </w:tcPr>
          <w:p w14:paraId="155BE526" w14:textId="77777777" w:rsidR="00336D68" w:rsidRPr="003662E5" w:rsidRDefault="00336D68" w:rsidP="003662E5">
            <w:pPr>
              <w:pStyle w:val="Tabelazwyky"/>
            </w:pPr>
            <w:proofErr w:type="spellStart"/>
            <w:r w:rsidRPr="003662E5">
              <w:t>Authentication</w:t>
            </w:r>
            <w:proofErr w:type="spellEnd"/>
          </w:p>
        </w:tc>
        <w:tc>
          <w:tcPr>
            <w:tcW w:w="2727" w:type="dxa"/>
          </w:tcPr>
          <w:p w14:paraId="01729BD4" w14:textId="77777777" w:rsidR="00336D68" w:rsidRPr="003662E5" w:rsidRDefault="00336D68" w:rsidP="003662E5">
            <w:pPr>
              <w:pStyle w:val="Tabelazwyky"/>
            </w:pPr>
            <w:r w:rsidRPr="003662E5">
              <w:t>Uwierzytelnienie kwotą przychodu</w:t>
            </w:r>
          </w:p>
        </w:tc>
        <w:tc>
          <w:tcPr>
            <w:tcW w:w="621" w:type="dxa"/>
          </w:tcPr>
          <w:p w14:paraId="24D0D043" w14:textId="77777777" w:rsidR="00336D68" w:rsidRPr="003662E5" w:rsidRDefault="00336D68" w:rsidP="003662E5">
            <w:pPr>
              <w:pStyle w:val="Tabelazwyky"/>
            </w:pPr>
            <w:r w:rsidRPr="003662E5">
              <w:t>-</w:t>
            </w:r>
          </w:p>
        </w:tc>
        <w:tc>
          <w:tcPr>
            <w:tcW w:w="2215" w:type="dxa"/>
          </w:tcPr>
          <w:p w14:paraId="79D24F50" w14:textId="77777777" w:rsidR="00336D68" w:rsidRPr="003662E5" w:rsidRDefault="0063597B" w:rsidP="003662E5">
            <w:pPr>
              <w:pStyle w:val="Tabelazwyky"/>
            </w:pPr>
            <w:proofErr w:type="spellStart"/>
            <w:r w:rsidRPr="003662E5">
              <w:t>AuthenticationType</w:t>
            </w:r>
            <w:proofErr w:type="spellEnd"/>
          </w:p>
        </w:tc>
        <w:tc>
          <w:tcPr>
            <w:tcW w:w="1196" w:type="dxa"/>
          </w:tcPr>
          <w:p w14:paraId="1439A584" w14:textId="77777777" w:rsidR="00336D68" w:rsidRPr="003662E5" w:rsidRDefault="00336D68" w:rsidP="003662E5">
            <w:pPr>
              <w:pStyle w:val="Tabelazwyky"/>
            </w:pPr>
            <w:r w:rsidRPr="003662E5">
              <w:t>0..1</w:t>
            </w:r>
          </w:p>
        </w:tc>
      </w:tr>
      <w:tr w:rsidR="00336D68" w:rsidRPr="003662E5" w14:paraId="34D5BEEC" w14:textId="77777777" w:rsidTr="00834F3C">
        <w:trPr>
          <w:trHeight w:val="213"/>
        </w:trPr>
        <w:tc>
          <w:tcPr>
            <w:tcW w:w="2295" w:type="dxa"/>
          </w:tcPr>
          <w:p w14:paraId="54873AE4" w14:textId="77777777" w:rsidR="00336D68" w:rsidRPr="003662E5" w:rsidRDefault="00336D68" w:rsidP="003662E5">
            <w:pPr>
              <w:pStyle w:val="Tabelazwyky"/>
            </w:pPr>
            <w:proofErr w:type="spellStart"/>
            <w:r w:rsidRPr="003662E5">
              <w:t>Signature</w:t>
            </w:r>
            <w:proofErr w:type="spellEnd"/>
          </w:p>
        </w:tc>
        <w:tc>
          <w:tcPr>
            <w:tcW w:w="2727" w:type="dxa"/>
          </w:tcPr>
          <w:p w14:paraId="62EB0CC7" w14:textId="77777777" w:rsidR="00336D68" w:rsidRPr="003662E5" w:rsidRDefault="00336D68" w:rsidP="003662E5">
            <w:pPr>
              <w:pStyle w:val="Tabelazwyky"/>
            </w:pPr>
            <w:r w:rsidRPr="003662E5">
              <w:t>Podpis cyfrowy</w:t>
            </w:r>
          </w:p>
        </w:tc>
        <w:tc>
          <w:tcPr>
            <w:tcW w:w="621" w:type="dxa"/>
          </w:tcPr>
          <w:p w14:paraId="6E5617DD" w14:textId="77777777" w:rsidR="00336D68" w:rsidRPr="003662E5" w:rsidRDefault="00336D68" w:rsidP="003662E5">
            <w:pPr>
              <w:pStyle w:val="Tabelazwyky"/>
            </w:pPr>
            <w:r w:rsidRPr="003662E5">
              <w:t>-</w:t>
            </w:r>
          </w:p>
        </w:tc>
        <w:tc>
          <w:tcPr>
            <w:tcW w:w="2215" w:type="dxa"/>
          </w:tcPr>
          <w:p w14:paraId="77DE76DD" w14:textId="77777777" w:rsidR="00336D68" w:rsidRPr="003662E5" w:rsidRDefault="00336D68" w:rsidP="003662E5">
            <w:pPr>
              <w:pStyle w:val="Tabelazwyky"/>
            </w:pPr>
            <w:proofErr w:type="spellStart"/>
            <w:r w:rsidRPr="003662E5">
              <w:t>Sign</w:t>
            </w:r>
            <w:r w:rsidR="003A3CDD" w:rsidRPr="003662E5">
              <w:t>a</w:t>
            </w:r>
            <w:r w:rsidRPr="003662E5">
              <w:t>tureType</w:t>
            </w:r>
            <w:proofErr w:type="spellEnd"/>
          </w:p>
        </w:tc>
        <w:tc>
          <w:tcPr>
            <w:tcW w:w="1196" w:type="dxa"/>
          </w:tcPr>
          <w:p w14:paraId="2C82E69C" w14:textId="77777777" w:rsidR="00336D68" w:rsidRPr="003662E5" w:rsidRDefault="00336D68" w:rsidP="003662E5">
            <w:pPr>
              <w:pStyle w:val="Tabelazwyky"/>
            </w:pPr>
            <w:r w:rsidRPr="003662E5">
              <w:t>0..1</w:t>
            </w:r>
          </w:p>
        </w:tc>
      </w:tr>
      <w:tr w:rsidR="00E659A0" w:rsidRPr="003662E5" w14:paraId="0D4CF945" w14:textId="77777777" w:rsidTr="00834F3C">
        <w:trPr>
          <w:trHeight w:val="213"/>
        </w:trPr>
        <w:tc>
          <w:tcPr>
            <w:tcW w:w="2295" w:type="dxa"/>
          </w:tcPr>
          <w:p w14:paraId="070A2BD2" w14:textId="77777777" w:rsidR="00E659A0" w:rsidRPr="003662E5" w:rsidRDefault="00E659A0" w:rsidP="003662E5">
            <w:pPr>
              <w:pStyle w:val="Tabelazwyky"/>
            </w:pPr>
            <w:r w:rsidRPr="003662E5">
              <w:t>version</w:t>
            </w:r>
          </w:p>
        </w:tc>
        <w:tc>
          <w:tcPr>
            <w:tcW w:w="2727" w:type="dxa"/>
          </w:tcPr>
          <w:p w14:paraId="2C3FC0BA" w14:textId="77777777" w:rsidR="00E659A0" w:rsidRPr="003662E5" w:rsidRDefault="00E659A0" w:rsidP="003662E5">
            <w:pPr>
              <w:pStyle w:val="Tabelazwyky"/>
            </w:pPr>
            <w:r w:rsidRPr="003662E5">
              <w:t xml:space="preserve">Wersja schematu, z którą zgodny jest komunikat. Atrybut </w:t>
            </w:r>
            <w:r w:rsidR="008D1666" w:rsidRPr="003662E5">
              <w:t>musi</w:t>
            </w:r>
            <w:r w:rsidR="003C3A38" w:rsidRPr="003662E5">
              <w:t xml:space="preserve"> przyjąć wartość "</w:t>
            </w:r>
            <w:r w:rsidR="003035C0" w:rsidRPr="003662E5">
              <w:t>1</w:t>
            </w:r>
            <w:r w:rsidRPr="003662E5">
              <w:t>_0"</w:t>
            </w:r>
          </w:p>
        </w:tc>
        <w:tc>
          <w:tcPr>
            <w:tcW w:w="621" w:type="dxa"/>
          </w:tcPr>
          <w:p w14:paraId="24D16435" w14:textId="77777777" w:rsidR="00E659A0" w:rsidRPr="003662E5" w:rsidRDefault="00E659A0" w:rsidP="003662E5">
            <w:pPr>
              <w:pStyle w:val="Tabelazwyky"/>
            </w:pPr>
            <w:r w:rsidRPr="003662E5">
              <w:t>-</w:t>
            </w:r>
          </w:p>
        </w:tc>
        <w:tc>
          <w:tcPr>
            <w:tcW w:w="2215" w:type="dxa"/>
          </w:tcPr>
          <w:p w14:paraId="0FFE076B" w14:textId="77777777" w:rsidR="00E659A0" w:rsidRPr="003662E5" w:rsidRDefault="00E659A0" w:rsidP="003662E5">
            <w:pPr>
              <w:pStyle w:val="Tabelazwyky"/>
            </w:pPr>
            <w:proofErr w:type="spellStart"/>
            <w:r w:rsidRPr="003662E5">
              <w:t>ZVersion</w:t>
            </w:r>
            <w:proofErr w:type="spellEnd"/>
          </w:p>
        </w:tc>
        <w:tc>
          <w:tcPr>
            <w:tcW w:w="1196" w:type="dxa"/>
          </w:tcPr>
          <w:p w14:paraId="1F6F5643" w14:textId="77777777" w:rsidR="00E659A0" w:rsidRPr="003662E5" w:rsidRDefault="008D1666" w:rsidP="003662E5">
            <w:pPr>
              <w:pStyle w:val="Tabelazwyky"/>
            </w:pPr>
            <w:r w:rsidRPr="003662E5">
              <w:t>1</w:t>
            </w:r>
            <w:r w:rsidR="00E659A0" w:rsidRPr="003662E5">
              <w:t>..1</w:t>
            </w:r>
          </w:p>
        </w:tc>
      </w:tr>
    </w:tbl>
    <w:p w14:paraId="45A431E6" w14:textId="51B2600E" w:rsidR="006863F7" w:rsidRPr="003662E5" w:rsidRDefault="006863F7" w:rsidP="003662E5">
      <w:pPr>
        <w:pStyle w:val="Z2PodpisRysunkuTabeli"/>
      </w:pPr>
      <w:bookmarkStart w:id="67" w:name="_Toc87134767"/>
      <w:bookmarkStart w:id="68" w:name="_Toc87135308"/>
      <w:bookmarkStart w:id="69" w:name="_Toc88603037"/>
      <w:bookmarkStart w:id="70" w:name="_Toc88939777"/>
      <w:bookmarkStart w:id="71" w:name="_Toc184813200"/>
      <w:r w:rsidRPr="003662E5">
        <w:t xml:space="preserve">Rysunek </w:t>
      </w:r>
      <w:r w:rsidRPr="003662E5">
        <w:fldChar w:fldCharType="begin"/>
      </w:r>
      <w:r w:rsidRPr="003662E5">
        <w:instrText xml:space="preserve"> SEQ Rysunek \* ARABIC </w:instrText>
      </w:r>
      <w:r w:rsidRPr="003662E5">
        <w:fldChar w:fldCharType="separate"/>
      </w:r>
      <w:r w:rsidR="002E6DF0">
        <w:rPr>
          <w:noProof/>
        </w:rPr>
        <w:t>1</w:t>
      </w:r>
      <w:r w:rsidRPr="003662E5">
        <w:fldChar w:fldCharType="end"/>
      </w:r>
      <w:r w:rsidRPr="003662E5">
        <w:t>. Struktura komunikatu XML wniosku WZZA_WZBO_CANCEL– typy danych</w:t>
      </w:r>
      <w:bookmarkEnd w:id="67"/>
      <w:bookmarkEnd w:id="68"/>
      <w:bookmarkEnd w:id="69"/>
      <w:bookmarkEnd w:id="70"/>
      <w:bookmarkEnd w:id="71"/>
    </w:p>
    <w:p w14:paraId="78A8EDA9" w14:textId="116CA75E" w:rsidR="00B669A4" w:rsidRPr="003662E5" w:rsidRDefault="00B669A4" w:rsidP="003662E5">
      <w:pPr>
        <w:rPr>
          <w:rFonts w:cs="Open Sans"/>
        </w:rPr>
      </w:pPr>
      <w:r w:rsidRPr="003662E5">
        <w:rPr>
          <w:rFonts w:cs="Open Sans"/>
          <w:noProof/>
        </w:rPr>
        <w:drawing>
          <wp:inline distT="0" distB="0" distL="0" distR="0" wp14:anchorId="141130D4" wp14:editId="1BBE1491">
            <wp:extent cx="5755640" cy="3462020"/>
            <wp:effectExtent l="19050" t="19050" r="16510" b="24130"/>
            <wp:docPr id="5" name="Obraz 5" descr="Rysunek przedstawia strukturę komunikatu XML wniosku WZZA_WZBO_CANCEL–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 strukturę komunikatu XML wniosku WZZA_WZBO_CANCEL– typy dany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640" cy="3462020"/>
                    </a:xfrm>
                    <a:prstGeom prst="rect">
                      <a:avLst/>
                    </a:prstGeom>
                    <a:noFill/>
                    <a:ln>
                      <a:solidFill>
                        <a:schemeClr val="tx1"/>
                      </a:solidFill>
                    </a:ln>
                  </pic:spPr>
                </pic:pic>
              </a:graphicData>
            </a:graphic>
          </wp:inline>
        </w:drawing>
      </w:r>
    </w:p>
    <w:p w14:paraId="187495A1" w14:textId="70A422B5" w:rsidR="00834F3C" w:rsidRPr="003662E5" w:rsidRDefault="00834F3C" w:rsidP="003662E5">
      <w:pPr>
        <w:pStyle w:val="Z2PodpisRysunkuTabeli"/>
      </w:pPr>
      <w:bookmarkStart w:id="72" w:name="_Toc87134559"/>
      <w:bookmarkStart w:id="73" w:name="_Toc88603033"/>
      <w:bookmarkStart w:id="74" w:name="_Hlk87176355"/>
      <w:bookmarkStart w:id="75" w:name="_Toc88940824"/>
      <w:bookmarkStart w:id="76" w:name="_Hlk89074755"/>
      <w:bookmarkStart w:id="77" w:name="_Toc184813197"/>
      <w:r w:rsidRPr="003662E5">
        <w:t xml:space="preserve">Tabela </w:t>
      </w:r>
      <w:r w:rsidRPr="003662E5">
        <w:fldChar w:fldCharType="begin"/>
      </w:r>
      <w:r w:rsidRPr="003662E5">
        <w:instrText xml:space="preserve"> SEQ Tabela \* ARABIC </w:instrText>
      </w:r>
      <w:r w:rsidRPr="003662E5">
        <w:fldChar w:fldCharType="separate"/>
      </w:r>
      <w:r w:rsidR="002E6DF0">
        <w:rPr>
          <w:noProof/>
        </w:rPr>
        <w:t>10</w:t>
      </w:r>
      <w:r w:rsidRPr="003662E5">
        <w:fldChar w:fldCharType="end"/>
      </w:r>
      <w:r w:rsidRPr="003662E5">
        <w:t>. Struktura &lt;</w:t>
      </w:r>
      <w:proofErr w:type="spellStart"/>
      <w:r w:rsidRPr="003662E5">
        <w:t>HeaderType</w:t>
      </w:r>
      <w:proofErr w:type="spellEnd"/>
      <w:r w:rsidRPr="003662E5">
        <w:t xml:space="preserve">&gt;, nagłówka wniosku </w:t>
      </w:r>
      <w:r w:rsidR="00E33A75" w:rsidRPr="003662E5">
        <w:t>WZZA_WZBO_CANCEL</w:t>
      </w:r>
      <w:bookmarkEnd w:id="72"/>
      <w:bookmarkEnd w:id="73"/>
      <w:bookmarkEnd w:id="74"/>
      <w:bookmarkEnd w:id="75"/>
      <w:bookmarkEnd w:id="77"/>
    </w:p>
    <w:tbl>
      <w:tblPr>
        <w:tblStyle w:val="Tabela-Siatka"/>
        <w:tblW w:w="9322" w:type="dxa"/>
        <w:tblLayout w:type="fixed"/>
        <w:tblLook w:val="01E0" w:firstRow="1" w:lastRow="1" w:firstColumn="1" w:lastColumn="1" w:noHBand="0" w:noVBand="0"/>
      </w:tblPr>
      <w:tblGrid>
        <w:gridCol w:w="2376"/>
        <w:gridCol w:w="2835"/>
        <w:gridCol w:w="671"/>
        <w:gridCol w:w="2164"/>
        <w:gridCol w:w="1276"/>
      </w:tblGrid>
      <w:tr w:rsidR="008A378C" w:rsidRPr="003662E5" w14:paraId="7098785B" w14:textId="77777777" w:rsidTr="006863F7">
        <w:trPr>
          <w:trHeight w:val="213"/>
          <w:tblHeader/>
        </w:trPr>
        <w:tc>
          <w:tcPr>
            <w:tcW w:w="2376" w:type="dxa"/>
            <w:shd w:val="clear" w:color="auto" w:fill="D9D9D9" w:themeFill="background1" w:themeFillShade="D9"/>
          </w:tcPr>
          <w:bookmarkEnd w:id="76"/>
          <w:p w14:paraId="6851BE2F" w14:textId="77777777" w:rsidR="008A378C" w:rsidRPr="003662E5" w:rsidRDefault="008A378C" w:rsidP="003662E5">
            <w:pPr>
              <w:pStyle w:val="Legenda"/>
            </w:pPr>
            <w:r w:rsidRPr="003662E5">
              <w:t xml:space="preserve">Nazwa </w:t>
            </w:r>
          </w:p>
        </w:tc>
        <w:tc>
          <w:tcPr>
            <w:tcW w:w="2835" w:type="dxa"/>
            <w:shd w:val="clear" w:color="auto" w:fill="D9D9D9" w:themeFill="background1" w:themeFillShade="D9"/>
          </w:tcPr>
          <w:p w14:paraId="22F9FD93" w14:textId="77777777" w:rsidR="008A378C" w:rsidRPr="003662E5" w:rsidRDefault="008A378C" w:rsidP="003662E5">
            <w:pPr>
              <w:pStyle w:val="Legenda"/>
            </w:pPr>
            <w:r w:rsidRPr="003662E5">
              <w:t>Opis</w:t>
            </w:r>
          </w:p>
        </w:tc>
        <w:tc>
          <w:tcPr>
            <w:tcW w:w="671" w:type="dxa"/>
            <w:shd w:val="clear" w:color="auto" w:fill="D9D9D9" w:themeFill="background1" w:themeFillShade="D9"/>
          </w:tcPr>
          <w:p w14:paraId="6B81A47A" w14:textId="77777777" w:rsidR="008A378C" w:rsidRPr="003662E5" w:rsidRDefault="008A378C" w:rsidP="003662E5">
            <w:pPr>
              <w:pStyle w:val="Legenda"/>
            </w:pPr>
            <w:r w:rsidRPr="003662E5">
              <w:t>Nr pola</w:t>
            </w:r>
          </w:p>
        </w:tc>
        <w:tc>
          <w:tcPr>
            <w:tcW w:w="2164" w:type="dxa"/>
            <w:shd w:val="clear" w:color="auto" w:fill="D9D9D9" w:themeFill="background1" w:themeFillShade="D9"/>
          </w:tcPr>
          <w:p w14:paraId="678FBF60" w14:textId="77777777" w:rsidR="008A378C" w:rsidRPr="003662E5" w:rsidRDefault="008A378C" w:rsidP="003662E5">
            <w:pPr>
              <w:pStyle w:val="Legenda"/>
            </w:pPr>
            <w:r w:rsidRPr="003662E5">
              <w:t>Typ</w:t>
            </w:r>
          </w:p>
        </w:tc>
        <w:tc>
          <w:tcPr>
            <w:tcW w:w="1276" w:type="dxa"/>
            <w:shd w:val="clear" w:color="auto" w:fill="D9D9D9" w:themeFill="background1" w:themeFillShade="D9"/>
          </w:tcPr>
          <w:p w14:paraId="10ADA4D0" w14:textId="77777777" w:rsidR="008A378C" w:rsidRPr="003662E5" w:rsidRDefault="008A378C" w:rsidP="003662E5">
            <w:pPr>
              <w:pStyle w:val="Legenda"/>
            </w:pPr>
            <w:r w:rsidRPr="003662E5">
              <w:t>Liczebność</w:t>
            </w:r>
          </w:p>
        </w:tc>
      </w:tr>
      <w:tr w:rsidR="003A0C72" w:rsidRPr="003662E5" w14:paraId="37BBB3C8" w14:textId="77777777" w:rsidTr="006E329F">
        <w:trPr>
          <w:trHeight w:val="213"/>
        </w:trPr>
        <w:tc>
          <w:tcPr>
            <w:tcW w:w="2376" w:type="dxa"/>
          </w:tcPr>
          <w:p w14:paraId="2CDADD72" w14:textId="3E8CD4D0" w:rsidR="003A0C72" w:rsidRPr="003662E5" w:rsidRDefault="00B669A4" w:rsidP="003662E5">
            <w:pPr>
              <w:pStyle w:val="Tabelazwyky"/>
            </w:pPr>
            <w:proofErr w:type="spellStart"/>
            <w:r w:rsidRPr="003662E5">
              <w:t>InfoCancel</w:t>
            </w:r>
            <w:proofErr w:type="spellEnd"/>
          </w:p>
        </w:tc>
        <w:tc>
          <w:tcPr>
            <w:tcW w:w="2835" w:type="dxa"/>
          </w:tcPr>
          <w:p w14:paraId="636E3362" w14:textId="601C12C2" w:rsidR="003A0C72" w:rsidRPr="003662E5" w:rsidRDefault="00B669A4" w:rsidP="003662E5">
            <w:pPr>
              <w:pStyle w:val="Tabelazwyky"/>
            </w:pPr>
            <w:r w:rsidRPr="003662E5">
              <w:t>Dane dokumentu do wycofania</w:t>
            </w:r>
          </w:p>
        </w:tc>
        <w:tc>
          <w:tcPr>
            <w:tcW w:w="671" w:type="dxa"/>
          </w:tcPr>
          <w:p w14:paraId="15B60FB2" w14:textId="77777777" w:rsidR="003A0C72" w:rsidRPr="003662E5" w:rsidRDefault="003A0C72" w:rsidP="003662E5">
            <w:pPr>
              <w:pStyle w:val="Tabelazwyky"/>
            </w:pPr>
            <w:r w:rsidRPr="003662E5">
              <w:t>-</w:t>
            </w:r>
          </w:p>
        </w:tc>
        <w:tc>
          <w:tcPr>
            <w:tcW w:w="2164" w:type="dxa"/>
          </w:tcPr>
          <w:p w14:paraId="0484D205" w14:textId="054F0A87" w:rsidR="003A0C72" w:rsidRPr="003662E5" w:rsidRDefault="003A0C72" w:rsidP="003662E5">
            <w:pPr>
              <w:pStyle w:val="Tabelazwyky"/>
            </w:pPr>
            <w:proofErr w:type="spellStart"/>
            <w:r w:rsidRPr="003662E5">
              <w:t>LegalBasisType</w:t>
            </w:r>
            <w:proofErr w:type="spellEnd"/>
          </w:p>
        </w:tc>
        <w:tc>
          <w:tcPr>
            <w:tcW w:w="1276" w:type="dxa"/>
          </w:tcPr>
          <w:p w14:paraId="7679BFB0" w14:textId="77777777" w:rsidR="003A0C72" w:rsidRPr="003662E5" w:rsidRDefault="003A0C72" w:rsidP="003662E5">
            <w:pPr>
              <w:pStyle w:val="Tabelazwyky"/>
            </w:pPr>
            <w:r w:rsidRPr="003662E5">
              <w:t>1..1</w:t>
            </w:r>
          </w:p>
        </w:tc>
      </w:tr>
      <w:tr w:rsidR="00B57206" w:rsidRPr="003662E5" w14:paraId="23543087" w14:textId="77777777" w:rsidTr="006E329F">
        <w:trPr>
          <w:trHeight w:val="213"/>
        </w:trPr>
        <w:tc>
          <w:tcPr>
            <w:tcW w:w="2376" w:type="dxa"/>
          </w:tcPr>
          <w:p w14:paraId="39ACFEB1" w14:textId="77777777" w:rsidR="00B57206" w:rsidRPr="003662E5" w:rsidRDefault="00B57206" w:rsidP="003662E5">
            <w:pPr>
              <w:pStyle w:val="Tabelazwyky"/>
            </w:pPr>
            <w:r w:rsidRPr="003662E5">
              <w:t>Statement</w:t>
            </w:r>
          </w:p>
        </w:tc>
        <w:tc>
          <w:tcPr>
            <w:tcW w:w="2835" w:type="dxa"/>
          </w:tcPr>
          <w:p w14:paraId="3CB39A74" w14:textId="77777777" w:rsidR="00B57206" w:rsidRPr="003662E5" w:rsidRDefault="00B57206" w:rsidP="003662E5">
            <w:pPr>
              <w:pStyle w:val="Tabelazwyky"/>
            </w:pPr>
            <w:r w:rsidRPr="003662E5">
              <w:t>Oświadczenie podatnika lub osoby reprezentującej podatnika</w:t>
            </w:r>
          </w:p>
        </w:tc>
        <w:tc>
          <w:tcPr>
            <w:tcW w:w="671" w:type="dxa"/>
          </w:tcPr>
          <w:p w14:paraId="513918ED" w14:textId="77777777" w:rsidR="00B57206" w:rsidRPr="003662E5" w:rsidRDefault="00B57206" w:rsidP="003662E5">
            <w:pPr>
              <w:pStyle w:val="Tabelazwyky"/>
            </w:pPr>
            <w:r w:rsidRPr="003662E5">
              <w:t>-</w:t>
            </w:r>
          </w:p>
        </w:tc>
        <w:tc>
          <w:tcPr>
            <w:tcW w:w="2164" w:type="dxa"/>
          </w:tcPr>
          <w:p w14:paraId="167E0C33" w14:textId="77777777" w:rsidR="00B57206" w:rsidRPr="003662E5" w:rsidRDefault="00B57206" w:rsidP="003662E5">
            <w:pPr>
              <w:pStyle w:val="Tabelazwyky"/>
            </w:pPr>
            <w:proofErr w:type="spellStart"/>
            <w:r w:rsidRPr="003662E5">
              <w:t>ZIDExtStatement</w:t>
            </w:r>
            <w:proofErr w:type="spellEnd"/>
          </w:p>
        </w:tc>
        <w:tc>
          <w:tcPr>
            <w:tcW w:w="1276" w:type="dxa"/>
          </w:tcPr>
          <w:p w14:paraId="7CA6BAAB" w14:textId="13718748" w:rsidR="00B57206" w:rsidRPr="003662E5" w:rsidRDefault="00B669A4" w:rsidP="003662E5">
            <w:pPr>
              <w:pStyle w:val="Tabelazwyky"/>
            </w:pPr>
            <w:r w:rsidRPr="003662E5">
              <w:t>1</w:t>
            </w:r>
            <w:r w:rsidR="00B57206" w:rsidRPr="003662E5">
              <w:t>..1</w:t>
            </w:r>
          </w:p>
        </w:tc>
      </w:tr>
      <w:tr w:rsidR="00B57206" w:rsidRPr="003662E5" w14:paraId="2EC103D3" w14:textId="77777777" w:rsidTr="006E329F">
        <w:trPr>
          <w:trHeight w:val="213"/>
        </w:trPr>
        <w:tc>
          <w:tcPr>
            <w:tcW w:w="2376" w:type="dxa"/>
          </w:tcPr>
          <w:p w14:paraId="6FD66F00" w14:textId="77777777" w:rsidR="00B57206" w:rsidRPr="003662E5" w:rsidRDefault="00B57206" w:rsidP="003662E5">
            <w:pPr>
              <w:pStyle w:val="Tabelazwyky"/>
            </w:pPr>
            <w:proofErr w:type="spellStart"/>
            <w:r w:rsidRPr="003662E5">
              <w:lastRenderedPageBreak/>
              <w:t>identifier</w:t>
            </w:r>
            <w:proofErr w:type="spellEnd"/>
          </w:p>
        </w:tc>
        <w:tc>
          <w:tcPr>
            <w:tcW w:w="2835" w:type="dxa"/>
          </w:tcPr>
          <w:p w14:paraId="106D498A" w14:textId="77777777" w:rsidR="00B57206" w:rsidRPr="003662E5" w:rsidRDefault="00B57206" w:rsidP="003662E5">
            <w:pPr>
              <w:pStyle w:val="Tabelazwyky"/>
            </w:pPr>
            <w:r w:rsidRPr="003662E5">
              <w:t>Identyfikator podatkowy NIP/ numer PESEL podatnika.</w:t>
            </w:r>
          </w:p>
        </w:tc>
        <w:tc>
          <w:tcPr>
            <w:tcW w:w="671" w:type="dxa"/>
          </w:tcPr>
          <w:p w14:paraId="4BAAF465" w14:textId="77777777" w:rsidR="00B57206" w:rsidRPr="003662E5" w:rsidRDefault="00B57206" w:rsidP="003662E5">
            <w:pPr>
              <w:pStyle w:val="Tabelazwyky"/>
            </w:pPr>
            <w:r w:rsidRPr="003662E5">
              <w:t>-</w:t>
            </w:r>
          </w:p>
        </w:tc>
        <w:tc>
          <w:tcPr>
            <w:tcW w:w="2164" w:type="dxa"/>
          </w:tcPr>
          <w:p w14:paraId="786EA88B" w14:textId="77777777" w:rsidR="00B57206" w:rsidRPr="003662E5" w:rsidRDefault="00B57206" w:rsidP="003662E5">
            <w:pPr>
              <w:pStyle w:val="Tabelazwyky"/>
            </w:pPr>
            <w:proofErr w:type="spellStart"/>
            <w:r w:rsidRPr="003662E5">
              <w:t>ZIdentification</w:t>
            </w:r>
            <w:proofErr w:type="spellEnd"/>
          </w:p>
          <w:p w14:paraId="4844E53D" w14:textId="079C3491" w:rsidR="00FF7E00" w:rsidRPr="003662E5" w:rsidRDefault="00FF7E00" w:rsidP="003662E5">
            <w:pPr>
              <w:pStyle w:val="Tabelazwyky"/>
            </w:pPr>
          </w:p>
        </w:tc>
        <w:tc>
          <w:tcPr>
            <w:tcW w:w="1276" w:type="dxa"/>
          </w:tcPr>
          <w:p w14:paraId="161B4209" w14:textId="77777777" w:rsidR="00B57206" w:rsidRPr="003662E5" w:rsidRDefault="00B57206" w:rsidP="003662E5">
            <w:pPr>
              <w:pStyle w:val="Tabelazwyky"/>
            </w:pPr>
            <w:r w:rsidRPr="003662E5">
              <w:t>1..1</w:t>
            </w:r>
          </w:p>
        </w:tc>
      </w:tr>
      <w:tr w:rsidR="00B57206" w:rsidRPr="003662E5" w14:paraId="7666E82B" w14:textId="77777777" w:rsidTr="006E329F">
        <w:trPr>
          <w:trHeight w:val="213"/>
        </w:trPr>
        <w:tc>
          <w:tcPr>
            <w:tcW w:w="2376" w:type="dxa"/>
          </w:tcPr>
          <w:p w14:paraId="3DBC841A" w14:textId="77777777" w:rsidR="00B57206" w:rsidRPr="003662E5" w:rsidRDefault="00B57206" w:rsidP="003662E5">
            <w:pPr>
              <w:pStyle w:val="Tabelazwyky"/>
            </w:pPr>
            <w:proofErr w:type="spellStart"/>
            <w:r w:rsidRPr="003662E5">
              <w:t>taxOffice</w:t>
            </w:r>
            <w:proofErr w:type="spellEnd"/>
          </w:p>
        </w:tc>
        <w:tc>
          <w:tcPr>
            <w:tcW w:w="2835" w:type="dxa"/>
          </w:tcPr>
          <w:p w14:paraId="0424BA1B" w14:textId="77777777" w:rsidR="00B57206" w:rsidRPr="003662E5" w:rsidRDefault="00B57206" w:rsidP="003662E5">
            <w:pPr>
              <w:pStyle w:val="Tabelazwyky"/>
            </w:pPr>
            <w:r w:rsidRPr="003662E5">
              <w:t>Naczelnik urzędu skarbowego.</w:t>
            </w:r>
          </w:p>
          <w:p w14:paraId="10045D6D" w14:textId="77777777" w:rsidR="00B57206" w:rsidRPr="003662E5" w:rsidRDefault="00B57206" w:rsidP="003662E5">
            <w:pPr>
              <w:pStyle w:val="Tabelazwyky"/>
            </w:pPr>
            <w:r w:rsidRPr="003662E5">
              <w:t>Zgodny ze słownikiem 3090, dostępnym pod adresem:</w:t>
            </w:r>
          </w:p>
          <w:p w14:paraId="1280DA3E" w14:textId="77777777" w:rsidR="00B57206" w:rsidRPr="003662E5" w:rsidRDefault="00B57206" w:rsidP="003662E5">
            <w:pPr>
              <w:pStyle w:val="Tabelazwyky"/>
            </w:pPr>
            <w:r w:rsidRPr="003662E5">
              <w:t>https://puesc.gov.pl/seap_pdr_extimpl/slowniki/3090</w:t>
            </w:r>
          </w:p>
        </w:tc>
        <w:tc>
          <w:tcPr>
            <w:tcW w:w="671" w:type="dxa"/>
          </w:tcPr>
          <w:p w14:paraId="7441467A" w14:textId="77777777" w:rsidR="00B57206" w:rsidRPr="003662E5" w:rsidRDefault="00B57206" w:rsidP="003662E5">
            <w:pPr>
              <w:pStyle w:val="Tabelazwyky"/>
            </w:pPr>
            <w:r w:rsidRPr="003662E5">
              <w:t>-</w:t>
            </w:r>
          </w:p>
        </w:tc>
        <w:tc>
          <w:tcPr>
            <w:tcW w:w="2164" w:type="dxa"/>
          </w:tcPr>
          <w:p w14:paraId="07399AE1" w14:textId="77777777" w:rsidR="00B57206" w:rsidRPr="003662E5" w:rsidRDefault="00B57206" w:rsidP="003662E5">
            <w:pPr>
              <w:pStyle w:val="Tabelazwyky"/>
            </w:pPr>
            <w:proofErr w:type="spellStart"/>
            <w:r w:rsidRPr="003662E5">
              <w:t>ZTaxOffice</w:t>
            </w:r>
            <w:proofErr w:type="spellEnd"/>
          </w:p>
        </w:tc>
        <w:tc>
          <w:tcPr>
            <w:tcW w:w="1276" w:type="dxa"/>
          </w:tcPr>
          <w:p w14:paraId="47F75439" w14:textId="4C6E95C4" w:rsidR="00B57206" w:rsidRPr="003662E5" w:rsidRDefault="00440A0C" w:rsidP="003662E5">
            <w:pPr>
              <w:pStyle w:val="Tabelazwyky"/>
            </w:pPr>
            <w:r w:rsidRPr="003662E5">
              <w:t>1</w:t>
            </w:r>
            <w:r w:rsidR="00B57206" w:rsidRPr="003662E5">
              <w:t>..1</w:t>
            </w:r>
          </w:p>
        </w:tc>
      </w:tr>
      <w:tr w:rsidR="006B5518" w:rsidRPr="003662E5" w14:paraId="416E586E" w14:textId="77777777" w:rsidTr="006E329F">
        <w:trPr>
          <w:trHeight w:val="213"/>
        </w:trPr>
        <w:tc>
          <w:tcPr>
            <w:tcW w:w="2376" w:type="dxa"/>
          </w:tcPr>
          <w:p w14:paraId="3B306D16" w14:textId="10CA0DD4" w:rsidR="006B5518" w:rsidRPr="003662E5" w:rsidRDefault="006B5518" w:rsidP="003662E5">
            <w:pPr>
              <w:pStyle w:val="Tabelazwyky"/>
            </w:pPr>
            <w:proofErr w:type="spellStart"/>
            <w:r w:rsidRPr="003662E5">
              <w:t>taxOfficeName</w:t>
            </w:r>
            <w:proofErr w:type="spellEnd"/>
          </w:p>
        </w:tc>
        <w:tc>
          <w:tcPr>
            <w:tcW w:w="2835" w:type="dxa"/>
          </w:tcPr>
          <w:p w14:paraId="3281255B" w14:textId="77777777" w:rsidR="006B5518" w:rsidRPr="003662E5" w:rsidRDefault="006B5518" w:rsidP="003662E5">
            <w:pPr>
              <w:pStyle w:val="Tabelazwyky"/>
            </w:pPr>
            <w:r w:rsidRPr="003662E5">
              <w:t>Naczelnik urzędu skarbowego, do którego adresowana jest deklaracja (nazwa własna).</w:t>
            </w:r>
          </w:p>
          <w:p w14:paraId="1F82D566" w14:textId="77777777" w:rsidR="006B5518" w:rsidRPr="003662E5" w:rsidRDefault="006B5518" w:rsidP="003662E5">
            <w:pPr>
              <w:pStyle w:val="Tabelazwyky"/>
            </w:pPr>
            <w:r w:rsidRPr="003662E5">
              <w:t>Zgodny ze słownikiem 3090, dostępnym pod adresem:</w:t>
            </w:r>
          </w:p>
          <w:p w14:paraId="4BD5CBCB" w14:textId="79416C83" w:rsidR="006B5518" w:rsidRPr="003662E5" w:rsidRDefault="006B5518" w:rsidP="003662E5">
            <w:pPr>
              <w:pStyle w:val="Tabelazwyky"/>
            </w:pPr>
            <w:r w:rsidRPr="003662E5">
              <w:t>https://puesc.gov.pl/seap_pdr_extimpl/slowniki/3090</w:t>
            </w:r>
          </w:p>
        </w:tc>
        <w:tc>
          <w:tcPr>
            <w:tcW w:w="671" w:type="dxa"/>
          </w:tcPr>
          <w:p w14:paraId="63F80CAD" w14:textId="5DECE236" w:rsidR="006B5518" w:rsidRPr="003662E5" w:rsidRDefault="006B5518" w:rsidP="003662E5">
            <w:pPr>
              <w:pStyle w:val="Tabelazwyky"/>
            </w:pPr>
            <w:r w:rsidRPr="003662E5">
              <w:t>-</w:t>
            </w:r>
          </w:p>
        </w:tc>
        <w:tc>
          <w:tcPr>
            <w:tcW w:w="2164" w:type="dxa"/>
          </w:tcPr>
          <w:p w14:paraId="3E0B3233" w14:textId="63AF1EF0" w:rsidR="006B5518" w:rsidRPr="003662E5" w:rsidRDefault="006B5518" w:rsidP="003662E5">
            <w:pPr>
              <w:pStyle w:val="Tabelazwyky"/>
            </w:pPr>
            <w:r w:rsidRPr="003662E5">
              <w:t>string(512)</w:t>
            </w:r>
          </w:p>
        </w:tc>
        <w:tc>
          <w:tcPr>
            <w:tcW w:w="1276" w:type="dxa"/>
          </w:tcPr>
          <w:p w14:paraId="4E9190D7" w14:textId="5042B78D" w:rsidR="006B5518" w:rsidRPr="003662E5" w:rsidRDefault="006B5518" w:rsidP="003662E5">
            <w:pPr>
              <w:pStyle w:val="Tabelazwyky"/>
            </w:pPr>
            <w:r w:rsidRPr="003662E5">
              <w:t>1..1</w:t>
            </w:r>
          </w:p>
        </w:tc>
      </w:tr>
      <w:tr w:rsidR="00B57206" w:rsidRPr="003662E5" w14:paraId="58C694AA" w14:textId="77777777" w:rsidTr="006E329F">
        <w:trPr>
          <w:trHeight w:val="213"/>
        </w:trPr>
        <w:tc>
          <w:tcPr>
            <w:tcW w:w="2376" w:type="dxa"/>
          </w:tcPr>
          <w:p w14:paraId="64E5B52D" w14:textId="77777777" w:rsidR="00B57206" w:rsidRPr="003662E5" w:rsidRDefault="00B57206" w:rsidP="003662E5">
            <w:pPr>
              <w:pStyle w:val="Tabelazwyky"/>
            </w:pPr>
            <w:proofErr w:type="spellStart"/>
            <w:r w:rsidRPr="003662E5">
              <w:t>selfRef</w:t>
            </w:r>
            <w:proofErr w:type="spellEnd"/>
          </w:p>
        </w:tc>
        <w:tc>
          <w:tcPr>
            <w:tcW w:w="2835" w:type="dxa"/>
          </w:tcPr>
          <w:p w14:paraId="5B646D6A" w14:textId="77777777" w:rsidR="00B57206" w:rsidRPr="003662E5" w:rsidRDefault="00B57206" w:rsidP="003662E5">
            <w:pPr>
              <w:pStyle w:val="Tabelazwyky"/>
            </w:pPr>
            <w:r w:rsidRPr="003662E5">
              <w:t>Numer własny komunikatu</w:t>
            </w:r>
          </w:p>
        </w:tc>
        <w:tc>
          <w:tcPr>
            <w:tcW w:w="671" w:type="dxa"/>
          </w:tcPr>
          <w:p w14:paraId="36C67531" w14:textId="77777777" w:rsidR="00B57206" w:rsidRPr="003662E5" w:rsidRDefault="00B57206" w:rsidP="003662E5">
            <w:pPr>
              <w:pStyle w:val="Tabelazwyky"/>
            </w:pPr>
            <w:r w:rsidRPr="003662E5">
              <w:t>-</w:t>
            </w:r>
          </w:p>
        </w:tc>
        <w:tc>
          <w:tcPr>
            <w:tcW w:w="2164" w:type="dxa"/>
          </w:tcPr>
          <w:p w14:paraId="768AB20A" w14:textId="77777777" w:rsidR="00B57206" w:rsidRPr="003662E5" w:rsidRDefault="00B57206" w:rsidP="003662E5">
            <w:pPr>
              <w:pStyle w:val="Tabelazwyky"/>
            </w:pPr>
            <w:proofErr w:type="spellStart"/>
            <w:r w:rsidRPr="003662E5">
              <w:t>ZSelfRef</w:t>
            </w:r>
            <w:proofErr w:type="spellEnd"/>
          </w:p>
        </w:tc>
        <w:tc>
          <w:tcPr>
            <w:tcW w:w="1276" w:type="dxa"/>
          </w:tcPr>
          <w:p w14:paraId="41DD1049" w14:textId="77777777" w:rsidR="00B57206" w:rsidRPr="003662E5" w:rsidRDefault="00B57206" w:rsidP="003662E5">
            <w:pPr>
              <w:pStyle w:val="Tabelazwyky"/>
            </w:pPr>
            <w:r w:rsidRPr="003662E5">
              <w:t>1..1</w:t>
            </w:r>
          </w:p>
        </w:tc>
      </w:tr>
    </w:tbl>
    <w:p w14:paraId="24A74431" w14:textId="088ED54A" w:rsidR="006863F7" w:rsidRPr="003662E5" w:rsidRDefault="006863F7" w:rsidP="003662E5">
      <w:pPr>
        <w:pStyle w:val="Z2PodpisRysunkuTabeli"/>
      </w:pPr>
      <w:bookmarkStart w:id="78" w:name="_Toc184813201"/>
      <w:r w:rsidRPr="003662E5">
        <w:t xml:space="preserve">Rysunek </w:t>
      </w:r>
      <w:r w:rsidRPr="003662E5">
        <w:fldChar w:fldCharType="begin"/>
      </w:r>
      <w:r w:rsidRPr="003662E5">
        <w:instrText xml:space="preserve"> SEQ Rysunek \* ARABIC </w:instrText>
      </w:r>
      <w:r w:rsidRPr="003662E5">
        <w:fldChar w:fldCharType="separate"/>
      </w:r>
      <w:r w:rsidR="002E6DF0">
        <w:rPr>
          <w:noProof/>
        </w:rPr>
        <w:t>2</w:t>
      </w:r>
      <w:r w:rsidRPr="003662E5">
        <w:fldChar w:fldCharType="end"/>
      </w:r>
      <w:r w:rsidRPr="003662E5">
        <w:t>. Struktura &lt;</w:t>
      </w:r>
      <w:proofErr w:type="spellStart"/>
      <w:r w:rsidRPr="003662E5">
        <w:t>HeaderType</w:t>
      </w:r>
      <w:proofErr w:type="spellEnd"/>
      <w:r w:rsidRPr="003662E5">
        <w:t>&gt;, nagłówka wniosku WZZA_WZBO_CANCEL</w:t>
      </w:r>
      <w:bookmarkEnd w:id="78"/>
    </w:p>
    <w:p w14:paraId="5FDB506C" w14:textId="51851A8A" w:rsidR="00F17C71" w:rsidRPr="003662E5" w:rsidRDefault="00F17C71" w:rsidP="003662E5">
      <w:pPr>
        <w:rPr>
          <w:rFonts w:cs="Open Sans"/>
        </w:rPr>
      </w:pPr>
      <w:r w:rsidRPr="003662E5">
        <w:rPr>
          <w:rFonts w:cs="Open Sans"/>
          <w:noProof/>
        </w:rPr>
        <w:drawing>
          <wp:inline distT="0" distB="0" distL="0" distR="0" wp14:anchorId="5D83F46D" wp14:editId="1FCCE718">
            <wp:extent cx="5452745" cy="2686685"/>
            <wp:effectExtent l="19050" t="19050" r="14605" b="18415"/>
            <wp:docPr id="6" name="Obraz 6" descr="Rysunek przedstawia strukturę  &lt;HeaderType&gt;, nagłówka wniosku WZZA_WZBO_CAN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przedstawia strukturę  &lt;HeaderType&gt;, nagłówka wniosku WZZA_WZBO_CANC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2745" cy="2686685"/>
                    </a:xfrm>
                    <a:prstGeom prst="rect">
                      <a:avLst/>
                    </a:prstGeom>
                    <a:noFill/>
                    <a:ln>
                      <a:solidFill>
                        <a:schemeClr val="tx1"/>
                      </a:solidFill>
                    </a:ln>
                  </pic:spPr>
                </pic:pic>
              </a:graphicData>
            </a:graphic>
          </wp:inline>
        </w:drawing>
      </w:r>
    </w:p>
    <w:p w14:paraId="2558618C" w14:textId="731259A6" w:rsidR="003A0C72" w:rsidRPr="003662E5" w:rsidRDefault="003A0C72" w:rsidP="003662E5">
      <w:pPr>
        <w:pStyle w:val="Z2PodpisRysunkuTabeli"/>
      </w:pPr>
      <w:bookmarkStart w:id="79" w:name="_Toc184813198"/>
      <w:r w:rsidRPr="003662E5">
        <w:t xml:space="preserve">Tabela </w:t>
      </w:r>
      <w:r w:rsidRPr="003662E5">
        <w:fldChar w:fldCharType="begin"/>
      </w:r>
      <w:r w:rsidRPr="003662E5">
        <w:instrText xml:space="preserve"> SEQ Tabela \* ARABIC </w:instrText>
      </w:r>
      <w:r w:rsidRPr="003662E5">
        <w:fldChar w:fldCharType="separate"/>
      </w:r>
      <w:r w:rsidR="002E6DF0">
        <w:rPr>
          <w:noProof/>
        </w:rPr>
        <w:t>11</w:t>
      </w:r>
      <w:r w:rsidRPr="003662E5">
        <w:fldChar w:fldCharType="end"/>
      </w:r>
      <w:r w:rsidRPr="003662E5">
        <w:t>. Struktura &lt;</w:t>
      </w:r>
      <w:r w:rsidR="00B27E30" w:rsidRPr="003662E5">
        <w:t xml:space="preserve"> </w:t>
      </w:r>
      <w:proofErr w:type="spellStart"/>
      <w:r w:rsidR="00F17C71" w:rsidRPr="003662E5">
        <w:t>InfoCancel</w:t>
      </w:r>
      <w:r w:rsidR="00B27E30" w:rsidRPr="003662E5">
        <w:t>Type</w:t>
      </w:r>
      <w:proofErr w:type="spellEnd"/>
      <w:r w:rsidR="00B27E30" w:rsidRPr="003662E5">
        <w:rPr>
          <w:b/>
        </w:rPr>
        <w:t xml:space="preserve"> </w:t>
      </w:r>
      <w:r w:rsidRPr="003662E5">
        <w:t xml:space="preserve">&gt;, </w:t>
      </w:r>
      <w:r w:rsidR="00F17C71" w:rsidRPr="003662E5">
        <w:t>Dane dokumentu do wycofania</w:t>
      </w:r>
      <w:bookmarkEnd w:id="79"/>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5C3779" w:rsidRPr="003662E5" w14:paraId="11FF821B" w14:textId="77777777" w:rsidTr="003662E5">
        <w:trPr>
          <w:trHeight w:val="213"/>
          <w:tblHeader/>
        </w:trPr>
        <w:tc>
          <w:tcPr>
            <w:tcW w:w="1908" w:type="dxa"/>
            <w:shd w:val="clear" w:color="auto" w:fill="D9D9D9" w:themeFill="background1" w:themeFillShade="D9"/>
          </w:tcPr>
          <w:p w14:paraId="2EC08F4A" w14:textId="77777777" w:rsidR="005C3779" w:rsidRPr="003662E5" w:rsidRDefault="005C3779" w:rsidP="003662E5">
            <w:pPr>
              <w:pStyle w:val="Legenda"/>
            </w:pPr>
            <w:r w:rsidRPr="003662E5">
              <w:t xml:space="preserve">Nazwa </w:t>
            </w:r>
          </w:p>
        </w:tc>
        <w:tc>
          <w:tcPr>
            <w:tcW w:w="3240" w:type="dxa"/>
            <w:shd w:val="clear" w:color="auto" w:fill="D9D9D9" w:themeFill="background1" w:themeFillShade="D9"/>
          </w:tcPr>
          <w:p w14:paraId="2C45CF7E" w14:textId="77777777" w:rsidR="005C3779" w:rsidRPr="003662E5" w:rsidRDefault="005C3779" w:rsidP="003662E5">
            <w:pPr>
              <w:pStyle w:val="Legenda"/>
            </w:pPr>
            <w:r w:rsidRPr="003662E5">
              <w:t>Opis</w:t>
            </w:r>
          </w:p>
        </w:tc>
        <w:tc>
          <w:tcPr>
            <w:tcW w:w="961" w:type="dxa"/>
            <w:shd w:val="clear" w:color="auto" w:fill="D9D9D9" w:themeFill="background1" w:themeFillShade="D9"/>
          </w:tcPr>
          <w:p w14:paraId="0D35E4CD" w14:textId="77777777" w:rsidR="005C3779" w:rsidRPr="003662E5" w:rsidRDefault="005C3779" w:rsidP="003662E5">
            <w:pPr>
              <w:pStyle w:val="Legenda"/>
            </w:pPr>
            <w:r w:rsidRPr="003662E5">
              <w:t>Nr pola</w:t>
            </w:r>
          </w:p>
        </w:tc>
        <w:tc>
          <w:tcPr>
            <w:tcW w:w="1974" w:type="dxa"/>
            <w:shd w:val="clear" w:color="auto" w:fill="D9D9D9" w:themeFill="background1" w:themeFillShade="D9"/>
          </w:tcPr>
          <w:p w14:paraId="67973FA6" w14:textId="77777777" w:rsidR="005C3779" w:rsidRPr="003662E5" w:rsidRDefault="005C3779" w:rsidP="003662E5">
            <w:pPr>
              <w:pStyle w:val="Legenda"/>
            </w:pPr>
            <w:r w:rsidRPr="003662E5">
              <w:t>Typ</w:t>
            </w:r>
          </w:p>
        </w:tc>
        <w:tc>
          <w:tcPr>
            <w:tcW w:w="1197" w:type="dxa"/>
            <w:shd w:val="clear" w:color="auto" w:fill="D9D9D9" w:themeFill="background1" w:themeFillShade="D9"/>
          </w:tcPr>
          <w:p w14:paraId="30719F78" w14:textId="77777777" w:rsidR="005C3779" w:rsidRPr="003662E5" w:rsidRDefault="005C3779" w:rsidP="003662E5">
            <w:pPr>
              <w:pStyle w:val="Legenda"/>
            </w:pPr>
            <w:r w:rsidRPr="003662E5">
              <w:t>Liczebność</w:t>
            </w:r>
          </w:p>
        </w:tc>
      </w:tr>
      <w:tr w:rsidR="00B57206" w:rsidRPr="003662E5" w14:paraId="5232A46D" w14:textId="77777777" w:rsidTr="003A0C72">
        <w:trPr>
          <w:trHeight w:val="213"/>
        </w:trPr>
        <w:tc>
          <w:tcPr>
            <w:tcW w:w="1908" w:type="dxa"/>
          </w:tcPr>
          <w:p w14:paraId="122F128A" w14:textId="5AA3C78B" w:rsidR="00B57206" w:rsidRPr="003662E5" w:rsidRDefault="00F17C71" w:rsidP="003662E5">
            <w:pPr>
              <w:pStyle w:val="Tabelazwyky"/>
            </w:pPr>
            <w:proofErr w:type="spellStart"/>
            <w:r w:rsidRPr="003662E5">
              <w:t>upoCancel</w:t>
            </w:r>
            <w:proofErr w:type="spellEnd"/>
          </w:p>
        </w:tc>
        <w:tc>
          <w:tcPr>
            <w:tcW w:w="3240" w:type="dxa"/>
          </w:tcPr>
          <w:p w14:paraId="32E6EB9C" w14:textId="77777777" w:rsidR="00B57206" w:rsidRPr="003662E5" w:rsidRDefault="00B57206" w:rsidP="003662E5">
            <w:pPr>
              <w:pStyle w:val="Tabelazwyky"/>
            </w:pPr>
            <w:r w:rsidRPr="003662E5">
              <w:t>Podstawa prawna wskazująca na zwolnienie z podatku akcyzowego samochodu, odnoszącej się do wszystkich wnioskowanych VIN.</w:t>
            </w:r>
          </w:p>
        </w:tc>
        <w:tc>
          <w:tcPr>
            <w:tcW w:w="961" w:type="dxa"/>
          </w:tcPr>
          <w:p w14:paraId="5FE99158" w14:textId="77777777" w:rsidR="00B57206" w:rsidRPr="003662E5" w:rsidRDefault="00B57206" w:rsidP="003662E5">
            <w:pPr>
              <w:pStyle w:val="Tabelazwyky"/>
            </w:pPr>
            <w:r w:rsidRPr="003662E5">
              <w:t>-</w:t>
            </w:r>
          </w:p>
        </w:tc>
        <w:tc>
          <w:tcPr>
            <w:tcW w:w="1974" w:type="dxa"/>
          </w:tcPr>
          <w:p w14:paraId="3E55B5A6" w14:textId="04B04697" w:rsidR="00B57206" w:rsidRPr="003662E5" w:rsidRDefault="00F17C71" w:rsidP="003662E5">
            <w:pPr>
              <w:pStyle w:val="Tabelazwyky"/>
            </w:pPr>
            <w:r w:rsidRPr="003662E5">
              <w:t>S</w:t>
            </w:r>
            <w:r w:rsidR="00B57206" w:rsidRPr="003662E5">
              <w:t>tring</w:t>
            </w:r>
            <w:r w:rsidRPr="003662E5">
              <w:t>(32)</w:t>
            </w:r>
          </w:p>
        </w:tc>
        <w:tc>
          <w:tcPr>
            <w:tcW w:w="1197" w:type="dxa"/>
          </w:tcPr>
          <w:p w14:paraId="79266D0E" w14:textId="77777777" w:rsidR="00B57206" w:rsidRPr="003662E5" w:rsidRDefault="00B57206" w:rsidP="003662E5">
            <w:pPr>
              <w:pStyle w:val="Tabelazwyky"/>
            </w:pPr>
            <w:r w:rsidRPr="003662E5">
              <w:t>1..1</w:t>
            </w:r>
          </w:p>
        </w:tc>
      </w:tr>
      <w:tr w:rsidR="00F17C71" w:rsidRPr="003662E5" w14:paraId="0865698E" w14:textId="77777777" w:rsidTr="003A0C72">
        <w:trPr>
          <w:trHeight w:val="213"/>
        </w:trPr>
        <w:tc>
          <w:tcPr>
            <w:tcW w:w="1908" w:type="dxa"/>
          </w:tcPr>
          <w:p w14:paraId="101C654B" w14:textId="4EBC9842" w:rsidR="00F17C71" w:rsidRPr="003662E5" w:rsidRDefault="00F17C71" w:rsidP="003662E5">
            <w:pPr>
              <w:pStyle w:val="Tabelazwyky"/>
            </w:pPr>
            <w:proofErr w:type="spellStart"/>
            <w:r w:rsidRPr="003662E5">
              <w:lastRenderedPageBreak/>
              <w:t>justification</w:t>
            </w:r>
            <w:proofErr w:type="spellEnd"/>
          </w:p>
        </w:tc>
        <w:tc>
          <w:tcPr>
            <w:tcW w:w="3240" w:type="dxa"/>
          </w:tcPr>
          <w:p w14:paraId="2C66ABB0" w14:textId="6DCF8346" w:rsidR="00F17C71" w:rsidRPr="003662E5" w:rsidRDefault="00F17C71" w:rsidP="003662E5">
            <w:pPr>
              <w:pStyle w:val="Tabelazwyky"/>
            </w:pPr>
            <w:r w:rsidRPr="003662E5">
              <w:t>Pole tekstowe pozwalające na wprowadzenie informacji o uzasadnieniu wycofania wniosku przez podatnika.</w:t>
            </w:r>
          </w:p>
        </w:tc>
        <w:tc>
          <w:tcPr>
            <w:tcW w:w="961" w:type="dxa"/>
          </w:tcPr>
          <w:p w14:paraId="79D556AD" w14:textId="71A326E2" w:rsidR="00F17C71" w:rsidRPr="003662E5" w:rsidRDefault="00F17C71" w:rsidP="003662E5">
            <w:pPr>
              <w:pStyle w:val="Tabelazwyky"/>
            </w:pPr>
            <w:r w:rsidRPr="003662E5">
              <w:t>-</w:t>
            </w:r>
          </w:p>
        </w:tc>
        <w:tc>
          <w:tcPr>
            <w:tcW w:w="1974" w:type="dxa"/>
          </w:tcPr>
          <w:p w14:paraId="086B1F97" w14:textId="7990CCF8" w:rsidR="00F17C71" w:rsidRPr="003662E5" w:rsidRDefault="00F17C71" w:rsidP="003662E5">
            <w:pPr>
              <w:pStyle w:val="Tabelazwyky"/>
            </w:pPr>
            <w:r w:rsidRPr="003662E5">
              <w:t>String(512)</w:t>
            </w:r>
          </w:p>
        </w:tc>
        <w:tc>
          <w:tcPr>
            <w:tcW w:w="1197" w:type="dxa"/>
          </w:tcPr>
          <w:p w14:paraId="10A79756" w14:textId="6E27382E" w:rsidR="00F17C71" w:rsidRPr="003662E5" w:rsidRDefault="00F17C71" w:rsidP="003662E5">
            <w:pPr>
              <w:pStyle w:val="Tabelazwyky"/>
            </w:pPr>
            <w:r w:rsidRPr="003662E5">
              <w:t>1..1</w:t>
            </w:r>
          </w:p>
        </w:tc>
      </w:tr>
    </w:tbl>
    <w:p w14:paraId="7A51E195" w14:textId="2E360D20" w:rsidR="006863F7" w:rsidRPr="003662E5" w:rsidRDefault="006863F7" w:rsidP="003662E5">
      <w:pPr>
        <w:pStyle w:val="Z2PodpisRysunkuTabeli"/>
      </w:pPr>
      <w:bookmarkStart w:id="80" w:name="_Toc184813202"/>
      <w:r w:rsidRPr="003662E5">
        <w:t xml:space="preserve">Rysunek </w:t>
      </w:r>
      <w:r w:rsidRPr="003662E5">
        <w:fldChar w:fldCharType="begin"/>
      </w:r>
      <w:r w:rsidRPr="003662E5">
        <w:instrText xml:space="preserve"> SEQ Rysunek \* ARABIC </w:instrText>
      </w:r>
      <w:r w:rsidRPr="003662E5">
        <w:fldChar w:fldCharType="separate"/>
      </w:r>
      <w:r w:rsidR="002E6DF0">
        <w:rPr>
          <w:noProof/>
        </w:rPr>
        <w:t>3</w:t>
      </w:r>
      <w:r w:rsidRPr="003662E5">
        <w:fldChar w:fldCharType="end"/>
      </w:r>
      <w:r w:rsidRPr="003662E5">
        <w:t xml:space="preserve">. Struktura &lt; </w:t>
      </w:r>
      <w:proofErr w:type="spellStart"/>
      <w:r w:rsidRPr="003662E5">
        <w:t>InfoCancel</w:t>
      </w:r>
      <w:proofErr w:type="spellEnd"/>
      <w:r w:rsidRPr="003662E5">
        <w:t xml:space="preserve"> &gt;, Dane dokumentu do wycofania</w:t>
      </w:r>
      <w:bookmarkEnd w:id="80"/>
    </w:p>
    <w:p w14:paraId="1E8FABE2" w14:textId="5E091FF8" w:rsidR="00F17C71" w:rsidRPr="003662E5" w:rsidRDefault="00F17C71" w:rsidP="003662E5">
      <w:pPr>
        <w:rPr>
          <w:rFonts w:cs="Open Sans"/>
        </w:rPr>
      </w:pPr>
      <w:r w:rsidRPr="003662E5">
        <w:rPr>
          <w:rFonts w:cs="Open Sans"/>
          <w:noProof/>
        </w:rPr>
        <w:drawing>
          <wp:inline distT="0" distB="0" distL="0" distR="0" wp14:anchorId="5C98A553" wp14:editId="776B9484">
            <wp:extent cx="3973830" cy="734060"/>
            <wp:effectExtent l="19050" t="19050" r="26670" b="27940"/>
            <wp:docPr id="8" name="Obraz 8" descr="Rysunek przedstawia strukturę &lt; InfoCancel &gt;, Dane dokumentu do wycof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przedstawia strukturę &lt; InfoCancel &gt;, Dane dokumentu do wycofan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3830" cy="734060"/>
                    </a:xfrm>
                    <a:prstGeom prst="rect">
                      <a:avLst/>
                    </a:prstGeom>
                    <a:noFill/>
                    <a:ln>
                      <a:solidFill>
                        <a:schemeClr val="tx1"/>
                      </a:solidFill>
                    </a:ln>
                  </pic:spPr>
                </pic:pic>
              </a:graphicData>
            </a:graphic>
          </wp:inline>
        </w:drawing>
      </w:r>
    </w:p>
    <w:p w14:paraId="24CDF404" w14:textId="5F3D1AAB" w:rsidR="005E406A" w:rsidRPr="003662E5" w:rsidRDefault="005E406A" w:rsidP="003662E5">
      <w:pPr>
        <w:pStyle w:val="Nagwek2"/>
        <w:spacing w:line="276" w:lineRule="auto"/>
        <w:rPr>
          <w:rFonts w:cs="Open Sans"/>
        </w:rPr>
      </w:pPr>
      <w:bookmarkStart w:id="81" w:name="_Toc184813185"/>
      <w:r w:rsidRPr="003662E5">
        <w:rPr>
          <w:rFonts w:cs="Open Sans"/>
        </w:rPr>
        <w:t>Reguły</w:t>
      </w:r>
      <w:bookmarkEnd w:id="81"/>
    </w:p>
    <w:p w14:paraId="3352BBB7" w14:textId="0D5D8310" w:rsidR="003A0C72" w:rsidRPr="003662E5" w:rsidRDefault="003A0C72" w:rsidP="003662E5">
      <w:pPr>
        <w:pStyle w:val="Z2PodpisRysunkuTabeli"/>
      </w:pPr>
      <w:bookmarkStart w:id="82" w:name="_Toc184813199"/>
      <w:r w:rsidRPr="003662E5">
        <w:t xml:space="preserve">Tabela </w:t>
      </w:r>
      <w:r w:rsidRPr="003662E5">
        <w:fldChar w:fldCharType="begin"/>
      </w:r>
      <w:r w:rsidRPr="003662E5">
        <w:instrText xml:space="preserve"> SEQ Tabela \* ARABIC </w:instrText>
      </w:r>
      <w:r w:rsidRPr="003662E5">
        <w:fldChar w:fldCharType="separate"/>
      </w:r>
      <w:r w:rsidR="002E6DF0">
        <w:rPr>
          <w:noProof/>
        </w:rPr>
        <w:t>12</w:t>
      </w:r>
      <w:r w:rsidRPr="003662E5">
        <w:fldChar w:fldCharType="end"/>
      </w:r>
      <w:r w:rsidRPr="003662E5">
        <w:t xml:space="preserve">. </w:t>
      </w:r>
      <w:r w:rsidR="00090FA8" w:rsidRPr="003662E5">
        <w:t>Reguły</w:t>
      </w:r>
      <w:bookmarkEnd w:id="82"/>
    </w:p>
    <w:tbl>
      <w:tblPr>
        <w:tblStyle w:val="Tabela-Siatka"/>
        <w:tblW w:w="0" w:type="auto"/>
        <w:tblLook w:val="01E0" w:firstRow="1" w:lastRow="1" w:firstColumn="1" w:lastColumn="1" w:noHBand="0" w:noVBand="0"/>
      </w:tblPr>
      <w:tblGrid>
        <w:gridCol w:w="822"/>
        <w:gridCol w:w="8232"/>
      </w:tblGrid>
      <w:tr w:rsidR="005A152A" w:rsidRPr="003662E5" w14:paraId="4CCDE772" w14:textId="77777777" w:rsidTr="003662E5">
        <w:trPr>
          <w:trHeight w:val="213"/>
          <w:tblHeader/>
        </w:trPr>
        <w:tc>
          <w:tcPr>
            <w:tcW w:w="822" w:type="dxa"/>
            <w:shd w:val="clear" w:color="auto" w:fill="D9D9D9" w:themeFill="background1" w:themeFillShade="D9"/>
          </w:tcPr>
          <w:p w14:paraId="3AAE1BBB" w14:textId="77777777" w:rsidR="005A152A" w:rsidRPr="003662E5" w:rsidRDefault="005A152A" w:rsidP="003662E5">
            <w:pPr>
              <w:pStyle w:val="Legenda"/>
            </w:pPr>
            <w:r w:rsidRPr="003662E5">
              <w:t xml:space="preserve">Nazwa </w:t>
            </w:r>
          </w:p>
        </w:tc>
        <w:tc>
          <w:tcPr>
            <w:tcW w:w="8232" w:type="dxa"/>
            <w:shd w:val="clear" w:color="auto" w:fill="D9D9D9" w:themeFill="background1" w:themeFillShade="D9"/>
          </w:tcPr>
          <w:p w14:paraId="446AB5D1" w14:textId="77777777" w:rsidR="005A152A" w:rsidRPr="003662E5" w:rsidRDefault="005A152A" w:rsidP="003662E5">
            <w:pPr>
              <w:pStyle w:val="Legenda"/>
            </w:pPr>
            <w:r w:rsidRPr="003662E5">
              <w:t>Opis</w:t>
            </w:r>
          </w:p>
        </w:tc>
      </w:tr>
      <w:tr w:rsidR="00B57206" w:rsidRPr="003662E5" w14:paraId="3299BB84" w14:textId="77777777" w:rsidTr="00090FA8">
        <w:trPr>
          <w:trHeight w:val="213"/>
        </w:trPr>
        <w:tc>
          <w:tcPr>
            <w:tcW w:w="822" w:type="dxa"/>
          </w:tcPr>
          <w:p w14:paraId="1234D60F" w14:textId="02E87ADA" w:rsidR="00B57206" w:rsidRPr="003662E5" w:rsidRDefault="00B57206" w:rsidP="003662E5">
            <w:pPr>
              <w:pStyle w:val="Tabelazwyky"/>
            </w:pPr>
            <w:bookmarkStart w:id="83" w:name="RR5"/>
            <w:r w:rsidRPr="003662E5">
              <w:t>R</w:t>
            </w:r>
            <w:bookmarkEnd w:id="83"/>
            <w:r w:rsidR="003A37C6" w:rsidRPr="003662E5">
              <w:t>1</w:t>
            </w:r>
          </w:p>
        </w:tc>
        <w:tc>
          <w:tcPr>
            <w:tcW w:w="8232" w:type="dxa"/>
          </w:tcPr>
          <w:p w14:paraId="1004C888" w14:textId="77777777" w:rsidR="00B57206" w:rsidRPr="003662E5" w:rsidRDefault="00B57206" w:rsidP="003662E5">
            <w:pPr>
              <w:pStyle w:val="Tabelazwyky"/>
            </w:pPr>
            <w:r w:rsidRPr="003662E5">
              <w:t>Dotyczy okresu obowiązywania</w:t>
            </w:r>
          </w:p>
          <w:p w14:paraId="228DBD09" w14:textId="2D109B31" w:rsidR="00B57206" w:rsidRPr="003662E5" w:rsidRDefault="00B57206" w:rsidP="003662E5">
            <w:pPr>
              <w:pStyle w:val="Tabelazwyky"/>
            </w:pPr>
            <w:r w:rsidRPr="003662E5">
              <w:t>Data &lt;Data złożenia dokumentu&gt; "</w:t>
            </w:r>
            <w:proofErr w:type="spellStart"/>
            <w:r w:rsidRPr="003662E5">
              <w:t>declarationDate</w:t>
            </w:r>
            <w:proofErr w:type="spellEnd"/>
            <w:r w:rsidRPr="003662E5">
              <w:t>" (</w:t>
            </w:r>
            <w:proofErr w:type="spellStart"/>
            <w:r w:rsidRPr="003662E5">
              <w:t>Types</w:t>
            </w:r>
            <w:proofErr w:type="spellEnd"/>
            <w:r w:rsidRPr="003662E5">
              <w:t xml:space="preserve">), nie może być wcześniejsza niż </w:t>
            </w:r>
            <w:r w:rsidR="00D93B06" w:rsidRPr="003662E5">
              <w:t>1</w:t>
            </w:r>
            <w:r w:rsidR="00457AE5" w:rsidRPr="003662E5">
              <w:t>4</w:t>
            </w:r>
            <w:r w:rsidR="00565E84" w:rsidRPr="003662E5">
              <w:t>.1</w:t>
            </w:r>
            <w:r w:rsidR="00D93B06" w:rsidRPr="003662E5">
              <w:t>2</w:t>
            </w:r>
            <w:r w:rsidR="00565E84" w:rsidRPr="003662E5">
              <w:t>.2022r</w:t>
            </w:r>
            <w:r w:rsidRPr="003662E5">
              <w:t xml:space="preserve">. </w:t>
            </w:r>
          </w:p>
        </w:tc>
      </w:tr>
    </w:tbl>
    <w:p w14:paraId="7EF85D77" w14:textId="77777777" w:rsidR="003F3585" w:rsidRPr="003662E5" w:rsidRDefault="003F3585" w:rsidP="003662E5">
      <w:pPr>
        <w:pStyle w:val="Nagwek1"/>
        <w:rPr>
          <w:b w:val="0"/>
        </w:rPr>
      </w:pPr>
      <w:bookmarkStart w:id="84" w:name="_Toc341696655"/>
      <w:bookmarkStart w:id="85" w:name="_Toc349568563"/>
      <w:bookmarkStart w:id="86" w:name="_Toc184813186"/>
      <w:r w:rsidRPr="003662E5">
        <w:lastRenderedPageBreak/>
        <w:t>Załączniki</w:t>
      </w:r>
      <w:bookmarkEnd w:id="84"/>
      <w:bookmarkEnd w:id="85"/>
      <w:bookmarkEnd w:id="86"/>
    </w:p>
    <w:p w14:paraId="1926A302" w14:textId="5F9BE6AF" w:rsidR="005C3EE5" w:rsidRPr="003662E5" w:rsidRDefault="005C3EE5" w:rsidP="003662E5">
      <w:pPr>
        <w:pStyle w:val="Nagwek2"/>
        <w:spacing w:line="276" w:lineRule="auto"/>
        <w:rPr>
          <w:b w:val="0"/>
        </w:rPr>
      </w:pPr>
      <w:bookmarkStart w:id="87" w:name="_Toc348954634"/>
      <w:bookmarkStart w:id="88" w:name="_Toc341696656"/>
      <w:bookmarkStart w:id="89" w:name="_Toc349568564"/>
      <w:bookmarkStart w:id="90" w:name="_Toc184813187"/>
      <w:r w:rsidRPr="003662E5">
        <w:t xml:space="preserve">Pliki </w:t>
      </w:r>
      <w:bookmarkEnd w:id="87"/>
      <w:r w:rsidR="00FF7E00" w:rsidRPr="003662E5">
        <w:t>wniosku</w:t>
      </w:r>
      <w:r w:rsidR="00641D9C" w:rsidRPr="003662E5">
        <w:t xml:space="preserve"> </w:t>
      </w:r>
      <w:r w:rsidR="00E33A75" w:rsidRPr="003662E5">
        <w:t>WZZA_WZBO_CANCEL</w:t>
      </w:r>
      <w:bookmarkEnd w:id="90"/>
    </w:p>
    <w:p w14:paraId="7A48321B" w14:textId="0939727A" w:rsidR="005C3EE5" w:rsidRPr="003662E5" w:rsidRDefault="007A6873" w:rsidP="003662E5">
      <w:pPr>
        <w:pStyle w:val="Akapitzlist"/>
        <w:numPr>
          <w:ilvl w:val="0"/>
          <w:numId w:val="36"/>
        </w:numPr>
      </w:pPr>
      <w:bookmarkStart w:id="91" w:name="_Toc348954635"/>
      <w:r w:rsidRPr="003662E5">
        <w:t xml:space="preserve">Plik </w:t>
      </w:r>
      <w:r w:rsidR="00E33A75" w:rsidRPr="003662E5">
        <w:t>WZZA_WZBO_CANCEL</w:t>
      </w:r>
      <w:r w:rsidR="005C3EE5" w:rsidRPr="003662E5">
        <w:t>.xsd</w:t>
      </w:r>
      <w:bookmarkEnd w:id="88"/>
      <w:bookmarkEnd w:id="89"/>
      <w:bookmarkEnd w:id="91"/>
    </w:p>
    <w:p w14:paraId="3EB7205B" w14:textId="444F10A5" w:rsidR="00FA79A5" w:rsidRPr="003662E5" w:rsidRDefault="00FA79A5" w:rsidP="003662E5">
      <w:r w:rsidRPr="003662E5">
        <w:t>Plik zaw</w:t>
      </w:r>
      <w:r w:rsidR="000A05F9" w:rsidRPr="003662E5">
        <w:t>iera</w:t>
      </w:r>
      <w:r w:rsidRPr="003662E5">
        <w:t xml:space="preserve"> strukturę </w:t>
      </w:r>
      <w:r w:rsidR="00FF7E00" w:rsidRPr="003662E5">
        <w:t xml:space="preserve">wniosku </w:t>
      </w:r>
      <w:r w:rsidR="00E33A75" w:rsidRPr="003662E5">
        <w:t>WZZA_WZBO_CANCEL</w:t>
      </w:r>
      <w:r w:rsidR="000A05F9" w:rsidRPr="003662E5">
        <w:t>.</w:t>
      </w:r>
    </w:p>
    <w:sectPr w:rsidR="00FA79A5" w:rsidRPr="003662E5" w:rsidSect="00030010">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9D22F" w14:textId="77777777" w:rsidR="005559A2" w:rsidRDefault="005559A2" w:rsidP="007D0A84">
      <w:r>
        <w:separator/>
      </w:r>
    </w:p>
    <w:p w14:paraId="2E213296" w14:textId="77777777" w:rsidR="005559A2" w:rsidRDefault="005559A2" w:rsidP="007D0A84"/>
  </w:endnote>
  <w:endnote w:type="continuationSeparator" w:id="0">
    <w:p w14:paraId="3B95693E" w14:textId="77777777" w:rsidR="005559A2" w:rsidRDefault="005559A2" w:rsidP="007D0A84">
      <w:r>
        <w:continuationSeparator/>
      </w:r>
    </w:p>
    <w:p w14:paraId="6DF3501B" w14:textId="77777777" w:rsidR="005559A2" w:rsidRDefault="005559A2"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Futura Bk">
    <w:altName w:val="Arial"/>
    <w:charset w:val="EE"/>
    <w:family w:val="swiss"/>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D2A0"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08853BA4"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3B83" w14:textId="77777777" w:rsidR="002B3C9A" w:rsidRPr="000D6C33" w:rsidRDefault="002B3C9A" w:rsidP="005E41DE">
    <w:pPr>
      <w:pBdr>
        <w:top w:val="single" w:sz="4" w:space="1" w:color="auto"/>
      </w:pBdr>
      <w:jc w:val="right"/>
      <w:rPr>
        <w:rFonts w:ascii="Open Sans" w:hAnsi="Open Sans" w:cs="Open Sans"/>
        <w:sz w:val="20"/>
        <w:szCs w:val="20"/>
      </w:rPr>
    </w:pPr>
    <w:r w:rsidRPr="000D6C33">
      <w:rPr>
        <w:rFonts w:ascii="Open Sans" w:hAnsi="Open Sans" w:cs="Open Sans"/>
        <w:sz w:val="20"/>
        <w:szCs w:val="20"/>
      </w:rPr>
      <w:t xml:space="preserve">Strona </w:t>
    </w:r>
    <w:r w:rsidRPr="000D6C33">
      <w:rPr>
        <w:rFonts w:ascii="Open Sans" w:hAnsi="Open Sans" w:cs="Open Sans"/>
        <w:sz w:val="20"/>
        <w:szCs w:val="20"/>
      </w:rPr>
      <w:fldChar w:fldCharType="begin"/>
    </w:r>
    <w:r w:rsidRPr="000D6C33">
      <w:rPr>
        <w:rFonts w:ascii="Open Sans" w:hAnsi="Open Sans" w:cs="Open Sans"/>
        <w:sz w:val="20"/>
        <w:szCs w:val="20"/>
      </w:rPr>
      <w:instrText xml:space="preserve"> PAGE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12</w:t>
    </w:r>
    <w:r w:rsidRPr="000D6C33">
      <w:rPr>
        <w:rFonts w:ascii="Open Sans" w:hAnsi="Open Sans" w:cs="Open Sans"/>
        <w:sz w:val="20"/>
        <w:szCs w:val="20"/>
      </w:rPr>
      <w:fldChar w:fldCharType="end"/>
    </w:r>
    <w:r w:rsidRPr="000D6C33">
      <w:rPr>
        <w:rFonts w:ascii="Open Sans" w:hAnsi="Open Sans" w:cs="Open Sans"/>
        <w:sz w:val="20"/>
        <w:szCs w:val="20"/>
      </w:rPr>
      <w:t xml:space="preserve"> z </w:t>
    </w:r>
    <w:r w:rsidRPr="000D6C33">
      <w:rPr>
        <w:rFonts w:ascii="Open Sans" w:hAnsi="Open Sans" w:cs="Open Sans"/>
        <w:sz w:val="20"/>
        <w:szCs w:val="20"/>
      </w:rPr>
      <w:fldChar w:fldCharType="begin"/>
    </w:r>
    <w:r w:rsidRPr="000D6C33">
      <w:rPr>
        <w:rFonts w:ascii="Open Sans" w:hAnsi="Open Sans" w:cs="Open Sans"/>
        <w:sz w:val="20"/>
        <w:szCs w:val="20"/>
      </w:rPr>
      <w:instrText xml:space="preserve"> NUMPAGES </w:instrText>
    </w:r>
    <w:r w:rsidRPr="000D6C33">
      <w:rPr>
        <w:rFonts w:ascii="Open Sans" w:hAnsi="Open Sans" w:cs="Open Sans"/>
        <w:sz w:val="20"/>
        <w:szCs w:val="20"/>
      </w:rPr>
      <w:fldChar w:fldCharType="separate"/>
    </w:r>
    <w:r w:rsidR="008D1666" w:rsidRPr="000D6C33">
      <w:rPr>
        <w:rFonts w:ascii="Open Sans" w:hAnsi="Open Sans" w:cs="Open Sans"/>
        <w:noProof/>
        <w:sz w:val="20"/>
        <w:szCs w:val="20"/>
      </w:rPr>
      <w:t>16</w:t>
    </w:r>
    <w:r w:rsidRPr="000D6C33">
      <w:rPr>
        <w:rFonts w:ascii="Open Sans" w:hAnsi="Open Sans" w:cs="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284A" w14:textId="77777777" w:rsidR="005559A2" w:rsidRDefault="005559A2" w:rsidP="007D0A84">
      <w:r>
        <w:separator/>
      </w:r>
    </w:p>
    <w:p w14:paraId="34536192" w14:textId="77777777" w:rsidR="005559A2" w:rsidRDefault="005559A2" w:rsidP="007D0A84"/>
  </w:footnote>
  <w:footnote w:type="continuationSeparator" w:id="0">
    <w:p w14:paraId="1F881AEA" w14:textId="77777777" w:rsidR="005559A2" w:rsidRDefault="005559A2" w:rsidP="007D0A84">
      <w:r>
        <w:continuationSeparator/>
      </w:r>
    </w:p>
    <w:p w14:paraId="437D508F" w14:textId="77777777" w:rsidR="005559A2" w:rsidRDefault="005559A2"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FF85" w14:textId="39BC4E39" w:rsidR="002B3C9A" w:rsidRPr="006B3419" w:rsidRDefault="006B3419" w:rsidP="006B3419">
    <w:pPr>
      <w:pStyle w:val="Nagwek"/>
    </w:pPr>
    <w:r w:rsidRPr="006566CE">
      <w:rPr>
        <w:noProof/>
      </w:rPr>
      <w:drawing>
        <wp:inline distT="0" distB="0" distL="0" distR="0" wp14:anchorId="0811B395" wp14:editId="2A230A8F">
          <wp:extent cx="3181350" cy="647700"/>
          <wp:effectExtent l="0" t="0" r="0" b="0"/>
          <wp:docPr id="1" name="Obraz 55" descr="Logotyp Krajowej Administracji Skarbowej (KAS) i Systemu Informacyjnego Skarbowo-Celnego (S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descr="Logotyp Krajowej Administracji Skarbowej (KAS) i Systemu Informacyjnego Skarbowo-Celnego (SI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1262B"/>
    <w:multiLevelType w:val="hybridMultilevel"/>
    <w:tmpl w:val="E9D64B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45425"/>
    <w:multiLevelType w:val="multilevel"/>
    <w:tmpl w:val="D830593C"/>
    <w:lvl w:ilvl="0">
      <w:start w:val="1"/>
      <w:numFmt w:val="decimal"/>
      <w:pStyle w:val="Nagwek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8"/>
        </w:tabs>
        <w:ind w:left="1418" w:hanging="85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2098"/>
        </w:tabs>
        <w:ind w:left="2098"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9"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D22F44"/>
    <w:multiLevelType w:val="hybridMultilevel"/>
    <w:tmpl w:val="F2880F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5"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76E27"/>
    <w:multiLevelType w:val="hybridMultilevel"/>
    <w:tmpl w:val="E318D03A"/>
    <w:lvl w:ilvl="0" w:tplc="D3C0EADE">
      <w:start w:val="1"/>
      <w:numFmt w:val="decimal"/>
      <w:lvlText w:val="%1."/>
      <w:lvlJc w:val="left"/>
      <w:pPr>
        <w:ind w:left="360" w:hanging="360"/>
      </w:pPr>
      <w:rPr>
        <w:b w:val="0"/>
      </w:rPr>
    </w:lvl>
    <w:lvl w:ilvl="1" w:tplc="41F6C984">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9A6896">
      <w:start w:val="10"/>
      <w:numFmt w:val="upperRoman"/>
      <w:lvlText w:val="%5."/>
      <w:lvlJc w:val="left"/>
      <w:pPr>
        <w:ind w:left="3600" w:hanging="720"/>
      </w:pPr>
      <w:rPr>
        <w:rFonts w:hint="default"/>
        <w:u w:val="none"/>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7" w15:restartNumberingAfterBreak="0">
    <w:nsid w:val="61C8117F"/>
    <w:multiLevelType w:val="hybridMultilevel"/>
    <w:tmpl w:val="F250AF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9" w15:restartNumberingAfterBreak="0">
    <w:nsid w:val="6E870177"/>
    <w:multiLevelType w:val="hybridMultilevel"/>
    <w:tmpl w:val="3BD4C472"/>
    <w:lvl w:ilvl="0" w:tplc="8CD446AA">
      <w:start w:val="2021"/>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91691E"/>
    <w:multiLevelType w:val="hybridMultilevel"/>
    <w:tmpl w:val="C5366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32"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8"/>
  </w:num>
  <w:num w:numId="3">
    <w:abstractNumId w:val="26"/>
  </w:num>
  <w:num w:numId="4">
    <w:abstractNumId w:val="2"/>
  </w:num>
  <w:num w:numId="5">
    <w:abstractNumId w:val="14"/>
  </w:num>
  <w:num w:numId="6">
    <w:abstractNumId w:val="6"/>
  </w:num>
  <w:num w:numId="7">
    <w:abstractNumId w:val="13"/>
  </w:num>
  <w:num w:numId="8">
    <w:abstractNumId w:val="22"/>
  </w:num>
  <w:num w:numId="9">
    <w:abstractNumId w:val="32"/>
  </w:num>
  <w:num w:numId="10">
    <w:abstractNumId w:val="5"/>
  </w:num>
  <w:num w:numId="11">
    <w:abstractNumId w:val="25"/>
  </w:num>
  <w:num w:numId="12">
    <w:abstractNumId w:val="0"/>
  </w:num>
  <w:num w:numId="13">
    <w:abstractNumId w:val="11"/>
  </w:num>
  <w:num w:numId="14">
    <w:abstractNumId w:val="33"/>
  </w:num>
  <w:num w:numId="15">
    <w:abstractNumId w:val="24"/>
  </w:num>
  <w:num w:numId="16">
    <w:abstractNumId w:val="23"/>
  </w:num>
  <w:num w:numId="17">
    <w:abstractNumId w:val="10"/>
  </w:num>
  <w:num w:numId="18">
    <w:abstractNumId w:val="3"/>
  </w:num>
  <w:num w:numId="19">
    <w:abstractNumId w:val="15"/>
  </w:num>
  <w:num w:numId="20">
    <w:abstractNumId w:val="7"/>
  </w:num>
  <w:num w:numId="21">
    <w:abstractNumId w:val="9"/>
  </w:num>
  <w:num w:numId="22">
    <w:abstractNumId w:val="4"/>
  </w:num>
  <w:num w:numId="23">
    <w:abstractNumId w:val="21"/>
  </w:num>
  <w:num w:numId="24">
    <w:abstractNumId w:val="20"/>
  </w:num>
  <w:num w:numId="25">
    <w:abstractNumId w:val="19"/>
  </w:num>
  <w:num w:numId="26">
    <w:abstractNumId w:val="16"/>
  </w:num>
  <w:num w:numId="27">
    <w:abstractNumId w:val="18"/>
  </w:num>
  <w:num w:numId="28">
    <w:abstractNumId w:val="28"/>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0"/>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9"/>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
  </w:num>
  <w:num w:numId="36">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C2C"/>
    <w:rsid w:val="00005FA6"/>
    <w:rsid w:val="0000679B"/>
    <w:rsid w:val="0000721C"/>
    <w:rsid w:val="00007E47"/>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5695"/>
    <w:rsid w:val="00035F37"/>
    <w:rsid w:val="0003638D"/>
    <w:rsid w:val="00036C73"/>
    <w:rsid w:val="00037DF7"/>
    <w:rsid w:val="000405BA"/>
    <w:rsid w:val="00040CE8"/>
    <w:rsid w:val="0004108F"/>
    <w:rsid w:val="000412BA"/>
    <w:rsid w:val="00042AA7"/>
    <w:rsid w:val="000434C0"/>
    <w:rsid w:val="00044402"/>
    <w:rsid w:val="0004456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B0C"/>
    <w:rsid w:val="0006207D"/>
    <w:rsid w:val="000627D3"/>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0FA8"/>
    <w:rsid w:val="00091144"/>
    <w:rsid w:val="00094765"/>
    <w:rsid w:val="000953D3"/>
    <w:rsid w:val="0009574F"/>
    <w:rsid w:val="00096951"/>
    <w:rsid w:val="000A05F9"/>
    <w:rsid w:val="000A0712"/>
    <w:rsid w:val="000A0DD8"/>
    <w:rsid w:val="000A2072"/>
    <w:rsid w:val="000A2B00"/>
    <w:rsid w:val="000A2B35"/>
    <w:rsid w:val="000A351D"/>
    <w:rsid w:val="000A3EDB"/>
    <w:rsid w:val="000A4460"/>
    <w:rsid w:val="000A494E"/>
    <w:rsid w:val="000A5C28"/>
    <w:rsid w:val="000A6AF1"/>
    <w:rsid w:val="000A71C7"/>
    <w:rsid w:val="000A7D41"/>
    <w:rsid w:val="000A7EE4"/>
    <w:rsid w:val="000B171C"/>
    <w:rsid w:val="000B1B12"/>
    <w:rsid w:val="000B26F5"/>
    <w:rsid w:val="000B4713"/>
    <w:rsid w:val="000B4AAB"/>
    <w:rsid w:val="000B5847"/>
    <w:rsid w:val="000B5A33"/>
    <w:rsid w:val="000B5FB9"/>
    <w:rsid w:val="000B668C"/>
    <w:rsid w:val="000C08EC"/>
    <w:rsid w:val="000C0A70"/>
    <w:rsid w:val="000C0B3E"/>
    <w:rsid w:val="000C0D2E"/>
    <w:rsid w:val="000C185F"/>
    <w:rsid w:val="000C18E0"/>
    <w:rsid w:val="000C240C"/>
    <w:rsid w:val="000C29CB"/>
    <w:rsid w:val="000C2AEB"/>
    <w:rsid w:val="000C7663"/>
    <w:rsid w:val="000C7901"/>
    <w:rsid w:val="000D083E"/>
    <w:rsid w:val="000D1722"/>
    <w:rsid w:val="000D19AC"/>
    <w:rsid w:val="000D2059"/>
    <w:rsid w:val="000D2898"/>
    <w:rsid w:val="000D33C6"/>
    <w:rsid w:val="000D375B"/>
    <w:rsid w:val="000D3AD4"/>
    <w:rsid w:val="000D4491"/>
    <w:rsid w:val="000D4C90"/>
    <w:rsid w:val="000D5C37"/>
    <w:rsid w:val="000D5EA2"/>
    <w:rsid w:val="000D6C33"/>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191"/>
    <w:rsid w:val="000F2C48"/>
    <w:rsid w:val="000F31D2"/>
    <w:rsid w:val="000F3AC0"/>
    <w:rsid w:val="000F438A"/>
    <w:rsid w:val="000F4DAB"/>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5581"/>
    <w:rsid w:val="0013583C"/>
    <w:rsid w:val="00135F3D"/>
    <w:rsid w:val="0013638D"/>
    <w:rsid w:val="00136C98"/>
    <w:rsid w:val="00136F4E"/>
    <w:rsid w:val="00141D91"/>
    <w:rsid w:val="001433D1"/>
    <w:rsid w:val="00146E34"/>
    <w:rsid w:val="001524B4"/>
    <w:rsid w:val="00154223"/>
    <w:rsid w:val="0015444F"/>
    <w:rsid w:val="0015590D"/>
    <w:rsid w:val="00155CE4"/>
    <w:rsid w:val="0015662F"/>
    <w:rsid w:val="00156E87"/>
    <w:rsid w:val="00156ECE"/>
    <w:rsid w:val="00157214"/>
    <w:rsid w:val="0015726F"/>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114F"/>
    <w:rsid w:val="00172536"/>
    <w:rsid w:val="00173B85"/>
    <w:rsid w:val="00173D7D"/>
    <w:rsid w:val="001745F8"/>
    <w:rsid w:val="00175749"/>
    <w:rsid w:val="00175977"/>
    <w:rsid w:val="00175DDD"/>
    <w:rsid w:val="00176072"/>
    <w:rsid w:val="0017629B"/>
    <w:rsid w:val="00176D0E"/>
    <w:rsid w:val="00177572"/>
    <w:rsid w:val="0018149D"/>
    <w:rsid w:val="00183201"/>
    <w:rsid w:val="00183692"/>
    <w:rsid w:val="00183E44"/>
    <w:rsid w:val="00184D98"/>
    <w:rsid w:val="0018542B"/>
    <w:rsid w:val="0018576D"/>
    <w:rsid w:val="001858C8"/>
    <w:rsid w:val="0018612F"/>
    <w:rsid w:val="00187461"/>
    <w:rsid w:val="00187D7E"/>
    <w:rsid w:val="001910DD"/>
    <w:rsid w:val="00191898"/>
    <w:rsid w:val="00191A04"/>
    <w:rsid w:val="00192581"/>
    <w:rsid w:val="00194635"/>
    <w:rsid w:val="00194BF6"/>
    <w:rsid w:val="001952DE"/>
    <w:rsid w:val="00196FD2"/>
    <w:rsid w:val="001A095A"/>
    <w:rsid w:val="001A1306"/>
    <w:rsid w:val="001A1BD3"/>
    <w:rsid w:val="001A1E5E"/>
    <w:rsid w:val="001A2A4F"/>
    <w:rsid w:val="001A2CA2"/>
    <w:rsid w:val="001A2D45"/>
    <w:rsid w:val="001A66D1"/>
    <w:rsid w:val="001A6D14"/>
    <w:rsid w:val="001A7F9A"/>
    <w:rsid w:val="001B1850"/>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D03EC"/>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3F73"/>
    <w:rsid w:val="002349F2"/>
    <w:rsid w:val="00235FFC"/>
    <w:rsid w:val="00237AB5"/>
    <w:rsid w:val="00237E2E"/>
    <w:rsid w:val="00240E9C"/>
    <w:rsid w:val="0024177B"/>
    <w:rsid w:val="00241903"/>
    <w:rsid w:val="00241C8C"/>
    <w:rsid w:val="00242A35"/>
    <w:rsid w:val="00242E57"/>
    <w:rsid w:val="0024396D"/>
    <w:rsid w:val="0024532B"/>
    <w:rsid w:val="00245B08"/>
    <w:rsid w:val="002462C7"/>
    <w:rsid w:val="0024695E"/>
    <w:rsid w:val="00246D75"/>
    <w:rsid w:val="002500AA"/>
    <w:rsid w:val="002504DB"/>
    <w:rsid w:val="002516BD"/>
    <w:rsid w:val="00251EF3"/>
    <w:rsid w:val="00252A58"/>
    <w:rsid w:val="00252AF2"/>
    <w:rsid w:val="00252F9B"/>
    <w:rsid w:val="00253F17"/>
    <w:rsid w:val="00254F98"/>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1B9C"/>
    <w:rsid w:val="002A23C2"/>
    <w:rsid w:val="002A355F"/>
    <w:rsid w:val="002A6615"/>
    <w:rsid w:val="002A6A58"/>
    <w:rsid w:val="002B1E3F"/>
    <w:rsid w:val="002B2105"/>
    <w:rsid w:val="002B28A2"/>
    <w:rsid w:val="002B33D6"/>
    <w:rsid w:val="002B38BC"/>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919"/>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56F"/>
    <w:rsid w:val="002E6C7A"/>
    <w:rsid w:val="002E6CAE"/>
    <w:rsid w:val="002E6D85"/>
    <w:rsid w:val="002E6DF0"/>
    <w:rsid w:val="002E73B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3A"/>
    <w:rsid w:val="003018C7"/>
    <w:rsid w:val="00302934"/>
    <w:rsid w:val="00303488"/>
    <w:rsid w:val="003035C0"/>
    <w:rsid w:val="00304673"/>
    <w:rsid w:val="00304B66"/>
    <w:rsid w:val="00305B9D"/>
    <w:rsid w:val="0030629A"/>
    <w:rsid w:val="00306524"/>
    <w:rsid w:val="00306F22"/>
    <w:rsid w:val="00307173"/>
    <w:rsid w:val="00307F8C"/>
    <w:rsid w:val="00310DC5"/>
    <w:rsid w:val="003111A0"/>
    <w:rsid w:val="00311BD7"/>
    <w:rsid w:val="00311FCE"/>
    <w:rsid w:val="003127DE"/>
    <w:rsid w:val="00314E25"/>
    <w:rsid w:val="00315A6B"/>
    <w:rsid w:val="00315ACD"/>
    <w:rsid w:val="00315C0D"/>
    <w:rsid w:val="0031651D"/>
    <w:rsid w:val="003167F4"/>
    <w:rsid w:val="00316A97"/>
    <w:rsid w:val="00316E85"/>
    <w:rsid w:val="003204EF"/>
    <w:rsid w:val="00322B8C"/>
    <w:rsid w:val="003235BF"/>
    <w:rsid w:val="0032593C"/>
    <w:rsid w:val="003261E8"/>
    <w:rsid w:val="00326BF4"/>
    <w:rsid w:val="00327009"/>
    <w:rsid w:val="00327F13"/>
    <w:rsid w:val="00330A99"/>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0E9"/>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62E5"/>
    <w:rsid w:val="003676F3"/>
    <w:rsid w:val="00371A82"/>
    <w:rsid w:val="00371B9E"/>
    <w:rsid w:val="00371C80"/>
    <w:rsid w:val="00372E0F"/>
    <w:rsid w:val="003742B3"/>
    <w:rsid w:val="00376470"/>
    <w:rsid w:val="00376567"/>
    <w:rsid w:val="00377196"/>
    <w:rsid w:val="00377A05"/>
    <w:rsid w:val="00380702"/>
    <w:rsid w:val="00380EDF"/>
    <w:rsid w:val="00381E34"/>
    <w:rsid w:val="003832C4"/>
    <w:rsid w:val="003841C6"/>
    <w:rsid w:val="003842F4"/>
    <w:rsid w:val="0038445A"/>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C72"/>
    <w:rsid w:val="003A0DCD"/>
    <w:rsid w:val="003A1FFD"/>
    <w:rsid w:val="003A2323"/>
    <w:rsid w:val="003A27CA"/>
    <w:rsid w:val="003A37C6"/>
    <w:rsid w:val="003A3CDD"/>
    <w:rsid w:val="003A40B8"/>
    <w:rsid w:val="003A43A6"/>
    <w:rsid w:val="003A4682"/>
    <w:rsid w:val="003A482F"/>
    <w:rsid w:val="003A49F6"/>
    <w:rsid w:val="003A4CF2"/>
    <w:rsid w:val="003A5EC7"/>
    <w:rsid w:val="003A6C62"/>
    <w:rsid w:val="003A6D06"/>
    <w:rsid w:val="003A7463"/>
    <w:rsid w:val="003A7E83"/>
    <w:rsid w:val="003B0714"/>
    <w:rsid w:val="003B094D"/>
    <w:rsid w:val="003B1CE6"/>
    <w:rsid w:val="003B1FD0"/>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6A1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FE3"/>
    <w:rsid w:val="003E37FB"/>
    <w:rsid w:val="003E4FB8"/>
    <w:rsid w:val="003E5748"/>
    <w:rsid w:val="003E6C77"/>
    <w:rsid w:val="003E6D4B"/>
    <w:rsid w:val="003E7463"/>
    <w:rsid w:val="003E76B1"/>
    <w:rsid w:val="003E7756"/>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D9"/>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FE2"/>
    <w:rsid w:val="004333D7"/>
    <w:rsid w:val="004335AE"/>
    <w:rsid w:val="004363FC"/>
    <w:rsid w:val="00437081"/>
    <w:rsid w:val="00440A0C"/>
    <w:rsid w:val="00441835"/>
    <w:rsid w:val="00441B72"/>
    <w:rsid w:val="00441DDF"/>
    <w:rsid w:val="00442F89"/>
    <w:rsid w:val="00443DB2"/>
    <w:rsid w:val="00445460"/>
    <w:rsid w:val="0044583B"/>
    <w:rsid w:val="004462D2"/>
    <w:rsid w:val="00446F2B"/>
    <w:rsid w:val="00447F0F"/>
    <w:rsid w:val="00447F95"/>
    <w:rsid w:val="00450B33"/>
    <w:rsid w:val="004516E7"/>
    <w:rsid w:val="00451BC4"/>
    <w:rsid w:val="004520B9"/>
    <w:rsid w:val="004534B8"/>
    <w:rsid w:val="00455A8B"/>
    <w:rsid w:val="0045609A"/>
    <w:rsid w:val="004564FE"/>
    <w:rsid w:val="00457AE5"/>
    <w:rsid w:val="0046178C"/>
    <w:rsid w:val="00461810"/>
    <w:rsid w:val="004623FE"/>
    <w:rsid w:val="00462742"/>
    <w:rsid w:val="004633DF"/>
    <w:rsid w:val="004642F5"/>
    <w:rsid w:val="00464F02"/>
    <w:rsid w:val="00465090"/>
    <w:rsid w:val="0046607A"/>
    <w:rsid w:val="00466708"/>
    <w:rsid w:val="00466899"/>
    <w:rsid w:val="00467366"/>
    <w:rsid w:val="00467A9A"/>
    <w:rsid w:val="00470096"/>
    <w:rsid w:val="004704EC"/>
    <w:rsid w:val="00470BA5"/>
    <w:rsid w:val="00471686"/>
    <w:rsid w:val="00472699"/>
    <w:rsid w:val="00473892"/>
    <w:rsid w:val="00473EAA"/>
    <w:rsid w:val="004743CA"/>
    <w:rsid w:val="004744EC"/>
    <w:rsid w:val="0047480B"/>
    <w:rsid w:val="0047548B"/>
    <w:rsid w:val="00475C2A"/>
    <w:rsid w:val="004763D5"/>
    <w:rsid w:val="004773DA"/>
    <w:rsid w:val="00477850"/>
    <w:rsid w:val="00477D77"/>
    <w:rsid w:val="0048063E"/>
    <w:rsid w:val="00480CB7"/>
    <w:rsid w:val="004811F6"/>
    <w:rsid w:val="0048277D"/>
    <w:rsid w:val="0048286C"/>
    <w:rsid w:val="0048311F"/>
    <w:rsid w:val="00484001"/>
    <w:rsid w:val="004842EB"/>
    <w:rsid w:val="00484B96"/>
    <w:rsid w:val="00484C38"/>
    <w:rsid w:val="0048619F"/>
    <w:rsid w:val="00486DE1"/>
    <w:rsid w:val="00486FE5"/>
    <w:rsid w:val="00487084"/>
    <w:rsid w:val="004875EF"/>
    <w:rsid w:val="00487678"/>
    <w:rsid w:val="00491060"/>
    <w:rsid w:val="004916E7"/>
    <w:rsid w:val="00494445"/>
    <w:rsid w:val="004947FE"/>
    <w:rsid w:val="00494F26"/>
    <w:rsid w:val="00495D7C"/>
    <w:rsid w:val="0049686A"/>
    <w:rsid w:val="00496B30"/>
    <w:rsid w:val="0049714D"/>
    <w:rsid w:val="004975A6"/>
    <w:rsid w:val="0049797F"/>
    <w:rsid w:val="004A268D"/>
    <w:rsid w:val="004A2C7E"/>
    <w:rsid w:val="004A30A3"/>
    <w:rsid w:val="004A3293"/>
    <w:rsid w:val="004A359D"/>
    <w:rsid w:val="004A49C5"/>
    <w:rsid w:val="004A5341"/>
    <w:rsid w:val="004A6F9D"/>
    <w:rsid w:val="004A7CAC"/>
    <w:rsid w:val="004B1403"/>
    <w:rsid w:val="004B1810"/>
    <w:rsid w:val="004B1B6B"/>
    <w:rsid w:val="004B1C2E"/>
    <w:rsid w:val="004B1DE7"/>
    <w:rsid w:val="004B2FCD"/>
    <w:rsid w:val="004B336F"/>
    <w:rsid w:val="004B33A9"/>
    <w:rsid w:val="004B43DF"/>
    <w:rsid w:val="004B4812"/>
    <w:rsid w:val="004B491A"/>
    <w:rsid w:val="004B4B8C"/>
    <w:rsid w:val="004B5617"/>
    <w:rsid w:val="004B5FBB"/>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D86"/>
    <w:rsid w:val="004D2D63"/>
    <w:rsid w:val="004D47E6"/>
    <w:rsid w:val="004D67D0"/>
    <w:rsid w:val="004D79AB"/>
    <w:rsid w:val="004E2C82"/>
    <w:rsid w:val="004E3826"/>
    <w:rsid w:val="004E40F1"/>
    <w:rsid w:val="004E4572"/>
    <w:rsid w:val="004E5F2B"/>
    <w:rsid w:val="004E66F1"/>
    <w:rsid w:val="004E6D8A"/>
    <w:rsid w:val="004E7C62"/>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0C33"/>
    <w:rsid w:val="00511DE9"/>
    <w:rsid w:val="00512AF4"/>
    <w:rsid w:val="00512FA4"/>
    <w:rsid w:val="0051385E"/>
    <w:rsid w:val="005138C6"/>
    <w:rsid w:val="00513A35"/>
    <w:rsid w:val="005141BE"/>
    <w:rsid w:val="00514C24"/>
    <w:rsid w:val="005164D3"/>
    <w:rsid w:val="005165A3"/>
    <w:rsid w:val="0051665F"/>
    <w:rsid w:val="00516988"/>
    <w:rsid w:val="00516B5F"/>
    <w:rsid w:val="00517251"/>
    <w:rsid w:val="005174E4"/>
    <w:rsid w:val="00522777"/>
    <w:rsid w:val="00522C27"/>
    <w:rsid w:val="00523A72"/>
    <w:rsid w:val="00523F96"/>
    <w:rsid w:val="00524529"/>
    <w:rsid w:val="0052587D"/>
    <w:rsid w:val="0052608C"/>
    <w:rsid w:val="00526C0E"/>
    <w:rsid w:val="00527583"/>
    <w:rsid w:val="00527A16"/>
    <w:rsid w:val="005305CE"/>
    <w:rsid w:val="005312D4"/>
    <w:rsid w:val="00531A2B"/>
    <w:rsid w:val="00532A7A"/>
    <w:rsid w:val="00532B17"/>
    <w:rsid w:val="005330B0"/>
    <w:rsid w:val="0053330D"/>
    <w:rsid w:val="005339B5"/>
    <w:rsid w:val="00533E9A"/>
    <w:rsid w:val="0053449E"/>
    <w:rsid w:val="00535984"/>
    <w:rsid w:val="005366D3"/>
    <w:rsid w:val="005369E3"/>
    <w:rsid w:val="00537901"/>
    <w:rsid w:val="00540123"/>
    <w:rsid w:val="005404D9"/>
    <w:rsid w:val="0054053F"/>
    <w:rsid w:val="00540A9C"/>
    <w:rsid w:val="0054118E"/>
    <w:rsid w:val="00542F65"/>
    <w:rsid w:val="00543559"/>
    <w:rsid w:val="005437C4"/>
    <w:rsid w:val="00544A89"/>
    <w:rsid w:val="00545840"/>
    <w:rsid w:val="00545B71"/>
    <w:rsid w:val="005462C6"/>
    <w:rsid w:val="005467EC"/>
    <w:rsid w:val="00546D74"/>
    <w:rsid w:val="00547C9A"/>
    <w:rsid w:val="00547FEB"/>
    <w:rsid w:val="005503EE"/>
    <w:rsid w:val="00550D33"/>
    <w:rsid w:val="00551C48"/>
    <w:rsid w:val="00553466"/>
    <w:rsid w:val="00553759"/>
    <w:rsid w:val="00554B43"/>
    <w:rsid w:val="00554D6C"/>
    <w:rsid w:val="005556EC"/>
    <w:rsid w:val="005559A2"/>
    <w:rsid w:val="00555ADF"/>
    <w:rsid w:val="00555DBC"/>
    <w:rsid w:val="00556940"/>
    <w:rsid w:val="00556C65"/>
    <w:rsid w:val="00556E06"/>
    <w:rsid w:val="00557D76"/>
    <w:rsid w:val="005619F1"/>
    <w:rsid w:val="00561FE8"/>
    <w:rsid w:val="00562A52"/>
    <w:rsid w:val="0056304E"/>
    <w:rsid w:val="005632CA"/>
    <w:rsid w:val="00565E84"/>
    <w:rsid w:val="0056749D"/>
    <w:rsid w:val="00570B18"/>
    <w:rsid w:val="0057105B"/>
    <w:rsid w:val="00572D44"/>
    <w:rsid w:val="00573C9A"/>
    <w:rsid w:val="00574AE1"/>
    <w:rsid w:val="00575226"/>
    <w:rsid w:val="005769E4"/>
    <w:rsid w:val="00580110"/>
    <w:rsid w:val="00580929"/>
    <w:rsid w:val="005826A4"/>
    <w:rsid w:val="0058389C"/>
    <w:rsid w:val="005853D7"/>
    <w:rsid w:val="0058584D"/>
    <w:rsid w:val="005873E0"/>
    <w:rsid w:val="0058798F"/>
    <w:rsid w:val="00587CCA"/>
    <w:rsid w:val="005910E1"/>
    <w:rsid w:val="00591E6A"/>
    <w:rsid w:val="005923A7"/>
    <w:rsid w:val="00593397"/>
    <w:rsid w:val="0059348C"/>
    <w:rsid w:val="005936CA"/>
    <w:rsid w:val="00596B14"/>
    <w:rsid w:val="00597DB1"/>
    <w:rsid w:val="005A05E3"/>
    <w:rsid w:val="005A152A"/>
    <w:rsid w:val="005A337E"/>
    <w:rsid w:val="005A4844"/>
    <w:rsid w:val="005A4902"/>
    <w:rsid w:val="005A5693"/>
    <w:rsid w:val="005A5BEB"/>
    <w:rsid w:val="005A6E23"/>
    <w:rsid w:val="005A7781"/>
    <w:rsid w:val="005A7937"/>
    <w:rsid w:val="005A7CB5"/>
    <w:rsid w:val="005A7EBC"/>
    <w:rsid w:val="005B06C4"/>
    <w:rsid w:val="005B0E84"/>
    <w:rsid w:val="005B188D"/>
    <w:rsid w:val="005B24E1"/>
    <w:rsid w:val="005B302E"/>
    <w:rsid w:val="005B34DA"/>
    <w:rsid w:val="005B424C"/>
    <w:rsid w:val="005B45CB"/>
    <w:rsid w:val="005B4CB8"/>
    <w:rsid w:val="005B5741"/>
    <w:rsid w:val="005B6326"/>
    <w:rsid w:val="005B6A72"/>
    <w:rsid w:val="005C05CE"/>
    <w:rsid w:val="005C0804"/>
    <w:rsid w:val="005C3690"/>
    <w:rsid w:val="005C3779"/>
    <w:rsid w:val="005C3EE5"/>
    <w:rsid w:val="005C450B"/>
    <w:rsid w:val="005C49E0"/>
    <w:rsid w:val="005C4B32"/>
    <w:rsid w:val="005C5D4A"/>
    <w:rsid w:val="005C60FD"/>
    <w:rsid w:val="005C61CD"/>
    <w:rsid w:val="005C6A85"/>
    <w:rsid w:val="005C6B6C"/>
    <w:rsid w:val="005C6F30"/>
    <w:rsid w:val="005C754D"/>
    <w:rsid w:val="005D0687"/>
    <w:rsid w:val="005D223C"/>
    <w:rsid w:val="005D3C41"/>
    <w:rsid w:val="005D41D8"/>
    <w:rsid w:val="005D4D82"/>
    <w:rsid w:val="005D70AE"/>
    <w:rsid w:val="005D71E4"/>
    <w:rsid w:val="005E02B6"/>
    <w:rsid w:val="005E06D3"/>
    <w:rsid w:val="005E16A7"/>
    <w:rsid w:val="005E1876"/>
    <w:rsid w:val="005E2934"/>
    <w:rsid w:val="005E29CB"/>
    <w:rsid w:val="005E2BBA"/>
    <w:rsid w:val="005E406A"/>
    <w:rsid w:val="005E41DE"/>
    <w:rsid w:val="005E46C6"/>
    <w:rsid w:val="005E4B73"/>
    <w:rsid w:val="005E617D"/>
    <w:rsid w:val="005E645D"/>
    <w:rsid w:val="005E68F1"/>
    <w:rsid w:val="005E70A6"/>
    <w:rsid w:val="005E7BE0"/>
    <w:rsid w:val="005E7CD8"/>
    <w:rsid w:val="005E7D4A"/>
    <w:rsid w:val="005F0A45"/>
    <w:rsid w:val="005F13E6"/>
    <w:rsid w:val="005F153C"/>
    <w:rsid w:val="005F18DD"/>
    <w:rsid w:val="005F31DE"/>
    <w:rsid w:val="005F45FA"/>
    <w:rsid w:val="005F4D3A"/>
    <w:rsid w:val="005F5E30"/>
    <w:rsid w:val="005F7512"/>
    <w:rsid w:val="005F7E25"/>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774"/>
    <w:rsid w:val="00621E22"/>
    <w:rsid w:val="00622691"/>
    <w:rsid w:val="0062287E"/>
    <w:rsid w:val="0062321C"/>
    <w:rsid w:val="00623FA0"/>
    <w:rsid w:val="00624358"/>
    <w:rsid w:val="00624CFC"/>
    <w:rsid w:val="006259BC"/>
    <w:rsid w:val="0062638F"/>
    <w:rsid w:val="00626518"/>
    <w:rsid w:val="00627801"/>
    <w:rsid w:val="006278EC"/>
    <w:rsid w:val="00630BEB"/>
    <w:rsid w:val="006310B1"/>
    <w:rsid w:val="006312FA"/>
    <w:rsid w:val="00632B7A"/>
    <w:rsid w:val="00634475"/>
    <w:rsid w:val="00635229"/>
    <w:rsid w:val="006353E5"/>
    <w:rsid w:val="0063597B"/>
    <w:rsid w:val="006368D2"/>
    <w:rsid w:val="0063712A"/>
    <w:rsid w:val="006378BF"/>
    <w:rsid w:val="006378ED"/>
    <w:rsid w:val="00637DF4"/>
    <w:rsid w:val="00641D9C"/>
    <w:rsid w:val="006426D1"/>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3964"/>
    <w:rsid w:val="006842F5"/>
    <w:rsid w:val="00685C27"/>
    <w:rsid w:val="006863F7"/>
    <w:rsid w:val="00686795"/>
    <w:rsid w:val="00686828"/>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A02C7"/>
    <w:rsid w:val="006A0E17"/>
    <w:rsid w:val="006A11AF"/>
    <w:rsid w:val="006A1FD0"/>
    <w:rsid w:val="006A41C4"/>
    <w:rsid w:val="006A422A"/>
    <w:rsid w:val="006A45C6"/>
    <w:rsid w:val="006A4722"/>
    <w:rsid w:val="006A4DFE"/>
    <w:rsid w:val="006A534C"/>
    <w:rsid w:val="006A6D6B"/>
    <w:rsid w:val="006A7DE0"/>
    <w:rsid w:val="006B0029"/>
    <w:rsid w:val="006B00D5"/>
    <w:rsid w:val="006B0147"/>
    <w:rsid w:val="006B096C"/>
    <w:rsid w:val="006B0CE7"/>
    <w:rsid w:val="006B3419"/>
    <w:rsid w:val="006B39D4"/>
    <w:rsid w:val="006B3FB3"/>
    <w:rsid w:val="006B43F7"/>
    <w:rsid w:val="006B4B88"/>
    <w:rsid w:val="006B5465"/>
    <w:rsid w:val="006B5518"/>
    <w:rsid w:val="006B5C9A"/>
    <w:rsid w:val="006B71FC"/>
    <w:rsid w:val="006B75DB"/>
    <w:rsid w:val="006C0979"/>
    <w:rsid w:val="006C13FF"/>
    <w:rsid w:val="006C1499"/>
    <w:rsid w:val="006C17EB"/>
    <w:rsid w:val="006C208D"/>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E128C"/>
    <w:rsid w:val="006E1E8A"/>
    <w:rsid w:val="006E1E8F"/>
    <w:rsid w:val="006E329F"/>
    <w:rsid w:val="006E46EF"/>
    <w:rsid w:val="006E4D0D"/>
    <w:rsid w:val="006E53F6"/>
    <w:rsid w:val="006E6433"/>
    <w:rsid w:val="006E6ED8"/>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8A8"/>
    <w:rsid w:val="00720BDD"/>
    <w:rsid w:val="00720DFE"/>
    <w:rsid w:val="00720EE8"/>
    <w:rsid w:val="0072185A"/>
    <w:rsid w:val="0072221E"/>
    <w:rsid w:val="00722431"/>
    <w:rsid w:val="0072255B"/>
    <w:rsid w:val="00723D0F"/>
    <w:rsid w:val="007248C4"/>
    <w:rsid w:val="007258E7"/>
    <w:rsid w:val="00726102"/>
    <w:rsid w:val="0072638C"/>
    <w:rsid w:val="007265E3"/>
    <w:rsid w:val="00726E53"/>
    <w:rsid w:val="00727861"/>
    <w:rsid w:val="00727D3D"/>
    <w:rsid w:val="00730647"/>
    <w:rsid w:val="00731249"/>
    <w:rsid w:val="00731707"/>
    <w:rsid w:val="00732819"/>
    <w:rsid w:val="00732BEB"/>
    <w:rsid w:val="007334DC"/>
    <w:rsid w:val="00734A32"/>
    <w:rsid w:val="00734D20"/>
    <w:rsid w:val="00734E34"/>
    <w:rsid w:val="007353A8"/>
    <w:rsid w:val="007353AC"/>
    <w:rsid w:val="0073563B"/>
    <w:rsid w:val="007356AA"/>
    <w:rsid w:val="007359C4"/>
    <w:rsid w:val="00735D59"/>
    <w:rsid w:val="00736D2B"/>
    <w:rsid w:val="00737274"/>
    <w:rsid w:val="007375E5"/>
    <w:rsid w:val="00737A1B"/>
    <w:rsid w:val="007404D4"/>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140F"/>
    <w:rsid w:val="00772F51"/>
    <w:rsid w:val="0077443A"/>
    <w:rsid w:val="0077487F"/>
    <w:rsid w:val="0077540E"/>
    <w:rsid w:val="0077567A"/>
    <w:rsid w:val="0077599A"/>
    <w:rsid w:val="00775A88"/>
    <w:rsid w:val="00775C9A"/>
    <w:rsid w:val="007768D4"/>
    <w:rsid w:val="007778A1"/>
    <w:rsid w:val="00780087"/>
    <w:rsid w:val="0078179D"/>
    <w:rsid w:val="00782503"/>
    <w:rsid w:val="00783143"/>
    <w:rsid w:val="007842E5"/>
    <w:rsid w:val="00784851"/>
    <w:rsid w:val="00784D6D"/>
    <w:rsid w:val="00785279"/>
    <w:rsid w:val="007854F8"/>
    <w:rsid w:val="00786EE5"/>
    <w:rsid w:val="0078735E"/>
    <w:rsid w:val="00787953"/>
    <w:rsid w:val="00790764"/>
    <w:rsid w:val="007907F6"/>
    <w:rsid w:val="00790BAF"/>
    <w:rsid w:val="00790DD7"/>
    <w:rsid w:val="00791477"/>
    <w:rsid w:val="007914EE"/>
    <w:rsid w:val="00791E95"/>
    <w:rsid w:val="00792963"/>
    <w:rsid w:val="00793803"/>
    <w:rsid w:val="00793CAC"/>
    <w:rsid w:val="0079524B"/>
    <w:rsid w:val="00796C3C"/>
    <w:rsid w:val="0079775A"/>
    <w:rsid w:val="00797BD9"/>
    <w:rsid w:val="007A3211"/>
    <w:rsid w:val="007A4CA4"/>
    <w:rsid w:val="007A5566"/>
    <w:rsid w:val="007A665F"/>
    <w:rsid w:val="007A6873"/>
    <w:rsid w:val="007A6E2E"/>
    <w:rsid w:val="007A7BA6"/>
    <w:rsid w:val="007B0A18"/>
    <w:rsid w:val="007B0BD9"/>
    <w:rsid w:val="007B245D"/>
    <w:rsid w:val="007B2B58"/>
    <w:rsid w:val="007B3244"/>
    <w:rsid w:val="007B33DC"/>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2E22"/>
    <w:rsid w:val="007D37B0"/>
    <w:rsid w:val="007D3C82"/>
    <w:rsid w:val="007D4376"/>
    <w:rsid w:val="007D4561"/>
    <w:rsid w:val="007D5D87"/>
    <w:rsid w:val="007D665F"/>
    <w:rsid w:val="007D6F7F"/>
    <w:rsid w:val="007E01A9"/>
    <w:rsid w:val="007E037A"/>
    <w:rsid w:val="007E0B12"/>
    <w:rsid w:val="007E2C44"/>
    <w:rsid w:val="007E2FB1"/>
    <w:rsid w:val="007E34E9"/>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2E59"/>
    <w:rsid w:val="007F52E8"/>
    <w:rsid w:val="007F59E7"/>
    <w:rsid w:val="007F6773"/>
    <w:rsid w:val="007F7A07"/>
    <w:rsid w:val="008019A8"/>
    <w:rsid w:val="00802B2E"/>
    <w:rsid w:val="0080375F"/>
    <w:rsid w:val="00803C7F"/>
    <w:rsid w:val="00805548"/>
    <w:rsid w:val="00805C58"/>
    <w:rsid w:val="00806F86"/>
    <w:rsid w:val="00807727"/>
    <w:rsid w:val="00810B1B"/>
    <w:rsid w:val="00811309"/>
    <w:rsid w:val="0081177D"/>
    <w:rsid w:val="0081317C"/>
    <w:rsid w:val="00813F4C"/>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4F3C"/>
    <w:rsid w:val="00836A75"/>
    <w:rsid w:val="00836DD7"/>
    <w:rsid w:val="008370DD"/>
    <w:rsid w:val="008404DD"/>
    <w:rsid w:val="0084080C"/>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31C2"/>
    <w:rsid w:val="00863DF0"/>
    <w:rsid w:val="008640AC"/>
    <w:rsid w:val="0086500C"/>
    <w:rsid w:val="00866592"/>
    <w:rsid w:val="00866770"/>
    <w:rsid w:val="00867334"/>
    <w:rsid w:val="008674F1"/>
    <w:rsid w:val="00867788"/>
    <w:rsid w:val="0087129F"/>
    <w:rsid w:val="00871934"/>
    <w:rsid w:val="00871E71"/>
    <w:rsid w:val="00872D27"/>
    <w:rsid w:val="008733FF"/>
    <w:rsid w:val="008739E4"/>
    <w:rsid w:val="00873BDF"/>
    <w:rsid w:val="00875482"/>
    <w:rsid w:val="008758A5"/>
    <w:rsid w:val="00875AD0"/>
    <w:rsid w:val="00876749"/>
    <w:rsid w:val="008779CF"/>
    <w:rsid w:val="00880B1E"/>
    <w:rsid w:val="008814DE"/>
    <w:rsid w:val="00881A78"/>
    <w:rsid w:val="00881A7D"/>
    <w:rsid w:val="00881DF1"/>
    <w:rsid w:val="008825B6"/>
    <w:rsid w:val="00883F06"/>
    <w:rsid w:val="00884A8C"/>
    <w:rsid w:val="0088677B"/>
    <w:rsid w:val="008868EB"/>
    <w:rsid w:val="00886F48"/>
    <w:rsid w:val="00887271"/>
    <w:rsid w:val="00887C5B"/>
    <w:rsid w:val="008903C7"/>
    <w:rsid w:val="00891123"/>
    <w:rsid w:val="00891A23"/>
    <w:rsid w:val="008934D7"/>
    <w:rsid w:val="0089395A"/>
    <w:rsid w:val="00893E7C"/>
    <w:rsid w:val="008949A0"/>
    <w:rsid w:val="008953E9"/>
    <w:rsid w:val="0089610E"/>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849"/>
    <w:rsid w:val="008C04A3"/>
    <w:rsid w:val="008C2D49"/>
    <w:rsid w:val="008C2DDE"/>
    <w:rsid w:val="008C3184"/>
    <w:rsid w:val="008C40D6"/>
    <w:rsid w:val="008C4AA6"/>
    <w:rsid w:val="008C5A2E"/>
    <w:rsid w:val="008C607B"/>
    <w:rsid w:val="008C63E2"/>
    <w:rsid w:val="008C6840"/>
    <w:rsid w:val="008C75E9"/>
    <w:rsid w:val="008D0240"/>
    <w:rsid w:val="008D05E0"/>
    <w:rsid w:val="008D1666"/>
    <w:rsid w:val="008D1BFF"/>
    <w:rsid w:val="008D222F"/>
    <w:rsid w:val="008D6B9E"/>
    <w:rsid w:val="008E024B"/>
    <w:rsid w:val="008E04A8"/>
    <w:rsid w:val="008E108A"/>
    <w:rsid w:val="008E135C"/>
    <w:rsid w:val="008E1A9A"/>
    <w:rsid w:val="008E1CEB"/>
    <w:rsid w:val="008E2030"/>
    <w:rsid w:val="008E253F"/>
    <w:rsid w:val="008E2C06"/>
    <w:rsid w:val="008E2DE9"/>
    <w:rsid w:val="008E3822"/>
    <w:rsid w:val="008E420A"/>
    <w:rsid w:val="008E58A5"/>
    <w:rsid w:val="008E62F1"/>
    <w:rsid w:val="008E75FF"/>
    <w:rsid w:val="008E7876"/>
    <w:rsid w:val="008F0104"/>
    <w:rsid w:val="008F1925"/>
    <w:rsid w:val="008F19F3"/>
    <w:rsid w:val="008F2C46"/>
    <w:rsid w:val="008F3E4F"/>
    <w:rsid w:val="008F51A9"/>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26E1"/>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276A7"/>
    <w:rsid w:val="009310E6"/>
    <w:rsid w:val="009311FA"/>
    <w:rsid w:val="009312A9"/>
    <w:rsid w:val="00932B8F"/>
    <w:rsid w:val="009330DD"/>
    <w:rsid w:val="00933AF9"/>
    <w:rsid w:val="0093517E"/>
    <w:rsid w:val="009379E4"/>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7071"/>
    <w:rsid w:val="009573DF"/>
    <w:rsid w:val="009575AA"/>
    <w:rsid w:val="00957609"/>
    <w:rsid w:val="009615D9"/>
    <w:rsid w:val="00962A74"/>
    <w:rsid w:val="00962B65"/>
    <w:rsid w:val="009633C1"/>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48F4"/>
    <w:rsid w:val="009855D5"/>
    <w:rsid w:val="00985904"/>
    <w:rsid w:val="00985CFE"/>
    <w:rsid w:val="00986327"/>
    <w:rsid w:val="009901D5"/>
    <w:rsid w:val="00994C6E"/>
    <w:rsid w:val="00994E88"/>
    <w:rsid w:val="0099513E"/>
    <w:rsid w:val="00995222"/>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B7EAE"/>
    <w:rsid w:val="009C08FE"/>
    <w:rsid w:val="009C3113"/>
    <w:rsid w:val="009C419C"/>
    <w:rsid w:val="009C6682"/>
    <w:rsid w:val="009C7E4D"/>
    <w:rsid w:val="009D051D"/>
    <w:rsid w:val="009D12F8"/>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5591"/>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7B9"/>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70337"/>
    <w:rsid w:val="00A709B1"/>
    <w:rsid w:val="00A71A1A"/>
    <w:rsid w:val="00A726DF"/>
    <w:rsid w:val="00A73228"/>
    <w:rsid w:val="00A74A10"/>
    <w:rsid w:val="00A75545"/>
    <w:rsid w:val="00A75F6F"/>
    <w:rsid w:val="00A7666B"/>
    <w:rsid w:val="00A77312"/>
    <w:rsid w:val="00A77ADE"/>
    <w:rsid w:val="00A80DCA"/>
    <w:rsid w:val="00A82633"/>
    <w:rsid w:val="00A82F1B"/>
    <w:rsid w:val="00A83A0C"/>
    <w:rsid w:val="00A85ECE"/>
    <w:rsid w:val="00A87326"/>
    <w:rsid w:val="00A87E39"/>
    <w:rsid w:val="00A900A2"/>
    <w:rsid w:val="00A90902"/>
    <w:rsid w:val="00A90EF9"/>
    <w:rsid w:val="00A92ACC"/>
    <w:rsid w:val="00A92FDA"/>
    <w:rsid w:val="00A93E56"/>
    <w:rsid w:val="00A94E0E"/>
    <w:rsid w:val="00A95BC5"/>
    <w:rsid w:val="00A976E5"/>
    <w:rsid w:val="00A979AA"/>
    <w:rsid w:val="00A97BA5"/>
    <w:rsid w:val="00AA079B"/>
    <w:rsid w:val="00AA2E2E"/>
    <w:rsid w:val="00AA3B05"/>
    <w:rsid w:val="00AA3D73"/>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5D68"/>
    <w:rsid w:val="00AB6F0D"/>
    <w:rsid w:val="00AB7F40"/>
    <w:rsid w:val="00AC05DE"/>
    <w:rsid w:val="00AC0EDA"/>
    <w:rsid w:val="00AC121C"/>
    <w:rsid w:val="00AC17CF"/>
    <w:rsid w:val="00AC219F"/>
    <w:rsid w:val="00AC2A19"/>
    <w:rsid w:val="00AC394A"/>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628"/>
    <w:rsid w:val="00AD7D97"/>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788"/>
    <w:rsid w:val="00B029A7"/>
    <w:rsid w:val="00B02AAA"/>
    <w:rsid w:val="00B02E48"/>
    <w:rsid w:val="00B048A6"/>
    <w:rsid w:val="00B04B52"/>
    <w:rsid w:val="00B04EF6"/>
    <w:rsid w:val="00B05B5B"/>
    <w:rsid w:val="00B05B61"/>
    <w:rsid w:val="00B05FC9"/>
    <w:rsid w:val="00B06272"/>
    <w:rsid w:val="00B063A4"/>
    <w:rsid w:val="00B06481"/>
    <w:rsid w:val="00B075FB"/>
    <w:rsid w:val="00B07C32"/>
    <w:rsid w:val="00B10933"/>
    <w:rsid w:val="00B10A9B"/>
    <w:rsid w:val="00B11F06"/>
    <w:rsid w:val="00B129AD"/>
    <w:rsid w:val="00B12ED0"/>
    <w:rsid w:val="00B13C5A"/>
    <w:rsid w:val="00B13DB9"/>
    <w:rsid w:val="00B14AFD"/>
    <w:rsid w:val="00B15751"/>
    <w:rsid w:val="00B15E1F"/>
    <w:rsid w:val="00B16CFB"/>
    <w:rsid w:val="00B16DD8"/>
    <w:rsid w:val="00B22441"/>
    <w:rsid w:val="00B238BB"/>
    <w:rsid w:val="00B24636"/>
    <w:rsid w:val="00B250FA"/>
    <w:rsid w:val="00B25A15"/>
    <w:rsid w:val="00B2684A"/>
    <w:rsid w:val="00B27111"/>
    <w:rsid w:val="00B2761E"/>
    <w:rsid w:val="00B27E30"/>
    <w:rsid w:val="00B30904"/>
    <w:rsid w:val="00B30BD7"/>
    <w:rsid w:val="00B3234F"/>
    <w:rsid w:val="00B327CA"/>
    <w:rsid w:val="00B33CAB"/>
    <w:rsid w:val="00B34FA6"/>
    <w:rsid w:val="00B35634"/>
    <w:rsid w:val="00B362D9"/>
    <w:rsid w:val="00B36DC5"/>
    <w:rsid w:val="00B37A47"/>
    <w:rsid w:val="00B37F26"/>
    <w:rsid w:val="00B401E4"/>
    <w:rsid w:val="00B40847"/>
    <w:rsid w:val="00B40C3F"/>
    <w:rsid w:val="00B40E4C"/>
    <w:rsid w:val="00B4113E"/>
    <w:rsid w:val="00B41688"/>
    <w:rsid w:val="00B416FF"/>
    <w:rsid w:val="00B423BC"/>
    <w:rsid w:val="00B42561"/>
    <w:rsid w:val="00B426C2"/>
    <w:rsid w:val="00B42879"/>
    <w:rsid w:val="00B4296E"/>
    <w:rsid w:val="00B449CA"/>
    <w:rsid w:val="00B458B7"/>
    <w:rsid w:val="00B45F2A"/>
    <w:rsid w:val="00B46275"/>
    <w:rsid w:val="00B46B50"/>
    <w:rsid w:val="00B46C31"/>
    <w:rsid w:val="00B500FE"/>
    <w:rsid w:val="00B5046C"/>
    <w:rsid w:val="00B504F8"/>
    <w:rsid w:val="00B50D24"/>
    <w:rsid w:val="00B50D75"/>
    <w:rsid w:val="00B51284"/>
    <w:rsid w:val="00B5269E"/>
    <w:rsid w:val="00B53201"/>
    <w:rsid w:val="00B5363C"/>
    <w:rsid w:val="00B53A20"/>
    <w:rsid w:val="00B567D8"/>
    <w:rsid w:val="00B56A4A"/>
    <w:rsid w:val="00B56C4C"/>
    <w:rsid w:val="00B57064"/>
    <w:rsid w:val="00B57206"/>
    <w:rsid w:val="00B57762"/>
    <w:rsid w:val="00B57D3F"/>
    <w:rsid w:val="00B6018C"/>
    <w:rsid w:val="00B60DA0"/>
    <w:rsid w:val="00B63F00"/>
    <w:rsid w:val="00B643D4"/>
    <w:rsid w:val="00B64CC2"/>
    <w:rsid w:val="00B65AA4"/>
    <w:rsid w:val="00B65DFE"/>
    <w:rsid w:val="00B66255"/>
    <w:rsid w:val="00B669A4"/>
    <w:rsid w:val="00B700D8"/>
    <w:rsid w:val="00B721AE"/>
    <w:rsid w:val="00B72230"/>
    <w:rsid w:val="00B7621F"/>
    <w:rsid w:val="00B764C9"/>
    <w:rsid w:val="00B76F83"/>
    <w:rsid w:val="00B77A79"/>
    <w:rsid w:val="00B77BB3"/>
    <w:rsid w:val="00B77D0A"/>
    <w:rsid w:val="00B8016D"/>
    <w:rsid w:val="00B80B7C"/>
    <w:rsid w:val="00B81235"/>
    <w:rsid w:val="00B8167F"/>
    <w:rsid w:val="00B81726"/>
    <w:rsid w:val="00B8267A"/>
    <w:rsid w:val="00B82FF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356E"/>
    <w:rsid w:val="00BA3B09"/>
    <w:rsid w:val="00BA3E4D"/>
    <w:rsid w:val="00BA507B"/>
    <w:rsid w:val="00BA6C93"/>
    <w:rsid w:val="00BA6D66"/>
    <w:rsid w:val="00BB23C5"/>
    <w:rsid w:val="00BB2C6B"/>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18E"/>
    <w:rsid w:val="00BC4552"/>
    <w:rsid w:val="00BC4AC8"/>
    <w:rsid w:val="00BC7C7C"/>
    <w:rsid w:val="00BD0265"/>
    <w:rsid w:val="00BD0562"/>
    <w:rsid w:val="00BD2B11"/>
    <w:rsid w:val="00BD3E86"/>
    <w:rsid w:val="00BD4532"/>
    <w:rsid w:val="00BD6934"/>
    <w:rsid w:val="00BD717F"/>
    <w:rsid w:val="00BD72C4"/>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5DC"/>
    <w:rsid w:val="00BF4A2E"/>
    <w:rsid w:val="00BF4E72"/>
    <w:rsid w:val="00BF5276"/>
    <w:rsid w:val="00BF5450"/>
    <w:rsid w:val="00BF56BA"/>
    <w:rsid w:val="00BF578E"/>
    <w:rsid w:val="00BF622C"/>
    <w:rsid w:val="00BF6807"/>
    <w:rsid w:val="00BF71C3"/>
    <w:rsid w:val="00C01172"/>
    <w:rsid w:val="00C014A8"/>
    <w:rsid w:val="00C02709"/>
    <w:rsid w:val="00C02B99"/>
    <w:rsid w:val="00C03052"/>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BED"/>
    <w:rsid w:val="00C259A4"/>
    <w:rsid w:val="00C268C5"/>
    <w:rsid w:val="00C273E1"/>
    <w:rsid w:val="00C27B10"/>
    <w:rsid w:val="00C27E6C"/>
    <w:rsid w:val="00C27ED2"/>
    <w:rsid w:val="00C27FF3"/>
    <w:rsid w:val="00C313B8"/>
    <w:rsid w:val="00C31679"/>
    <w:rsid w:val="00C3171D"/>
    <w:rsid w:val="00C3177B"/>
    <w:rsid w:val="00C3190F"/>
    <w:rsid w:val="00C32AE8"/>
    <w:rsid w:val="00C32F24"/>
    <w:rsid w:val="00C34B22"/>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5B7"/>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83E"/>
    <w:rsid w:val="00C67980"/>
    <w:rsid w:val="00C70218"/>
    <w:rsid w:val="00C705B8"/>
    <w:rsid w:val="00C70B9C"/>
    <w:rsid w:val="00C71564"/>
    <w:rsid w:val="00C729D8"/>
    <w:rsid w:val="00C731B0"/>
    <w:rsid w:val="00C736D9"/>
    <w:rsid w:val="00C74D8A"/>
    <w:rsid w:val="00C75196"/>
    <w:rsid w:val="00C7651A"/>
    <w:rsid w:val="00C77166"/>
    <w:rsid w:val="00C801C4"/>
    <w:rsid w:val="00C80960"/>
    <w:rsid w:val="00C81445"/>
    <w:rsid w:val="00C81A2D"/>
    <w:rsid w:val="00C81FCA"/>
    <w:rsid w:val="00C82AA0"/>
    <w:rsid w:val="00C82AF1"/>
    <w:rsid w:val="00C82DE2"/>
    <w:rsid w:val="00C8345D"/>
    <w:rsid w:val="00C836BC"/>
    <w:rsid w:val="00C83BEE"/>
    <w:rsid w:val="00C84939"/>
    <w:rsid w:val="00C85020"/>
    <w:rsid w:val="00C855B6"/>
    <w:rsid w:val="00C8590C"/>
    <w:rsid w:val="00C861DF"/>
    <w:rsid w:val="00C870B7"/>
    <w:rsid w:val="00C87447"/>
    <w:rsid w:val="00C878E4"/>
    <w:rsid w:val="00C87FA9"/>
    <w:rsid w:val="00C91F55"/>
    <w:rsid w:val="00C91F7A"/>
    <w:rsid w:val="00C92083"/>
    <w:rsid w:val="00C920D9"/>
    <w:rsid w:val="00C95E9B"/>
    <w:rsid w:val="00C96F12"/>
    <w:rsid w:val="00C97417"/>
    <w:rsid w:val="00C97863"/>
    <w:rsid w:val="00CA2300"/>
    <w:rsid w:val="00CA2520"/>
    <w:rsid w:val="00CA300B"/>
    <w:rsid w:val="00CA3446"/>
    <w:rsid w:val="00CA38E0"/>
    <w:rsid w:val="00CA3E56"/>
    <w:rsid w:val="00CA4237"/>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3B19"/>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5C69"/>
    <w:rsid w:val="00D0680B"/>
    <w:rsid w:val="00D06B89"/>
    <w:rsid w:val="00D07962"/>
    <w:rsid w:val="00D07D2E"/>
    <w:rsid w:val="00D10A16"/>
    <w:rsid w:val="00D127AB"/>
    <w:rsid w:val="00D12B25"/>
    <w:rsid w:val="00D143FC"/>
    <w:rsid w:val="00D14EFA"/>
    <w:rsid w:val="00D15AD4"/>
    <w:rsid w:val="00D175FD"/>
    <w:rsid w:val="00D20835"/>
    <w:rsid w:val="00D2104C"/>
    <w:rsid w:val="00D21F31"/>
    <w:rsid w:val="00D2383A"/>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C87"/>
    <w:rsid w:val="00D43E7E"/>
    <w:rsid w:val="00D45F6A"/>
    <w:rsid w:val="00D46B56"/>
    <w:rsid w:val="00D5017A"/>
    <w:rsid w:val="00D50F0A"/>
    <w:rsid w:val="00D51626"/>
    <w:rsid w:val="00D51C7D"/>
    <w:rsid w:val="00D5243A"/>
    <w:rsid w:val="00D53B47"/>
    <w:rsid w:val="00D53BDE"/>
    <w:rsid w:val="00D53CD4"/>
    <w:rsid w:val="00D55525"/>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B98"/>
    <w:rsid w:val="00D85E62"/>
    <w:rsid w:val="00D86AA8"/>
    <w:rsid w:val="00D87329"/>
    <w:rsid w:val="00D87EC3"/>
    <w:rsid w:val="00D907FC"/>
    <w:rsid w:val="00D9091A"/>
    <w:rsid w:val="00D90DCE"/>
    <w:rsid w:val="00D90DE5"/>
    <w:rsid w:val="00D92141"/>
    <w:rsid w:val="00D92611"/>
    <w:rsid w:val="00D92B44"/>
    <w:rsid w:val="00D93B06"/>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9F0"/>
    <w:rsid w:val="00DB0AA2"/>
    <w:rsid w:val="00DB122D"/>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D005E"/>
    <w:rsid w:val="00DD0511"/>
    <w:rsid w:val="00DD0FD1"/>
    <w:rsid w:val="00DD1996"/>
    <w:rsid w:val="00DD1FE5"/>
    <w:rsid w:val="00DD28D1"/>
    <w:rsid w:val="00DD2C05"/>
    <w:rsid w:val="00DD3C89"/>
    <w:rsid w:val="00DD422C"/>
    <w:rsid w:val="00DD42C8"/>
    <w:rsid w:val="00DD5E7B"/>
    <w:rsid w:val="00DD6C94"/>
    <w:rsid w:val="00DD7D72"/>
    <w:rsid w:val="00DD7E89"/>
    <w:rsid w:val="00DE09EC"/>
    <w:rsid w:val="00DE54A8"/>
    <w:rsid w:val="00DE578C"/>
    <w:rsid w:val="00DE712C"/>
    <w:rsid w:val="00DE73B5"/>
    <w:rsid w:val="00DE7D2D"/>
    <w:rsid w:val="00DF0746"/>
    <w:rsid w:val="00DF0FC8"/>
    <w:rsid w:val="00DF22EE"/>
    <w:rsid w:val="00DF2AE0"/>
    <w:rsid w:val="00DF2C48"/>
    <w:rsid w:val="00DF32DE"/>
    <w:rsid w:val="00DF372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6482"/>
    <w:rsid w:val="00E07154"/>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87A"/>
    <w:rsid w:val="00E25FF0"/>
    <w:rsid w:val="00E303CA"/>
    <w:rsid w:val="00E30F5C"/>
    <w:rsid w:val="00E329BE"/>
    <w:rsid w:val="00E329C6"/>
    <w:rsid w:val="00E32D4C"/>
    <w:rsid w:val="00E334B2"/>
    <w:rsid w:val="00E33A75"/>
    <w:rsid w:val="00E35B8F"/>
    <w:rsid w:val="00E377F4"/>
    <w:rsid w:val="00E37EED"/>
    <w:rsid w:val="00E37FCB"/>
    <w:rsid w:val="00E41761"/>
    <w:rsid w:val="00E435B7"/>
    <w:rsid w:val="00E44FB9"/>
    <w:rsid w:val="00E45232"/>
    <w:rsid w:val="00E455DB"/>
    <w:rsid w:val="00E47073"/>
    <w:rsid w:val="00E52C7C"/>
    <w:rsid w:val="00E533BD"/>
    <w:rsid w:val="00E53D18"/>
    <w:rsid w:val="00E54863"/>
    <w:rsid w:val="00E554D4"/>
    <w:rsid w:val="00E5581E"/>
    <w:rsid w:val="00E56F7E"/>
    <w:rsid w:val="00E57A5E"/>
    <w:rsid w:val="00E60C0B"/>
    <w:rsid w:val="00E60FC4"/>
    <w:rsid w:val="00E628C4"/>
    <w:rsid w:val="00E62B35"/>
    <w:rsid w:val="00E62FEB"/>
    <w:rsid w:val="00E634A8"/>
    <w:rsid w:val="00E648B9"/>
    <w:rsid w:val="00E649EA"/>
    <w:rsid w:val="00E64D9D"/>
    <w:rsid w:val="00E65154"/>
    <w:rsid w:val="00E659A0"/>
    <w:rsid w:val="00E66430"/>
    <w:rsid w:val="00E70C37"/>
    <w:rsid w:val="00E713AA"/>
    <w:rsid w:val="00E71580"/>
    <w:rsid w:val="00E7365E"/>
    <w:rsid w:val="00E7388F"/>
    <w:rsid w:val="00E73E30"/>
    <w:rsid w:val="00E73E84"/>
    <w:rsid w:val="00E75933"/>
    <w:rsid w:val="00E75D34"/>
    <w:rsid w:val="00E760E8"/>
    <w:rsid w:val="00E76925"/>
    <w:rsid w:val="00E77391"/>
    <w:rsid w:val="00E80A73"/>
    <w:rsid w:val="00E80D3C"/>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034"/>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C7CCE"/>
    <w:rsid w:val="00ED0A30"/>
    <w:rsid w:val="00ED0D54"/>
    <w:rsid w:val="00ED0E82"/>
    <w:rsid w:val="00ED0F65"/>
    <w:rsid w:val="00ED12A6"/>
    <w:rsid w:val="00ED13F5"/>
    <w:rsid w:val="00ED18E6"/>
    <w:rsid w:val="00ED2043"/>
    <w:rsid w:val="00ED382B"/>
    <w:rsid w:val="00ED4121"/>
    <w:rsid w:val="00ED4144"/>
    <w:rsid w:val="00ED4DBE"/>
    <w:rsid w:val="00ED6918"/>
    <w:rsid w:val="00ED6B3D"/>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1EB3"/>
    <w:rsid w:val="00F12884"/>
    <w:rsid w:val="00F13D3D"/>
    <w:rsid w:val="00F13F4F"/>
    <w:rsid w:val="00F147A6"/>
    <w:rsid w:val="00F14BFA"/>
    <w:rsid w:val="00F14E60"/>
    <w:rsid w:val="00F15402"/>
    <w:rsid w:val="00F154E0"/>
    <w:rsid w:val="00F15671"/>
    <w:rsid w:val="00F16068"/>
    <w:rsid w:val="00F166A3"/>
    <w:rsid w:val="00F16FE8"/>
    <w:rsid w:val="00F17C71"/>
    <w:rsid w:val="00F20393"/>
    <w:rsid w:val="00F21E8A"/>
    <w:rsid w:val="00F224C3"/>
    <w:rsid w:val="00F243DB"/>
    <w:rsid w:val="00F252D2"/>
    <w:rsid w:val="00F25C13"/>
    <w:rsid w:val="00F30972"/>
    <w:rsid w:val="00F30F33"/>
    <w:rsid w:val="00F30F5A"/>
    <w:rsid w:val="00F31084"/>
    <w:rsid w:val="00F31535"/>
    <w:rsid w:val="00F32B5B"/>
    <w:rsid w:val="00F331BD"/>
    <w:rsid w:val="00F34632"/>
    <w:rsid w:val="00F3717C"/>
    <w:rsid w:val="00F37D78"/>
    <w:rsid w:val="00F37DFB"/>
    <w:rsid w:val="00F40BB4"/>
    <w:rsid w:val="00F421AD"/>
    <w:rsid w:val="00F42289"/>
    <w:rsid w:val="00F42951"/>
    <w:rsid w:val="00F42B15"/>
    <w:rsid w:val="00F43200"/>
    <w:rsid w:val="00F43AE4"/>
    <w:rsid w:val="00F44929"/>
    <w:rsid w:val="00F44B6C"/>
    <w:rsid w:val="00F46DAA"/>
    <w:rsid w:val="00F50EA6"/>
    <w:rsid w:val="00F5116D"/>
    <w:rsid w:val="00F5243A"/>
    <w:rsid w:val="00F52C48"/>
    <w:rsid w:val="00F539BF"/>
    <w:rsid w:val="00F54900"/>
    <w:rsid w:val="00F54D30"/>
    <w:rsid w:val="00F54D53"/>
    <w:rsid w:val="00F54E76"/>
    <w:rsid w:val="00F55EDE"/>
    <w:rsid w:val="00F5634C"/>
    <w:rsid w:val="00F56C9A"/>
    <w:rsid w:val="00F57052"/>
    <w:rsid w:val="00F5709B"/>
    <w:rsid w:val="00F57B87"/>
    <w:rsid w:val="00F615EB"/>
    <w:rsid w:val="00F62A8B"/>
    <w:rsid w:val="00F62E56"/>
    <w:rsid w:val="00F62F3D"/>
    <w:rsid w:val="00F6340E"/>
    <w:rsid w:val="00F64436"/>
    <w:rsid w:val="00F65652"/>
    <w:rsid w:val="00F65A05"/>
    <w:rsid w:val="00F6612C"/>
    <w:rsid w:val="00F676F0"/>
    <w:rsid w:val="00F7163C"/>
    <w:rsid w:val="00F717EC"/>
    <w:rsid w:val="00F71A17"/>
    <w:rsid w:val="00F7305A"/>
    <w:rsid w:val="00F7464A"/>
    <w:rsid w:val="00F74B12"/>
    <w:rsid w:val="00F74B71"/>
    <w:rsid w:val="00F75B34"/>
    <w:rsid w:val="00F76C1B"/>
    <w:rsid w:val="00F774B1"/>
    <w:rsid w:val="00F80722"/>
    <w:rsid w:val="00F812A4"/>
    <w:rsid w:val="00F817B9"/>
    <w:rsid w:val="00F821D8"/>
    <w:rsid w:val="00F82B95"/>
    <w:rsid w:val="00F8334C"/>
    <w:rsid w:val="00F83565"/>
    <w:rsid w:val="00F86121"/>
    <w:rsid w:val="00F87090"/>
    <w:rsid w:val="00F87E0D"/>
    <w:rsid w:val="00F9057D"/>
    <w:rsid w:val="00F911C2"/>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687C"/>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E6DD8"/>
    <w:rsid w:val="00FE7A78"/>
    <w:rsid w:val="00FF0023"/>
    <w:rsid w:val="00FF029F"/>
    <w:rsid w:val="00FF0570"/>
    <w:rsid w:val="00FF097E"/>
    <w:rsid w:val="00FF09AC"/>
    <w:rsid w:val="00FF3BD2"/>
    <w:rsid w:val="00FF41D0"/>
    <w:rsid w:val="00FF4424"/>
    <w:rsid w:val="00FF4957"/>
    <w:rsid w:val="00FF4DDE"/>
    <w:rsid w:val="00FF65A6"/>
    <w:rsid w:val="00FF6A56"/>
    <w:rsid w:val="00FF76EE"/>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862DD07"/>
  <w15:chartTrackingRefBased/>
  <w15:docId w15:val="{45EA3105-FC7E-4477-A24A-9DEBFEC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62E5"/>
    <w:pPr>
      <w:spacing w:before="160" w:after="160" w:line="276" w:lineRule="auto"/>
    </w:pPr>
    <w:rPr>
      <w:rFonts w:ascii="Lato" w:hAnsi="Lato"/>
      <w:sz w:val="24"/>
      <w:szCs w:val="24"/>
      <w:lang w:eastAsia="en-US"/>
    </w:rPr>
  </w:style>
  <w:style w:type="paragraph" w:styleId="Nagwek1">
    <w:name w:val="heading 1"/>
    <w:basedOn w:val="Normalny"/>
    <w:next w:val="Normalny"/>
    <w:link w:val="Nagwek1Znak"/>
    <w:qFormat/>
    <w:rsid w:val="003662E5"/>
    <w:pPr>
      <w:keepNext/>
      <w:pageBreakBefore/>
      <w:numPr>
        <w:numId w:val="6"/>
      </w:numPr>
      <w:spacing w:before="240" w:after="60"/>
      <w:contextualSpacing/>
      <w:outlineLvl w:val="0"/>
    </w:pPr>
    <w:rPr>
      <w:b/>
      <w:bCs/>
      <w:kern w:val="32"/>
      <w:sz w:val="40"/>
      <w:szCs w:val="32"/>
    </w:rPr>
  </w:style>
  <w:style w:type="paragraph" w:styleId="Nagwek2">
    <w:name w:val="heading 2"/>
    <w:basedOn w:val="Normalny"/>
    <w:next w:val="Normalny"/>
    <w:link w:val="Nagwek2Znak"/>
    <w:qFormat/>
    <w:rsid w:val="003662E5"/>
    <w:pPr>
      <w:keepNext/>
      <w:numPr>
        <w:ilvl w:val="1"/>
        <w:numId w:val="6"/>
      </w:numPr>
      <w:spacing w:before="240" w:after="120" w:line="400" w:lineRule="exact"/>
      <w:outlineLvl w:val="1"/>
    </w:pPr>
    <w:rPr>
      <w:b/>
      <w:bCs/>
      <w:iCs/>
      <w:sz w:val="32"/>
      <w:szCs w:val="28"/>
    </w:rPr>
  </w:style>
  <w:style w:type="paragraph" w:styleId="Nagwek3">
    <w:name w:val="heading 3"/>
    <w:basedOn w:val="Normalny"/>
    <w:next w:val="Normalny"/>
    <w:link w:val="Nagwek3Znak"/>
    <w:qFormat/>
    <w:rsid w:val="003662E5"/>
    <w:pPr>
      <w:keepNext/>
      <w:numPr>
        <w:ilvl w:val="2"/>
        <w:numId w:val="6"/>
      </w:numPr>
      <w:spacing w:before="240" w:after="120" w:line="320" w:lineRule="exact"/>
      <w:outlineLvl w:val="2"/>
    </w:pPr>
    <w:rPr>
      <w:b/>
      <w:bCs/>
      <w:sz w:val="28"/>
      <w:szCs w:val="26"/>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662E5"/>
    <w:rPr>
      <w:rFonts w:ascii="Lato" w:hAnsi="Lato"/>
      <w:b/>
      <w:bCs/>
      <w:kern w:val="32"/>
      <w:sz w:val="40"/>
      <w:szCs w:val="32"/>
      <w:lang w:eastAsia="en-US"/>
    </w:rPr>
  </w:style>
  <w:style w:type="character" w:customStyle="1" w:styleId="Nagwek2Znak">
    <w:name w:val="Nagłówek 2 Znak"/>
    <w:link w:val="Nagwek2"/>
    <w:rsid w:val="003662E5"/>
    <w:rPr>
      <w:rFonts w:ascii="Lato" w:hAnsi="Lato"/>
      <w:b/>
      <w:bCs/>
      <w:iCs/>
      <w:sz w:val="32"/>
      <w:szCs w:val="28"/>
      <w:lang w:eastAsia="en-US"/>
    </w:rPr>
  </w:style>
  <w:style w:type="character" w:customStyle="1" w:styleId="Nagwek3Znak">
    <w:name w:val="Nagłówek 3 Znak"/>
    <w:link w:val="Nagwek3"/>
    <w:rsid w:val="003662E5"/>
    <w:rPr>
      <w:rFonts w:ascii="Lato" w:hAnsi="Lato"/>
      <w:b/>
      <w:bCs/>
      <w:sz w:val="28"/>
      <w:szCs w:val="26"/>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D12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zwyky">
    <w:name w:val="Tabela zwykły"/>
    <w:basedOn w:val="Normalny"/>
    <w:qFormat/>
    <w:rsid w:val="0088677B"/>
    <w:pPr>
      <w:spacing w:before="60" w:after="60"/>
    </w:pPr>
    <w:rPr>
      <w:rFonts w:eastAsia="Times New Roman" w:cs="Arial"/>
      <w:sz w:val="20"/>
      <w:szCs w:val="20"/>
      <w:lang w:eastAsia="pl-PL"/>
    </w:rPr>
  </w:style>
  <w:style w:type="paragraph" w:styleId="Akapitzlist">
    <w:name w:val="List Paragraph"/>
    <w:aliases w:val="Numerowanie"/>
    <w:basedOn w:val="Normalny"/>
    <w:link w:val="AkapitzlistZnak"/>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3662E5"/>
    <w:pPr>
      <w:spacing w:before="4000"/>
      <w:ind w:left="1134"/>
      <w:jc w:val="right"/>
    </w:pPr>
    <w:rPr>
      <w:b/>
      <w:sz w:val="48"/>
      <w:szCs w:val="48"/>
    </w:rPr>
  </w:style>
  <w:style w:type="character" w:customStyle="1" w:styleId="TytuZnak">
    <w:name w:val="Tytuł Znak"/>
    <w:link w:val="Tytu"/>
    <w:uiPriority w:val="10"/>
    <w:rsid w:val="003662E5"/>
    <w:rPr>
      <w:rFonts w:ascii="Lato" w:hAnsi="Lato"/>
      <w:b/>
      <w:sz w:val="48"/>
      <w:szCs w:val="48"/>
      <w:lang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Z2Nagwektabeli"/>
    <w:next w:val="Normalny"/>
    <w:qFormat/>
    <w:rsid w:val="003662E5"/>
    <w:rPr>
      <w:rFonts w:ascii="Lato" w:hAnsi="Lato" w:cs="Open Sans"/>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88677B"/>
    <w:pPr>
      <w:spacing w:before="480"/>
    </w:pPr>
    <w:rPr>
      <w:b w:val="0"/>
      <w:sz w:val="22"/>
    </w:rPr>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character" w:customStyle="1" w:styleId="AkapitzlistZnak">
    <w:name w:val="Akapit z listą Znak"/>
    <w:aliases w:val="Numerowanie Znak"/>
    <w:link w:val="Akapitzlist"/>
    <w:uiPriority w:val="34"/>
    <w:locked/>
    <w:rsid w:val="00B37F26"/>
    <w:rPr>
      <w:rFonts w:ascii="Times New Roman" w:eastAsia="Times New Roman" w:hAnsi="Times New Roman" w:cs="Calibri"/>
      <w:sz w:val="24"/>
      <w:szCs w:val="24"/>
      <w:lang w:eastAsia="ar-SA"/>
    </w:rPr>
  </w:style>
  <w:style w:type="character" w:styleId="Nierozpoznanawzmianka">
    <w:name w:val="Unresolved Mention"/>
    <w:uiPriority w:val="99"/>
    <w:semiHidden/>
    <w:unhideWhenUsed/>
    <w:rsid w:val="004623FE"/>
    <w:rPr>
      <w:color w:val="605E5C"/>
      <w:shd w:val="clear" w:color="auto" w:fill="E1DFDD"/>
    </w:rPr>
  </w:style>
  <w:style w:type="paragraph" w:customStyle="1" w:styleId="spis">
    <w:name w:val="spis"/>
    <w:link w:val="spisZnak"/>
    <w:qFormat/>
    <w:rsid w:val="003662E5"/>
    <w:rPr>
      <w:rFonts w:ascii="Lato" w:hAnsi="Lato" w:cs="Open Sans"/>
      <w:b/>
      <w:sz w:val="36"/>
      <w:szCs w:val="24"/>
      <w:lang w:eastAsia="en-US"/>
    </w:rPr>
  </w:style>
  <w:style w:type="character" w:customStyle="1" w:styleId="spisZnak">
    <w:name w:val="spis Znak"/>
    <w:basedOn w:val="Domylnaczcionkaakapitu"/>
    <w:link w:val="spis"/>
    <w:rsid w:val="003662E5"/>
    <w:rPr>
      <w:rFonts w:ascii="Lato" w:hAnsi="Lato" w:cs="Open Sans"/>
      <w:b/>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83153-0B1A-44F9-8E2F-1EA70215F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ZF2_ZRZ_DPS_v1.0.dotx</Template>
  <TotalTime>61</TotalTime>
  <Pages>15</Pages>
  <Words>1750</Words>
  <Characters>15402</Characters>
  <Application>Microsoft Office Word</Application>
  <DocSecurity>0</DocSecurity>
  <Lines>128</Lines>
  <Paragraphs>34</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dokumentu wycofania wniosku WZZA/WZBO na wniosek podatnika (WZZA_WZBO_CANCEL)</vt:lpstr>
    </vt:vector>
  </TitlesOfParts>
  <Company>Asseco Poland SA.</Company>
  <LinksUpToDate>false</LinksUpToDate>
  <CharactersWithSpaces>17118</CharactersWithSpaces>
  <SharedDoc>false</SharedDoc>
  <HLinks>
    <vt:vector size="168" baseType="variant">
      <vt:variant>
        <vt:i4>327688</vt:i4>
      </vt:variant>
      <vt:variant>
        <vt:i4>198</vt:i4>
      </vt:variant>
      <vt:variant>
        <vt:i4>0</vt:i4>
      </vt:variant>
      <vt:variant>
        <vt:i4>5</vt:i4>
      </vt:variant>
      <vt:variant>
        <vt:lpwstr/>
      </vt:variant>
      <vt:variant>
        <vt:lpwstr>ItemType</vt:lpwstr>
      </vt:variant>
      <vt:variant>
        <vt:i4>6684785</vt:i4>
      </vt:variant>
      <vt:variant>
        <vt:i4>195</vt:i4>
      </vt:variant>
      <vt:variant>
        <vt:i4>0</vt:i4>
      </vt:variant>
      <vt:variant>
        <vt:i4>5</vt:i4>
      </vt:variant>
      <vt:variant>
        <vt:lpwstr/>
      </vt:variant>
      <vt:variant>
        <vt:lpwstr>AddressPzwaType</vt:lpwstr>
      </vt:variant>
      <vt:variant>
        <vt:i4>7077987</vt:i4>
      </vt:variant>
      <vt:variant>
        <vt:i4>192</vt:i4>
      </vt:variant>
      <vt:variant>
        <vt:i4>0</vt:i4>
      </vt:variant>
      <vt:variant>
        <vt:i4>5</vt:i4>
      </vt:variant>
      <vt:variant>
        <vt:lpwstr/>
      </vt:variant>
      <vt:variant>
        <vt:lpwstr>DeclarationTaxpayerType</vt:lpwstr>
      </vt:variant>
      <vt:variant>
        <vt:i4>7995499</vt:i4>
      </vt:variant>
      <vt:variant>
        <vt:i4>189</vt:i4>
      </vt:variant>
      <vt:variant>
        <vt:i4>0</vt:i4>
      </vt:variant>
      <vt:variant>
        <vt:i4>5</vt:i4>
      </vt:variant>
      <vt:variant>
        <vt:lpwstr/>
      </vt:variant>
      <vt:variant>
        <vt:lpwstr>LegalBasisType</vt:lpwstr>
      </vt:variant>
      <vt:variant>
        <vt:i4>1966132</vt:i4>
      </vt:variant>
      <vt:variant>
        <vt:i4>161</vt:i4>
      </vt:variant>
      <vt:variant>
        <vt:i4>0</vt:i4>
      </vt:variant>
      <vt:variant>
        <vt:i4>5</vt:i4>
      </vt:variant>
      <vt:variant>
        <vt:lpwstr/>
      </vt:variant>
      <vt:variant>
        <vt:lpwstr>_Toc75106448</vt:lpwstr>
      </vt:variant>
      <vt:variant>
        <vt:i4>1114164</vt:i4>
      </vt:variant>
      <vt:variant>
        <vt:i4>155</vt:i4>
      </vt:variant>
      <vt:variant>
        <vt:i4>0</vt:i4>
      </vt:variant>
      <vt:variant>
        <vt:i4>5</vt:i4>
      </vt:variant>
      <vt:variant>
        <vt:lpwstr/>
      </vt:variant>
      <vt:variant>
        <vt:lpwstr>_Toc75106447</vt:lpwstr>
      </vt:variant>
      <vt:variant>
        <vt:i4>1048628</vt:i4>
      </vt:variant>
      <vt:variant>
        <vt:i4>149</vt:i4>
      </vt:variant>
      <vt:variant>
        <vt:i4>0</vt:i4>
      </vt:variant>
      <vt:variant>
        <vt:i4>5</vt:i4>
      </vt:variant>
      <vt:variant>
        <vt:lpwstr/>
      </vt:variant>
      <vt:variant>
        <vt:lpwstr>_Toc75106446</vt:lpwstr>
      </vt:variant>
      <vt:variant>
        <vt:i4>1245236</vt:i4>
      </vt:variant>
      <vt:variant>
        <vt:i4>143</vt:i4>
      </vt:variant>
      <vt:variant>
        <vt:i4>0</vt:i4>
      </vt:variant>
      <vt:variant>
        <vt:i4>5</vt:i4>
      </vt:variant>
      <vt:variant>
        <vt:lpwstr/>
      </vt:variant>
      <vt:variant>
        <vt:lpwstr>_Toc75106445</vt:lpwstr>
      </vt:variant>
      <vt:variant>
        <vt:i4>1179700</vt:i4>
      </vt:variant>
      <vt:variant>
        <vt:i4>137</vt:i4>
      </vt:variant>
      <vt:variant>
        <vt:i4>0</vt:i4>
      </vt:variant>
      <vt:variant>
        <vt:i4>5</vt:i4>
      </vt:variant>
      <vt:variant>
        <vt:lpwstr/>
      </vt:variant>
      <vt:variant>
        <vt:lpwstr>_Toc75106444</vt:lpwstr>
      </vt:variant>
      <vt:variant>
        <vt:i4>1376308</vt:i4>
      </vt:variant>
      <vt:variant>
        <vt:i4>128</vt:i4>
      </vt:variant>
      <vt:variant>
        <vt:i4>0</vt:i4>
      </vt:variant>
      <vt:variant>
        <vt:i4>5</vt:i4>
      </vt:variant>
      <vt:variant>
        <vt:lpwstr/>
      </vt:variant>
      <vt:variant>
        <vt:lpwstr>_Toc75106443</vt:lpwstr>
      </vt:variant>
      <vt:variant>
        <vt:i4>1310772</vt:i4>
      </vt:variant>
      <vt:variant>
        <vt:i4>122</vt:i4>
      </vt:variant>
      <vt:variant>
        <vt:i4>0</vt:i4>
      </vt:variant>
      <vt:variant>
        <vt:i4>5</vt:i4>
      </vt:variant>
      <vt:variant>
        <vt:lpwstr/>
      </vt:variant>
      <vt:variant>
        <vt:lpwstr>_Toc75106442</vt:lpwstr>
      </vt:variant>
      <vt:variant>
        <vt:i4>1507380</vt:i4>
      </vt:variant>
      <vt:variant>
        <vt:i4>116</vt:i4>
      </vt:variant>
      <vt:variant>
        <vt:i4>0</vt:i4>
      </vt:variant>
      <vt:variant>
        <vt:i4>5</vt:i4>
      </vt:variant>
      <vt:variant>
        <vt:lpwstr/>
      </vt:variant>
      <vt:variant>
        <vt:lpwstr>_Toc75106441</vt:lpwstr>
      </vt:variant>
      <vt:variant>
        <vt:i4>1441844</vt:i4>
      </vt:variant>
      <vt:variant>
        <vt:i4>110</vt:i4>
      </vt:variant>
      <vt:variant>
        <vt:i4>0</vt:i4>
      </vt:variant>
      <vt:variant>
        <vt:i4>5</vt:i4>
      </vt:variant>
      <vt:variant>
        <vt:lpwstr/>
      </vt:variant>
      <vt:variant>
        <vt:lpwstr>_Toc75106440</vt:lpwstr>
      </vt:variant>
      <vt:variant>
        <vt:i4>2031667</vt:i4>
      </vt:variant>
      <vt:variant>
        <vt:i4>104</vt:i4>
      </vt:variant>
      <vt:variant>
        <vt:i4>0</vt:i4>
      </vt:variant>
      <vt:variant>
        <vt:i4>5</vt:i4>
      </vt:variant>
      <vt:variant>
        <vt:lpwstr/>
      </vt:variant>
      <vt:variant>
        <vt:lpwstr>_Toc75106439</vt:lpwstr>
      </vt:variant>
      <vt:variant>
        <vt:i4>1966131</vt:i4>
      </vt:variant>
      <vt:variant>
        <vt:i4>98</vt:i4>
      </vt:variant>
      <vt:variant>
        <vt:i4>0</vt:i4>
      </vt:variant>
      <vt:variant>
        <vt:i4>5</vt:i4>
      </vt:variant>
      <vt:variant>
        <vt:lpwstr/>
      </vt:variant>
      <vt:variant>
        <vt:lpwstr>_Toc75106438</vt:lpwstr>
      </vt:variant>
      <vt:variant>
        <vt:i4>1114163</vt:i4>
      </vt:variant>
      <vt:variant>
        <vt:i4>92</vt:i4>
      </vt:variant>
      <vt:variant>
        <vt:i4>0</vt:i4>
      </vt:variant>
      <vt:variant>
        <vt:i4>5</vt:i4>
      </vt:variant>
      <vt:variant>
        <vt:lpwstr/>
      </vt:variant>
      <vt:variant>
        <vt:lpwstr>_Toc75106437</vt:lpwstr>
      </vt:variant>
      <vt:variant>
        <vt:i4>1048627</vt:i4>
      </vt:variant>
      <vt:variant>
        <vt:i4>86</vt:i4>
      </vt:variant>
      <vt:variant>
        <vt:i4>0</vt:i4>
      </vt:variant>
      <vt:variant>
        <vt:i4>5</vt:i4>
      </vt:variant>
      <vt:variant>
        <vt:lpwstr/>
      </vt:variant>
      <vt:variant>
        <vt:lpwstr>_Toc75106436</vt:lpwstr>
      </vt:variant>
      <vt:variant>
        <vt:i4>1245235</vt:i4>
      </vt:variant>
      <vt:variant>
        <vt:i4>80</vt:i4>
      </vt:variant>
      <vt:variant>
        <vt:i4>0</vt:i4>
      </vt:variant>
      <vt:variant>
        <vt:i4>5</vt:i4>
      </vt:variant>
      <vt:variant>
        <vt:lpwstr/>
      </vt:variant>
      <vt:variant>
        <vt:lpwstr>_Toc75106435</vt:lpwstr>
      </vt:variant>
      <vt:variant>
        <vt:i4>1179699</vt:i4>
      </vt:variant>
      <vt:variant>
        <vt:i4>74</vt:i4>
      </vt:variant>
      <vt:variant>
        <vt:i4>0</vt:i4>
      </vt:variant>
      <vt:variant>
        <vt:i4>5</vt:i4>
      </vt:variant>
      <vt:variant>
        <vt:lpwstr/>
      </vt:variant>
      <vt:variant>
        <vt:lpwstr>_Toc75106434</vt:lpwstr>
      </vt:variant>
      <vt:variant>
        <vt:i4>1376307</vt:i4>
      </vt:variant>
      <vt:variant>
        <vt:i4>68</vt:i4>
      </vt:variant>
      <vt:variant>
        <vt:i4>0</vt:i4>
      </vt:variant>
      <vt:variant>
        <vt:i4>5</vt:i4>
      </vt:variant>
      <vt:variant>
        <vt:lpwstr/>
      </vt:variant>
      <vt:variant>
        <vt:lpwstr>_Toc75106433</vt:lpwstr>
      </vt:variant>
      <vt:variant>
        <vt:i4>1310771</vt:i4>
      </vt:variant>
      <vt:variant>
        <vt:i4>62</vt:i4>
      </vt:variant>
      <vt:variant>
        <vt:i4>0</vt:i4>
      </vt:variant>
      <vt:variant>
        <vt:i4>5</vt:i4>
      </vt:variant>
      <vt:variant>
        <vt:lpwstr/>
      </vt:variant>
      <vt:variant>
        <vt:lpwstr>_Toc75106432</vt:lpwstr>
      </vt:variant>
      <vt:variant>
        <vt:i4>1507379</vt:i4>
      </vt:variant>
      <vt:variant>
        <vt:i4>56</vt:i4>
      </vt:variant>
      <vt:variant>
        <vt:i4>0</vt:i4>
      </vt:variant>
      <vt:variant>
        <vt:i4>5</vt:i4>
      </vt:variant>
      <vt:variant>
        <vt:lpwstr/>
      </vt:variant>
      <vt:variant>
        <vt:lpwstr>_Toc75106431</vt:lpwstr>
      </vt:variant>
      <vt:variant>
        <vt:i4>1441843</vt:i4>
      </vt:variant>
      <vt:variant>
        <vt:i4>50</vt:i4>
      </vt:variant>
      <vt:variant>
        <vt:i4>0</vt:i4>
      </vt:variant>
      <vt:variant>
        <vt:i4>5</vt:i4>
      </vt:variant>
      <vt:variant>
        <vt:lpwstr/>
      </vt:variant>
      <vt:variant>
        <vt:lpwstr>_Toc75106430</vt:lpwstr>
      </vt:variant>
      <vt:variant>
        <vt:i4>2031666</vt:i4>
      </vt:variant>
      <vt:variant>
        <vt:i4>44</vt:i4>
      </vt:variant>
      <vt:variant>
        <vt:i4>0</vt:i4>
      </vt:variant>
      <vt:variant>
        <vt:i4>5</vt:i4>
      </vt:variant>
      <vt:variant>
        <vt:lpwstr/>
      </vt:variant>
      <vt:variant>
        <vt:lpwstr>_Toc75106429</vt:lpwstr>
      </vt:variant>
      <vt:variant>
        <vt:i4>1966130</vt:i4>
      </vt:variant>
      <vt:variant>
        <vt:i4>38</vt:i4>
      </vt:variant>
      <vt:variant>
        <vt:i4>0</vt:i4>
      </vt:variant>
      <vt:variant>
        <vt:i4>5</vt:i4>
      </vt:variant>
      <vt:variant>
        <vt:lpwstr/>
      </vt:variant>
      <vt:variant>
        <vt:lpwstr>_Toc75106428</vt:lpwstr>
      </vt:variant>
      <vt:variant>
        <vt:i4>1114162</vt:i4>
      </vt:variant>
      <vt:variant>
        <vt:i4>32</vt:i4>
      </vt:variant>
      <vt:variant>
        <vt:i4>0</vt:i4>
      </vt:variant>
      <vt:variant>
        <vt:i4>5</vt:i4>
      </vt:variant>
      <vt:variant>
        <vt:lpwstr/>
      </vt:variant>
      <vt:variant>
        <vt:lpwstr>_Toc75106427</vt:lpwstr>
      </vt:variant>
      <vt:variant>
        <vt:i4>1048626</vt:i4>
      </vt:variant>
      <vt:variant>
        <vt:i4>26</vt:i4>
      </vt:variant>
      <vt:variant>
        <vt:i4>0</vt:i4>
      </vt:variant>
      <vt:variant>
        <vt:i4>5</vt:i4>
      </vt:variant>
      <vt:variant>
        <vt:lpwstr/>
      </vt:variant>
      <vt:variant>
        <vt:lpwstr>_Toc75106426</vt:lpwstr>
      </vt:variant>
      <vt:variant>
        <vt:i4>1245234</vt:i4>
      </vt:variant>
      <vt:variant>
        <vt:i4>20</vt:i4>
      </vt:variant>
      <vt:variant>
        <vt:i4>0</vt:i4>
      </vt:variant>
      <vt:variant>
        <vt:i4>5</vt:i4>
      </vt:variant>
      <vt:variant>
        <vt:lpwstr/>
      </vt:variant>
      <vt:variant>
        <vt:lpwstr>_Toc75106425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dokumentu wycofania wniosku WZZA/WZBO na wniosek podatnika (WZZA_WZBO_CANCEL)</dc:title>
  <dc:subject/>
  <dc:creator/>
  <cp:keywords/>
  <dc:description/>
  <cp:lastModifiedBy>Giza Paweł</cp:lastModifiedBy>
  <cp:revision>7</cp:revision>
  <cp:lastPrinted>2013-01-03T11:52:00Z</cp:lastPrinted>
  <dcterms:created xsi:type="dcterms:W3CDTF">2022-09-07T11:22:00Z</dcterms:created>
  <dcterms:modified xsi:type="dcterms:W3CDTF">2024-12-11T11:41:00Z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1.0</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ZF2-PWT-KXML-WZZA_WZBO_CANCEL</vt:lpwstr>
  </property>
  <property fmtid="{D5CDD505-2E9C-101B-9397-08002B2CF9AE}" pid="5" name="MSIP_Label_ab83eb73-1339-4c09-b43c-88ef2eea0029_Enabled">
    <vt:lpwstr>true</vt:lpwstr>
  </property>
  <property fmtid="{D5CDD505-2E9C-101B-9397-08002B2CF9AE}" pid="6" name="MSIP_Label_ab83eb73-1339-4c09-b43c-88ef2eea0029_SetDate">
    <vt:lpwstr>2022-09-05T20:01:10Z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bf8ea27d-028f-4ecd-beaf-c73cacc9059e</vt:lpwstr>
  </property>
  <property fmtid="{D5CDD505-2E9C-101B-9397-08002B2CF9AE}" pid="11" name="MSIP_Label_ab83eb73-1339-4c09-b43c-88ef2eea0029_ContentBits">
    <vt:lpwstr>0</vt:lpwstr>
  </property>
  <property fmtid="{D5CDD505-2E9C-101B-9397-08002B2CF9AE}" pid="12" name="MFCATEGORY">
    <vt:lpwstr>InformacjePrzeznaczoneWylacznieDoUzytkuWewnetrznego</vt:lpwstr>
  </property>
  <property fmtid="{D5CDD505-2E9C-101B-9397-08002B2CF9AE}" pid="13" name="MFClassifiedBy">
    <vt:lpwstr>UxC4dwLulzfINJ8nQH+xvX5LNGipWa4BRSZhPgxsCvnd/JKaLMAsBnqO64bX2xMi5PA5OyEv24uUN5EM/MB2wQ==</vt:lpwstr>
  </property>
  <property fmtid="{D5CDD505-2E9C-101B-9397-08002B2CF9AE}" pid="14" name="MFClassificationDate">
    <vt:lpwstr>2024-10-25T12:16:06.5449806+02:00</vt:lpwstr>
  </property>
  <property fmtid="{D5CDD505-2E9C-101B-9397-08002B2CF9AE}" pid="15" name="MFClassifiedBySID">
    <vt:lpwstr>UxC4dwLulzfINJ8nQH+xvX5LNGipWa4BRSZhPgxsCvm42mrIC/DSDv0ggS+FjUN/2v1BBotkLlY5aAiEhoi6uRgLHl9jMdhgEgCqB0Bswg6Ev0LSUVQ2ztACrsjK3sR4</vt:lpwstr>
  </property>
  <property fmtid="{D5CDD505-2E9C-101B-9397-08002B2CF9AE}" pid="16" name="MFGRNItemId">
    <vt:lpwstr>GRN-f3d5e6d5-bd71-45ae-9742-c721400e4b9e</vt:lpwstr>
  </property>
  <property fmtid="{D5CDD505-2E9C-101B-9397-08002B2CF9AE}" pid="17" name="MFHash">
    <vt:lpwstr>B2yynyGXxUapXfmFY5VDBdjCix7ovgiaDjUz6+KbMXc=</vt:lpwstr>
  </property>
  <property fmtid="{D5CDD505-2E9C-101B-9397-08002B2CF9AE}" pid="18" name="MFVisualMarkingsSettings">
    <vt:lpwstr>HeaderAlignment=1;FooterAlignment=1</vt:lpwstr>
  </property>
  <property fmtid="{D5CDD505-2E9C-101B-9397-08002B2CF9AE}" pid="19" name="DLPManualFileClassification">
    <vt:lpwstr>{5fdfc941-3fcf-4a5b-87be-4848800d39d0}</vt:lpwstr>
  </property>
  <property fmtid="{D5CDD505-2E9C-101B-9397-08002B2CF9AE}" pid="20" name="MFRefresh">
    <vt:lpwstr>False</vt:lpwstr>
  </property>
</Properties>
</file>